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8605F1" w14:textId="6B00FBE6" w:rsidR="002C4797" w:rsidRDefault="00777D08">
      <w:r w:rsidRPr="007A5A4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F9C9DD" wp14:editId="77C3CB5C">
                <wp:simplePos x="0" y="0"/>
                <wp:positionH relativeFrom="column">
                  <wp:posOffset>-99695</wp:posOffset>
                </wp:positionH>
                <wp:positionV relativeFrom="paragraph">
                  <wp:posOffset>180975</wp:posOffset>
                </wp:positionV>
                <wp:extent cx="6219825" cy="2466975"/>
                <wp:effectExtent l="0" t="0" r="9525" b="952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2466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D77C6E" w14:textId="7501B675" w:rsidR="002C4797" w:rsidRPr="00D14E56" w:rsidRDefault="002C4797" w:rsidP="002C4797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  <w:t>Pressemitteilung</w:t>
                            </w:r>
                          </w:p>
                          <w:p w14:paraId="32CD5404" w14:textId="7FD0CE49" w:rsidR="002C4797" w:rsidRPr="00D14E56" w:rsidRDefault="004A5789" w:rsidP="002C4797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2.04</w:t>
                            </w:r>
                            <w:r w:rsidR="002C4797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A60DDA" w:rsidRPr="00A317B0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20</w:t>
                            </w:r>
                            <w:r w:rsidR="00A60DDA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  <w:p w14:paraId="0A1CDEF2" w14:textId="77777777" w:rsidR="00CD32D7" w:rsidRDefault="00CD32D7" w:rsidP="00CD32D7">
                            <w:pP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</w:pPr>
                          </w:p>
                          <w:p w14:paraId="10A193F4" w14:textId="4DA86833" w:rsidR="002C4797" w:rsidRDefault="008A47C8" w:rsidP="002C4797">
                            <w:pP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 xml:space="preserve">Konsumlaune der Deutschen </w:t>
                            </w:r>
                            <w:r w:rsidR="001D04B3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>sinkt</w:t>
                            </w:r>
                            <w:r w:rsidR="00EB540C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63C3662C" w14:textId="536B646B" w:rsidR="00FB0B28" w:rsidRDefault="00BC32F5" w:rsidP="002C4797">
                            <w:pP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</w:pPr>
                            <w:r w:rsidRPr="00BC32F5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 xml:space="preserve">Auswirkungen von </w:t>
                            </w:r>
                            <w:proofErr w:type="spellStart"/>
                            <w:r w:rsidRPr="00BC32F5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>Corona</w:t>
                            </w:r>
                            <w:r w:rsidR="005304A9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>virus</w:t>
                            </w:r>
                            <w:proofErr w:type="spellEnd"/>
                            <w:r w:rsidR="005304A9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80825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>auch bei</w:t>
                            </w:r>
                            <w:r w:rsidRPr="00BC32F5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 xml:space="preserve"> Kreditfinanzierungen </w:t>
                            </w:r>
                            <w:r w:rsidR="00080825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>spürbar</w:t>
                            </w:r>
                          </w:p>
                          <w:p w14:paraId="69899927" w14:textId="77777777" w:rsidR="00777D08" w:rsidRPr="00E767BE" w:rsidRDefault="00777D08" w:rsidP="002C479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4A79180F" w14:textId="77777777" w:rsidR="00777D08" w:rsidRDefault="00777D08" w:rsidP="00194C3C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 w:rsidRPr="00EB540C">
                              <w:rPr>
                                <w:rFonts w:ascii="Arial" w:hAnsi="Arial" w:cs="Arial"/>
                              </w:rPr>
                              <w:t xml:space="preserve">Konsumlaune sinkt weiter auf niedrigsten Wert seit </w:t>
                            </w:r>
                            <w:r w:rsidRPr="00BD1F59">
                              <w:rPr>
                                <w:rFonts w:ascii="Arial" w:hAnsi="Arial" w:cs="Arial"/>
                              </w:rPr>
                              <w:t>Ende 2016</w:t>
                            </w:r>
                          </w:p>
                          <w:p w14:paraId="1554637E" w14:textId="70BB0CB0" w:rsidR="00FB0B28" w:rsidRDefault="00FB0B28" w:rsidP="00194C3C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Fast die Hälfte der Deutschen w</w:t>
                            </w:r>
                            <w:r w:rsidR="00BB7AD9">
                              <w:rPr>
                                <w:rFonts w:ascii="Arial" w:hAnsi="Arial" w:cs="Arial"/>
                              </w:rPr>
                              <w:t>ill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rial" w:hAnsi="Arial" w:cs="Arial"/>
                              </w:rPr>
                              <w:t xml:space="preserve"> die finanziellen Auswirkungen der Pandemie </w:t>
                            </w:r>
                            <w:r w:rsidR="00FE33D7">
                              <w:rPr>
                                <w:rFonts w:ascii="Arial" w:hAnsi="Arial" w:cs="Arial"/>
                              </w:rPr>
                              <w:t xml:space="preserve">erst einmal </w:t>
                            </w:r>
                            <w:r>
                              <w:rPr>
                                <w:rFonts w:ascii="Arial" w:hAnsi="Arial" w:cs="Arial"/>
                              </w:rPr>
                              <w:t>abwarten</w:t>
                            </w:r>
                          </w:p>
                          <w:p w14:paraId="77EAD114" w14:textId="5C7329E1" w:rsidR="00FB0B28" w:rsidRPr="00A63CE1" w:rsidRDefault="00FB0B28" w:rsidP="00194C3C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 w:rsidRPr="00A63CE1">
                              <w:rPr>
                                <w:rFonts w:ascii="Arial" w:hAnsi="Arial" w:cs="Arial"/>
                              </w:rPr>
                              <w:t xml:space="preserve">Für mehr als zwei Drittel ist ein Kredit </w:t>
                            </w:r>
                            <w:r w:rsidR="004A5789">
                              <w:rPr>
                                <w:rFonts w:ascii="Arial" w:hAnsi="Arial" w:cs="Arial"/>
                              </w:rPr>
                              <w:t xml:space="preserve">mittlerweile </w:t>
                            </w:r>
                            <w:r w:rsidRPr="00A63CE1">
                              <w:rPr>
                                <w:rFonts w:ascii="Arial" w:hAnsi="Arial" w:cs="Arial"/>
                              </w:rPr>
                              <w:t>Finanzierungsoption Nummer eins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F9C9D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.85pt;margin-top:14.25pt;width:489.75pt;height:19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" stroked="f">
                <v:textbox>
                  <w:txbxContent>
                    <w:p w14:paraId="31D77C6E" w14:textId="7501B675" w:rsidR="002C4797" w:rsidRPr="00D14E56" w:rsidRDefault="002C4797" w:rsidP="002C4797">
                      <w:pP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  <w:t>Pressemitteilung</w:t>
                      </w:r>
                    </w:p>
                    <w:p w14:paraId="32CD5404" w14:textId="7FD0CE49" w:rsidR="002C4797" w:rsidRPr="00D14E56" w:rsidRDefault="004A5789" w:rsidP="002C4797">
                      <w:pP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2.04</w:t>
                      </w:r>
                      <w:r w:rsidR="002C4797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A60DDA" w:rsidRPr="00A317B0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20</w:t>
                      </w:r>
                      <w:r w:rsidR="00A60DDA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20</w:t>
                      </w:r>
                    </w:p>
                    <w:p w14:paraId="0A1CDEF2" w14:textId="77777777" w:rsidR="00CD32D7" w:rsidRDefault="00CD32D7" w:rsidP="00CD32D7">
                      <w:pP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</w:pPr>
                    </w:p>
                    <w:p w14:paraId="10A193F4" w14:textId="4DA86833" w:rsidR="002C4797" w:rsidRDefault="008A47C8" w:rsidP="002C4797">
                      <w:pP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 xml:space="preserve">Konsumlaune der Deutschen </w:t>
                      </w:r>
                      <w:r w:rsidR="001D04B3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>sinkt</w:t>
                      </w:r>
                      <w:r w:rsidR="00EB540C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63C3662C" w14:textId="536B646B" w:rsidR="00FB0B28" w:rsidRDefault="00BC32F5" w:rsidP="002C4797">
                      <w:pP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</w:pPr>
                      <w:r w:rsidRPr="00BC32F5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 xml:space="preserve">Auswirkungen von </w:t>
                      </w:r>
                      <w:proofErr w:type="spellStart"/>
                      <w:r w:rsidRPr="00BC32F5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>Corona</w:t>
                      </w:r>
                      <w:r w:rsidR="005304A9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>virus</w:t>
                      </w:r>
                      <w:proofErr w:type="spellEnd"/>
                      <w:r w:rsidR="005304A9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 xml:space="preserve"> </w:t>
                      </w:r>
                      <w:r w:rsidR="00080825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>auch bei</w:t>
                      </w:r>
                      <w:r w:rsidRPr="00BC32F5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 xml:space="preserve"> Kreditfinanzierungen </w:t>
                      </w:r>
                      <w:r w:rsidR="00080825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>spürbar</w:t>
                      </w:r>
                    </w:p>
                    <w:p w14:paraId="69899927" w14:textId="77777777" w:rsidR="00777D08" w:rsidRPr="00E767BE" w:rsidRDefault="00777D08" w:rsidP="002C4797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  <w:p w14:paraId="4A79180F" w14:textId="77777777" w:rsidR="00777D08" w:rsidRDefault="00777D08" w:rsidP="00194C3C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 w:rsidRPr="00EB540C">
                        <w:rPr>
                          <w:rFonts w:ascii="Arial" w:hAnsi="Arial" w:cs="Arial"/>
                        </w:rPr>
                        <w:t xml:space="preserve">Konsumlaune sinkt weiter auf niedrigsten Wert seit </w:t>
                      </w:r>
                      <w:r w:rsidRPr="00BD1F59">
                        <w:rPr>
                          <w:rFonts w:ascii="Arial" w:hAnsi="Arial" w:cs="Arial"/>
                        </w:rPr>
                        <w:t>Ende 2016</w:t>
                      </w:r>
                    </w:p>
                    <w:p w14:paraId="1554637E" w14:textId="70BB0CB0" w:rsidR="00FB0B28" w:rsidRDefault="00FB0B28" w:rsidP="00194C3C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Fast die Hälfte der Deutschen w</w:t>
                      </w:r>
                      <w:r w:rsidR="00BB7AD9">
                        <w:rPr>
                          <w:rFonts w:ascii="Arial" w:hAnsi="Arial" w:cs="Arial"/>
                        </w:rPr>
                        <w:t>ill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</w:rPr>
                        <w:t xml:space="preserve"> die finanziellen Auswirkungen der Pandemie </w:t>
                      </w:r>
                      <w:r w:rsidR="00FE33D7">
                        <w:rPr>
                          <w:rFonts w:ascii="Arial" w:hAnsi="Arial" w:cs="Arial"/>
                        </w:rPr>
                        <w:t xml:space="preserve">erst einmal </w:t>
                      </w:r>
                      <w:r>
                        <w:rPr>
                          <w:rFonts w:ascii="Arial" w:hAnsi="Arial" w:cs="Arial"/>
                        </w:rPr>
                        <w:t>abwarten</w:t>
                      </w:r>
                    </w:p>
                    <w:p w14:paraId="77EAD114" w14:textId="5C7329E1" w:rsidR="00FB0B28" w:rsidRPr="00A63CE1" w:rsidRDefault="00FB0B28" w:rsidP="00194C3C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 w:rsidRPr="00A63CE1">
                        <w:rPr>
                          <w:rFonts w:ascii="Arial" w:hAnsi="Arial" w:cs="Arial"/>
                        </w:rPr>
                        <w:t xml:space="preserve">Für mehr als zwei Drittel ist ein Kredit </w:t>
                      </w:r>
                      <w:r w:rsidR="004A5789">
                        <w:rPr>
                          <w:rFonts w:ascii="Arial" w:hAnsi="Arial" w:cs="Arial"/>
                        </w:rPr>
                        <w:t xml:space="preserve">mittlerweile </w:t>
                      </w:r>
                      <w:r w:rsidRPr="00A63CE1">
                        <w:rPr>
                          <w:rFonts w:ascii="Arial" w:hAnsi="Arial" w:cs="Arial"/>
                        </w:rPr>
                        <w:t>Finanzierungsoption Nummer eins</w:t>
                      </w:r>
                    </w:p>
                  </w:txbxContent>
                </v:textbox>
              </v:shape>
            </w:pict>
          </mc:Fallback>
        </mc:AlternateContent>
      </w:r>
    </w:p>
    <w:p w14:paraId="2E9EAA58" w14:textId="5B2D1163" w:rsidR="002C4797" w:rsidRDefault="002C4797"/>
    <w:p w14:paraId="7DC807E3" w14:textId="47506F48" w:rsidR="002C4797" w:rsidRDefault="002C4797"/>
    <w:p w14:paraId="48105835" w14:textId="3B28195D" w:rsidR="002C4797" w:rsidRDefault="002C4797"/>
    <w:p w14:paraId="07E9830F" w14:textId="77777777" w:rsidR="002C4797" w:rsidRDefault="002C4797"/>
    <w:p w14:paraId="2455855B" w14:textId="77777777" w:rsidR="002C4797" w:rsidRDefault="002C4797"/>
    <w:p w14:paraId="7FE9C2A8" w14:textId="77777777" w:rsidR="002C4797" w:rsidRDefault="002C4797"/>
    <w:p w14:paraId="45DD95A0" w14:textId="77777777" w:rsidR="002C4797" w:rsidRDefault="002C4797"/>
    <w:p w14:paraId="60C1F8DC" w14:textId="77777777" w:rsidR="002C4797" w:rsidRDefault="002C4797"/>
    <w:p w14:paraId="20D173A8" w14:textId="0F6F9E15" w:rsidR="007A6FBB" w:rsidRPr="007A5A4F" w:rsidRDefault="007A6FBB"/>
    <w:p w14:paraId="1E4EC63B" w14:textId="77777777" w:rsidR="007A6FBB" w:rsidRPr="007A5A4F" w:rsidRDefault="007A6FBB"/>
    <w:p w14:paraId="4F1782E0" w14:textId="77777777" w:rsidR="007A6FBB" w:rsidRDefault="007A6FBB"/>
    <w:p w14:paraId="00FDF4B4" w14:textId="77777777" w:rsidR="002C4797" w:rsidRDefault="002C4797"/>
    <w:p w14:paraId="29A1531E" w14:textId="77777777" w:rsidR="002C4797" w:rsidRDefault="002C4797" w:rsidP="008A47C8">
      <w:pPr>
        <w:spacing w:line="360" w:lineRule="auto"/>
        <w:rPr>
          <w:rFonts w:ascii="Arial" w:hAnsi="Arial"/>
          <w:sz w:val="18"/>
        </w:rPr>
      </w:pPr>
    </w:p>
    <w:p w14:paraId="428F0885" w14:textId="77777777" w:rsidR="00777D08" w:rsidRDefault="00777D08" w:rsidP="008A47C8">
      <w:pPr>
        <w:spacing w:line="360" w:lineRule="auto"/>
        <w:rPr>
          <w:rFonts w:ascii="Arial" w:hAnsi="Arial"/>
          <w:sz w:val="18"/>
        </w:rPr>
      </w:pPr>
    </w:p>
    <w:p w14:paraId="0446B6D4" w14:textId="77777777" w:rsidR="00777D08" w:rsidRPr="008A47C8" w:rsidRDefault="00777D08" w:rsidP="008A47C8">
      <w:pPr>
        <w:spacing w:line="360" w:lineRule="auto"/>
        <w:rPr>
          <w:rFonts w:ascii="Arial" w:hAnsi="Arial"/>
          <w:sz w:val="18"/>
        </w:rPr>
      </w:pPr>
    </w:p>
    <w:p w14:paraId="081A9A66" w14:textId="572B0FB2" w:rsidR="00C46543" w:rsidRDefault="003C73D6" w:rsidP="00C46543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655350">
        <w:rPr>
          <w:rFonts w:ascii="Arial" w:hAnsi="Arial" w:cs="Arial"/>
          <w:sz w:val="18"/>
          <w:szCs w:val="18"/>
          <w:lang w:eastAsia="ja-JP"/>
        </w:rPr>
        <w:t xml:space="preserve">Bonn, </w:t>
      </w:r>
      <w:r w:rsidR="004A5789">
        <w:rPr>
          <w:rFonts w:ascii="Arial" w:hAnsi="Arial" w:cs="Arial"/>
          <w:sz w:val="18"/>
          <w:szCs w:val="18"/>
          <w:lang w:eastAsia="ja-JP"/>
        </w:rPr>
        <w:t>2.04.</w:t>
      </w:r>
      <w:r w:rsidR="00A60DDA" w:rsidRPr="00655350">
        <w:rPr>
          <w:rFonts w:ascii="Arial" w:hAnsi="Arial" w:cs="Arial"/>
          <w:sz w:val="18"/>
          <w:szCs w:val="18"/>
          <w:lang w:eastAsia="ja-JP"/>
        </w:rPr>
        <w:t>20</w:t>
      </w:r>
      <w:r w:rsidR="00A60DDA">
        <w:rPr>
          <w:rFonts w:ascii="Arial" w:hAnsi="Arial" w:cs="Arial"/>
          <w:sz w:val="18"/>
          <w:szCs w:val="18"/>
          <w:lang w:eastAsia="ja-JP"/>
        </w:rPr>
        <w:t>20</w:t>
      </w:r>
      <w:r w:rsidR="00A60DDA" w:rsidRPr="00655350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55350">
        <w:rPr>
          <w:rFonts w:ascii="Arial" w:hAnsi="Arial" w:cs="Arial"/>
          <w:sz w:val="18"/>
          <w:szCs w:val="18"/>
          <w:lang w:eastAsia="ja-JP"/>
        </w:rPr>
        <w:t>|</w:t>
      </w:r>
      <w:r w:rsidR="00883ADA">
        <w:rPr>
          <w:rFonts w:ascii="Arial" w:hAnsi="Arial" w:cs="Arial"/>
          <w:sz w:val="18"/>
          <w:szCs w:val="18"/>
          <w:lang w:eastAsia="ja-JP"/>
        </w:rPr>
        <w:t xml:space="preserve"> </w:t>
      </w:r>
      <w:r w:rsidR="00FB0B28">
        <w:rPr>
          <w:rFonts w:ascii="Arial" w:hAnsi="Arial" w:cs="Arial"/>
          <w:b/>
          <w:sz w:val="18"/>
          <w:szCs w:val="18"/>
          <w:lang w:eastAsia="ja-JP"/>
        </w:rPr>
        <w:t xml:space="preserve">Die Corona-Pandemie hat deutliche Auswirkungen auf die Anschaffungspläne der Deutschen. </w:t>
      </w:r>
      <w:r w:rsidR="00302DC4">
        <w:rPr>
          <w:rFonts w:ascii="Arial" w:hAnsi="Arial" w:cs="Arial"/>
          <w:b/>
          <w:sz w:val="18"/>
          <w:szCs w:val="18"/>
          <w:lang w:eastAsia="ja-JP"/>
        </w:rPr>
        <w:t xml:space="preserve">Der Aufschwung der Konsumlaune in den letzten beiden Jahren scheint </w:t>
      </w:r>
      <w:r w:rsidR="00EB540C">
        <w:rPr>
          <w:rFonts w:ascii="Arial" w:hAnsi="Arial" w:cs="Arial"/>
          <w:b/>
          <w:sz w:val="18"/>
          <w:szCs w:val="18"/>
          <w:lang w:eastAsia="ja-JP"/>
        </w:rPr>
        <w:t xml:space="preserve">trotz der nochmaligen Zinssenkung der EZB im </w:t>
      </w:r>
      <w:r w:rsidR="00EB540C" w:rsidRPr="00194C3C">
        <w:rPr>
          <w:rFonts w:ascii="Arial" w:hAnsi="Arial" w:cs="Arial"/>
          <w:b/>
          <w:sz w:val="18"/>
          <w:szCs w:val="18"/>
          <w:lang w:eastAsia="ja-JP"/>
        </w:rPr>
        <w:t xml:space="preserve">Herbst letzten Jahres </w:t>
      </w:r>
      <w:r w:rsidR="00302DC4" w:rsidRPr="00194C3C">
        <w:rPr>
          <w:rFonts w:ascii="Arial" w:hAnsi="Arial" w:cs="Arial"/>
          <w:b/>
          <w:sz w:val="18"/>
          <w:szCs w:val="18"/>
          <w:lang w:eastAsia="ja-JP"/>
        </w:rPr>
        <w:t xml:space="preserve">nur von </w:t>
      </w:r>
      <w:r w:rsidR="00EB540C" w:rsidRPr="00194C3C">
        <w:rPr>
          <w:rFonts w:ascii="Arial" w:hAnsi="Arial" w:cs="Arial"/>
          <w:b/>
          <w:sz w:val="18"/>
          <w:szCs w:val="18"/>
          <w:lang w:eastAsia="ja-JP"/>
        </w:rPr>
        <w:t xml:space="preserve">begrenzter </w:t>
      </w:r>
      <w:r w:rsidR="00302DC4" w:rsidRPr="00194C3C">
        <w:rPr>
          <w:rFonts w:ascii="Arial" w:hAnsi="Arial" w:cs="Arial"/>
          <w:b/>
          <w:sz w:val="18"/>
          <w:szCs w:val="18"/>
          <w:lang w:eastAsia="ja-JP"/>
        </w:rPr>
        <w:t>Dauer gewesen zu sein</w:t>
      </w:r>
      <w:r w:rsidR="0072314C">
        <w:rPr>
          <w:rFonts w:ascii="Arial" w:hAnsi="Arial" w:cs="Arial"/>
          <w:b/>
          <w:sz w:val="18"/>
          <w:szCs w:val="18"/>
          <w:lang w:eastAsia="ja-JP"/>
        </w:rPr>
        <w:t>. Fast die Hälfte der Befragten gibt an, aufgrund der Corona-Krise zunächst die persönlichen finanziellen Auswirkungen abwarten zu wollen (2020: 45 Prozent). Entsprechend zurückhalten</w:t>
      </w:r>
      <w:r w:rsidR="00202645">
        <w:rPr>
          <w:rFonts w:ascii="Arial" w:hAnsi="Arial" w:cs="Arial"/>
          <w:b/>
          <w:sz w:val="18"/>
          <w:szCs w:val="18"/>
          <w:lang w:eastAsia="ja-JP"/>
        </w:rPr>
        <w:t>d</w:t>
      </w:r>
      <w:r w:rsidR="0072314C">
        <w:rPr>
          <w:rFonts w:ascii="Arial" w:hAnsi="Arial" w:cs="Arial"/>
          <w:b/>
          <w:sz w:val="18"/>
          <w:szCs w:val="18"/>
          <w:lang w:eastAsia="ja-JP"/>
        </w:rPr>
        <w:t xml:space="preserve"> sind die Deutschen weiterhin b</w:t>
      </w:r>
      <w:r w:rsidR="00302DC4" w:rsidRPr="00194C3C">
        <w:rPr>
          <w:rFonts w:ascii="Arial" w:hAnsi="Arial" w:cs="Arial"/>
          <w:b/>
          <w:sz w:val="18"/>
          <w:szCs w:val="18"/>
          <w:lang w:eastAsia="ja-JP"/>
        </w:rPr>
        <w:t>ei</w:t>
      </w:r>
      <w:r w:rsidR="00FE33D7">
        <w:rPr>
          <w:rFonts w:ascii="Arial" w:hAnsi="Arial" w:cs="Arial"/>
          <w:b/>
          <w:sz w:val="18"/>
          <w:szCs w:val="18"/>
          <w:lang w:eastAsia="ja-JP"/>
        </w:rPr>
        <w:t xml:space="preserve"> der Planung</w:t>
      </w:r>
      <w:r w:rsidR="00302DC4" w:rsidRPr="00194C3C">
        <w:rPr>
          <w:rFonts w:ascii="Arial" w:hAnsi="Arial" w:cs="Arial"/>
          <w:b/>
          <w:sz w:val="18"/>
          <w:szCs w:val="18"/>
          <w:lang w:eastAsia="ja-JP"/>
        </w:rPr>
        <w:t xml:space="preserve"> größere</w:t>
      </w:r>
      <w:r w:rsidR="00FE33D7">
        <w:rPr>
          <w:rFonts w:ascii="Arial" w:hAnsi="Arial" w:cs="Arial"/>
          <w:b/>
          <w:sz w:val="18"/>
          <w:szCs w:val="18"/>
          <w:lang w:eastAsia="ja-JP"/>
        </w:rPr>
        <w:t>r</w:t>
      </w:r>
      <w:r w:rsidR="00302DC4" w:rsidRPr="00194C3C">
        <w:rPr>
          <w:rFonts w:ascii="Arial" w:hAnsi="Arial" w:cs="Arial"/>
          <w:b/>
          <w:sz w:val="18"/>
          <w:szCs w:val="18"/>
          <w:lang w:eastAsia="ja-JP"/>
        </w:rPr>
        <w:t xml:space="preserve"> Anschaffung</w:t>
      </w:r>
      <w:r w:rsidR="00634B90" w:rsidRPr="00194C3C">
        <w:rPr>
          <w:rFonts w:ascii="Arial" w:hAnsi="Arial" w:cs="Arial"/>
          <w:b/>
          <w:sz w:val="18"/>
          <w:szCs w:val="18"/>
          <w:lang w:eastAsia="ja-JP"/>
        </w:rPr>
        <w:t>en</w:t>
      </w:r>
      <w:r w:rsidR="00302DC4" w:rsidRPr="00194C3C">
        <w:rPr>
          <w:rFonts w:ascii="Arial" w:hAnsi="Arial" w:cs="Arial"/>
          <w:b/>
          <w:sz w:val="18"/>
          <w:szCs w:val="18"/>
          <w:lang w:eastAsia="ja-JP"/>
        </w:rPr>
        <w:t xml:space="preserve"> wie zum Beispiel einem neuen Auto, einer eigene</w:t>
      </w:r>
      <w:r w:rsidR="00625E09" w:rsidRPr="00194C3C">
        <w:rPr>
          <w:rFonts w:ascii="Arial" w:hAnsi="Arial" w:cs="Arial"/>
          <w:b/>
          <w:sz w:val="18"/>
          <w:szCs w:val="18"/>
          <w:lang w:eastAsia="ja-JP"/>
        </w:rPr>
        <w:t>n</w:t>
      </w:r>
      <w:r w:rsidR="00302DC4" w:rsidRPr="00194C3C">
        <w:rPr>
          <w:rFonts w:ascii="Arial" w:hAnsi="Arial" w:cs="Arial"/>
          <w:b/>
          <w:sz w:val="18"/>
          <w:szCs w:val="18"/>
          <w:lang w:eastAsia="ja-JP"/>
        </w:rPr>
        <w:t xml:space="preserve"> Immobilie oder neuen elektronischen Geräte</w:t>
      </w:r>
      <w:r w:rsidR="006405C8" w:rsidRPr="00194C3C">
        <w:rPr>
          <w:rFonts w:ascii="Arial" w:hAnsi="Arial" w:cs="Arial"/>
          <w:b/>
          <w:sz w:val="18"/>
          <w:szCs w:val="18"/>
          <w:lang w:eastAsia="ja-JP"/>
        </w:rPr>
        <w:t>n</w:t>
      </w:r>
      <w:r w:rsidR="00ED3A7E">
        <w:rPr>
          <w:rFonts w:ascii="Arial" w:hAnsi="Arial" w:cs="Arial"/>
          <w:b/>
          <w:sz w:val="18"/>
          <w:szCs w:val="18"/>
          <w:lang w:eastAsia="ja-JP"/>
        </w:rPr>
        <w:t>. Ende 2019</w:t>
      </w:r>
      <w:r w:rsidR="00302DC4" w:rsidRPr="00194C3C">
        <w:rPr>
          <w:rFonts w:ascii="Arial" w:hAnsi="Arial" w:cs="Arial"/>
          <w:b/>
          <w:sz w:val="18"/>
          <w:szCs w:val="18"/>
          <w:lang w:eastAsia="ja-JP"/>
        </w:rPr>
        <w:t xml:space="preserve"> plant</w:t>
      </w:r>
      <w:r w:rsidR="00ED3A7E">
        <w:rPr>
          <w:rFonts w:ascii="Arial" w:hAnsi="Arial" w:cs="Arial"/>
          <w:b/>
          <w:sz w:val="18"/>
          <w:szCs w:val="18"/>
          <w:lang w:eastAsia="ja-JP"/>
        </w:rPr>
        <w:t>e</w:t>
      </w:r>
      <w:r w:rsidR="00302DC4" w:rsidRPr="00194C3C">
        <w:rPr>
          <w:rFonts w:ascii="Arial" w:hAnsi="Arial" w:cs="Arial"/>
          <w:b/>
          <w:sz w:val="18"/>
          <w:szCs w:val="18"/>
          <w:lang w:eastAsia="ja-JP"/>
        </w:rPr>
        <w:t xml:space="preserve"> noch jeder Fünfte eine größere Anschaffung</w:t>
      </w:r>
      <w:r w:rsidR="00ED3A7E">
        <w:rPr>
          <w:rFonts w:ascii="Arial" w:hAnsi="Arial" w:cs="Arial"/>
          <w:b/>
          <w:sz w:val="18"/>
          <w:szCs w:val="18"/>
          <w:lang w:eastAsia="ja-JP"/>
        </w:rPr>
        <w:t>, heute sind es nur</w:t>
      </w:r>
      <w:r w:rsidR="0072314C">
        <w:rPr>
          <w:rFonts w:ascii="Arial" w:hAnsi="Arial" w:cs="Arial"/>
          <w:b/>
          <w:sz w:val="18"/>
          <w:szCs w:val="18"/>
          <w:lang w:eastAsia="ja-JP"/>
        </w:rPr>
        <w:t xml:space="preserve"> noch</w:t>
      </w:r>
      <w:r w:rsidR="00ED3A7E">
        <w:rPr>
          <w:rFonts w:ascii="Arial" w:hAnsi="Arial" w:cs="Arial"/>
          <w:b/>
          <w:sz w:val="18"/>
          <w:szCs w:val="18"/>
          <w:lang w:eastAsia="ja-JP"/>
        </w:rPr>
        <w:t xml:space="preserve"> 17,5 Prozent</w:t>
      </w:r>
      <w:r w:rsidR="00302DC4" w:rsidRPr="00194C3C">
        <w:rPr>
          <w:rFonts w:ascii="Arial" w:hAnsi="Arial" w:cs="Arial"/>
          <w:b/>
          <w:sz w:val="18"/>
          <w:szCs w:val="18"/>
          <w:lang w:eastAsia="ja-JP"/>
        </w:rPr>
        <w:t xml:space="preserve"> (</w:t>
      </w:r>
      <w:r w:rsidR="00ED3A7E">
        <w:rPr>
          <w:rFonts w:ascii="Arial" w:hAnsi="Arial" w:cs="Arial"/>
          <w:b/>
          <w:sz w:val="18"/>
          <w:szCs w:val="18"/>
          <w:lang w:eastAsia="ja-JP"/>
        </w:rPr>
        <w:t xml:space="preserve">2019: </w:t>
      </w:r>
      <w:r w:rsidR="00302DC4" w:rsidRPr="00194C3C">
        <w:rPr>
          <w:rFonts w:ascii="Arial" w:hAnsi="Arial" w:cs="Arial"/>
          <w:b/>
          <w:sz w:val="18"/>
          <w:szCs w:val="18"/>
          <w:lang w:eastAsia="ja-JP"/>
        </w:rPr>
        <w:t xml:space="preserve">21 Prozent; </w:t>
      </w:r>
      <w:r w:rsidR="001569A2" w:rsidRPr="00194C3C">
        <w:rPr>
          <w:rFonts w:ascii="Arial" w:hAnsi="Arial" w:cs="Arial"/>
          <w:b/>
          <w:sz w:val="18"/>
          <w:szCs w:val="18"/>
          <w:lang w:eastAsia="ja-JP"/>
        </w:rPr>
        <w:t xml:space="preserve">2018: </w:t>
      </w:r>
      <w:r w:rsidR="00302DC4" w:rsidRPr="00194C3C">
        <w:rPr>
          <w:rFonts w:ascii="Arial" w:hAnsi="Arial" w:cs="Arial"/>
          <w:b/>
          <w:sz w:val="18"/>
          <w:szCs w:val="18"/>
          <w:lang w:eastAsia="ja-JP"/>
        </w:rPr>
        <w:t>23,4</w:t>
      </w:r>
      <w:r w:rsidR="001569A2" w:rsidRPr="00194C3C">
        <w:rPr>
          <w:rFonts w:ascii="Arial" w:hAnsi="Arial" w:cs="Arial"/>
          <w:b/>
          <w:sz w:val="18"/>
          <w:szCs w:val="18"/>
          <w:lang w:eastAsia="ja-JP"/>
        </w:rPr>
        <w:t xml:space="preserve"> Prozent)</w:t>
      </w:r>
      <w:r w:rsidR="00B164F1" w:rsidRPr="00194C3C">
        <w:rPr>
          <w:rFonts w:ascii="Arial" w:hAnsi="Arial" w:cs="Arial"/>
          <w:b/>
          <w:sz w:val="18"/>
          <w:szCs w:val="18"/>
          <w:lang w:eastAsia="ja-JP"/>
        </w:rPr>
        <w:t>.</w:t>
      </w:r>
      <w:r w:rsidR="00ED3A7E">
        <w:rPr>
          <w:rFonts w:ascii="Arial" w:hAnsi="Arial" w:cs="Arial"/>
          <w:b/>
          <w:sz w:val="18"/>
          <w:szCs w:val="18"/>
          <w:lang w:eastAsia="ja-JP"/>
        </w:rPr>
        <w:t xml:space="preserve"> Das zeigen</w:t>
      </w:r>
      <w:r w:rsidR="006405C8">
        <w:rPr>
          <w:rFonts w:ascii="Arial" w:hAnsi="Arial" w:cs="Arial"/>
          <w:b/>
          <w:sz w:val="18"/>
          <w:szCs w:val="18"/>
          <w:lang w:eastAsia="ja-JP"/>
        </w:rPr>
        <w:t xml:space="preserve"> die repräsentative</w:t>
      </w:r>
      <w:r w:rsidR="00ED3A7E">
        <w:rPr>
          <w:rFonts w:ascii="Arial" w:hAnsi="Arial" w:cs="Arial"/>
          <w:b/>
          <w:sz w:val="18"/>
          <w:szCs w:val="18"/>
          <w:lang w:eastAsia="ja-JP"/>
        </w:rPr>
        <w:t>n</w:t>
      </w:r>
      <w:r w:rsidR="008A47C8">
        <w:rPr>
          <w:rFonts w:ascii="Arial" w:hAnsi="Arial" w:cs="Arial"/>
          <w:b/>
          <w:sz w:val="18"/>
          <w:szCs w:val="18"/>
          <w:lang w:eastAsia="ja-JP"/>
        </w:rPr>
        <w:t xml:space="preserve"> Umfrage</w:t>
      </w:r>
      <w:r w:rsidR="00ED3A7E">
        <w:rPr>
          <w:rFonts w:ascii="Arial" w:hAnsi="Arial" w:cs="Arial"/>
          <w:b/>
          <w:sz w:val="18"/>
          <w:szCs w:val="18"/>
          <w:lang w:eastAsia="ja-JP"/>
        </w:rPr>
        <w:t>n</w:t>
      </w:r>
      <w:r w:rsidR="008A47C8">
        <w:rPr>
          <w:rFonts w:ascii="Arial" w:hAnsi="Arial" w:cs="Arial"/>
          <w:b/>
          <w:sz w:val="18"/>
          <w:szCs w:val="18"/>
          <w:lang w:eastAsia="ja-JP"/>
        </w:rPr>
        <w:t xml:space="preserve"> der norisbank</w:t>
      </w:r>
      <w:r w:rsidR="005B03FB">
        <w:rPr>
          <w:rFonts w:ascii="Arial" w:hAnsi="Arial" w:cs="Arial"/>
          <w:b/>
          <w:sz w:val="18"/>
          <w:szCs w:val="18"/>
          <w:lang w:eastAsia="ja-JP"/>
        </w:rPr>
        <w:t xml:space="preserve">, </w:t>
      </w:r>
      <w:r w:rsidR="00EB540C">
        <w:rPr>
          <w:rFonts w:ascii="Arial" w:hAnsi="Arial" w:cs="Arial"/>
          <w:b/>
          <w:sz w:val="18"/>
          <w:szCs w:val="18"/>
          <w:lang w:eastAsia="ja-JP"/>
        </w:rPr>
        <w:t xml:space="preserve">die </w:t>
      </w:r>
      <w:r w:rsidR="0072314C">
        <w:rPr>
          <w:rFonts w:ascii="Arial" w:hAnsi="Arial" w:cs="Arial"/>
          <w:b/>
          <w:sz w:val="18"/>
          <w:szCs w:val="18"/>
          <w:lang w:eastAsia="ja-JP"/>
        </w:rPr>
        <w:t>sowohl im Oktober</w:t>
      </w:r>
      <w:r w:rsidR="00ED3A7E">
        <w:rPr>
          <w:rFonts w:ascii="Arial" w:hAnsi="Arial" w:cs="Arial"/>
          <w:b/>
          <w:sz w:val="18"/>
          <w:szCs w:val="18"/>
          <w:lang w:eastAsia="ja-JP"/>
        </w:rPr>
        <w:t xml:space="preserve"> 2019 als auch im März 2020 </w:t>
      </w:r>
      <w:r w:rsidR="00EB540C">
        <w:rPr>
          <w:rFonts w:ascii="Arial" w:hAnsi="Arial" w:cs="Arial"/>
          <w:b/>
          <w:sz w:val="18"/>
          <w:szCs w:val="18"/>
          <w:lang w:eastAsia="ja-JP"/>
        </w:rPr>
        <w:t>durchgeführt wurde</w:t>
      </w:r>
      <w:r w:rsidR="00ED3A7E">
        <w:rPr>
          <w:rFonts w:ascii="Arial" w:hAnsi="Arial" w:cs="Arial"/>
          <w:b/>
          <w:sz w:val="18"/>
          <w:szCs w:val="18"/>
          <w:lang w:eastAsia="ja-JP"/>
        </w:rPr>
        <w:t>n und entsprechend</w:t>
      </w:r>
      <w:r w:rsidR="0072314C">
        <w:rPr>
          <w:rFonts w:ascii="Arial" w:hAnsi="Arial" w:cs="Arial"/>
          <w:b/>
          <w:sz w:val="18"/>
          <w:szCs w:val="18"/>
          <w:lang w:eastAsia="ja-JP"/>
        </w:rPr>
        <w:t xml:space="preserve"> die Auswirkungen der Coron</w:t>
      </w:r>
      <w:r w:rsidR="00ED3A7E">
        <w:rPr>
          <w:rFonts w:ascii="Arial" w:hAnsi="Arial" w:cs="Arial"/>
          <w:b/>
          <w:sz w:val="18"/>
          <w:szCs w:val="18"/>
          <w:lang w:eastAsia="ja-JP"/>
        </w:rPr>
        <w:t>a-Pandemie spiegeln</w:t>
      </w:r>
      <w:r w:rsidR="005B03FB">
        <w:rPr>
          <w:rFonts w:ascii="Arial" w:hAnsi="Arial" w:cs="Arial"/>
          <w:b/>
          <w:sz w:val="18"/>
          <w:szCs w:val="18"/>
          <w:lang w:eastAsia="ja-JP"/>
        </w:rPr>
        <w:t>.</w:t>
      </w:r>
    </w:p>
    <w:p w14:paraId="7FA1F4AC" w14:textId="77777777" w:rsidR="00C46543" w:rsidRDefault="00C46543" w:rsidP="00C46543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</w:p>
    <w:p w14:paraId="17B7A99F" w14:textId="36B9F520" w:rsidR="001D41E3" w:rsidRDefault="00726A30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5B3220">
        <w:rPr>
          <w:rFonts w:ascii="Arial" w:hAnsi="Arial" w:cs="Arial"/>
          <w:sz w:val="18"/>
          <w:szCs w:val="18"/>
          <w:lang w:eastAsia="ja-JP"/>
        </w:rPr>
        <w:t>D</w:t>
      </w:r>
      <w:r w:rsidR="005B03FB">
        <w:rPr>
          <w:rFonts w:ascii="Arial" w:hAnsi="Arial" w:cs="Arial"/>
          <w:sz w:val="18"/>
          <w:szCs w:val="18"/>
          <w:lang w:eastAsia="ja-JP"/>
        </w:rPr>
        <w:t xml:space="preserve">ie </w:t>
      </w:r>
      <w:r w:rsidR="007E4F75">
        <w:rPr>
          <w:rFonts w:ascii="Arial" w:hAnsi="Arial" w:cs="Arial"/>
          <w:sz w:val="18"/>
          <w:szCs w:val="18"/>
          <w:lang w:eastAsia="ja-JP"/>
        </w:rPr>
        <w:t>Bereitschaft</w:t>
      </w:r>
      <w:r w:rsidRPr="005B3220">
        <w:rPr>
          <w:rFonts w:ascii="Arial" w:hAnsi="Arial" w:cs="Arial"/>
          <w:sz w:val="18"/>
          <w:szCs w:val="18"/>
          <w:lang w:eastAsia="ja-JP"/>
        </w:rPr>
        <w:t xml:space="preserve">, </w:t>
      </w:r>
      <w:r w:rsidR="00F55629">
        <w:rPr>
          <w:rFonts w:ascii="Arial" w:hAnsi="Arial" w:cs="Arial"/>
          <w:sz w:val="18"/>
          <w:szCs w:val="18"/>
          <w:lang w:eastAsia="ja-JP"/>
        </w:rPr>
        <w:t>eine größere Anschaffung tätigen</w:t>
      </w:r>
      <w:r>
        <w:rPr>
          <w:rFonts w:ascii="Arial" w:hAnsi="Arial" w:cs="Arial"/>
          <w:sz w:val="18"/>
          <w:szCs w:val="18"/>
          <w:lang w:eastAsia="ja-JP"/>
        </w:rPr>
        <w:t xml:space="preserve"> zu wollen</w:t>
      </w:r>
      <w:r w:rsidR="00FE33D7">
        <w:rPr>
          <w:rFonts w:ascii="Arial" w:hAnsi="Arial" w:cs="Arial"/>
          <w:sz w:val="18"/>
          <w:szCs w:val="18"/>
          <w:lang w:eastAsia="ja-JP"/>
        </w:rPr>
        <w:t xml:space="preserve"> sobald die Geschäft</w:t>
      </w:r>
      <w:r w:rsidR="00A12517">
        <w:rPr>
          <w:rFonts w:ascii="Arial" w:hAnsi="Arial" w:cs="Arial"/>
          <w:sz w:val="18"/>
          <w:szCs w:val="18"/>
          <w:lang w:eastAsia="ja-JP"/>
        </w:rPr>
        <w:t>e</w:t>
      </w:r>
      <w:r w:rsidR="00FE33D7">
        <w:rPr>
          <w:rFonts w:ascii="Arial" w:hAnsi="Arial" w:cs="Arial"/>
          <w:sz w:val="18"/>
          <w:szCs w:val="18"/>
          <w:lang w:eastAsia="ja-JP"/>
        </w:rPr>
        <w:t xml:space="preserve"> wieder offen sind</w:t>
      </w:r>
      <w:r>
        <w:rPr>
          <w:rFonts w:ascii="Arial" w:hAnsi="Arial" w:cs="Arial"/>
          <w:sz w:val="18"/>
          <w:szCs w:val="18"/>
          <w:lang w:eastAsia="ja-JP"/>
        </w:rPr>
        <w:t xml:space="preserve">, ist bei den Deutschen </w:t>
      </w:r>
      <w:r w:rsidR="007E4F75">
        <w:rPr>
          <w:rFonts w:ascii="Arial" w:hAnsi="Arial" w:cs="Arial"/>
          <w:sz w:val="18"/>
          <w:szCs w:val="18"/>
          <w:lang w:eastAsia="ja-JP"/>
        </w:rPr>
        <w:t xml:space="preserve">insgesamt </w:t>
      </w:r>
      <w:r w:rsidR="005B03FB">
        <w:rPr>
          <w:rFonts w:ascii="Arial" w:hAnsi="Arial" w:cs="Arial"/>
          <w:sz w:val="18"/>
          <w:szCs w:val="18"/>
          <w:lang w:eastAsia="ja-JP"/>
        </w:rPr>
        <w:t xml:space="preserve">spürbar gesunken. </w:t>
      </w:r>
      <w:r w:rsidR="00ED3A7E">
        <w:rPr>
          <w:rFonts w:ascii="Arial" w:hAnsi="Arial" w:cs="Arial"/>
          <w:sz w:val="18"/>
          <w:szCs w:val="18"/>
          <w:lang w:eastAsia="ja-JP"/>
        </w:rPr>
        <w:t>D</w:t>
      </w:r>
      <w:r w:rsidR="00761DB8">
        <w:rPr>
          <w:rFonts w:ascii="Arial" w:hAnsi="Arial" w:cs="Arial"/>
          <w:sz w:val="18"/>
          <w:szCs w:val="18"/>
          <w:lang w:eastAsia="ja-JP"/>
        </w:rPr>
        <w:t xml:space="preserve">ie Ausbreitung des </w:t>
      </w:r>
      <w:proofErr w:type="spellStart"/>
      <w:r w:rsidR="00761DB8">
        <w:rPr>
          <w:rFonts w:ascii="Arial" w:hAnsi="Arial" w:cs="Arial"/>
          <w:sz w:val="18"/>
          <w:szCs w:val="18"/>
          <w:lang w:eastAsia="ja-JP"/>
        </w:rPr>
        <w:t>Coronavirus</w:t>
      </w:r>
      <w:proofErr w:type="spellEnd"/>
      <w:r w:rsidR="00761DB8">
        <w:rPr>
          <w:rFonts w:ascii="Arial" w:hAnsi="Arial" w:cs="Arial"/>
          <w:sz w:val="18"/>
          <w:szCs w:val="18"/>
          <w:lang w:eastAsia="ja-JP"/>
        </w:rPr>
        <w:t xml:space="preserve"> scheint</w:t>
      </w:r>
      <w:r w:rsidR="00ED3A7E">
        <w:rPr>
          <w:rFonts w:ascii="Arial" w:hAnsi="Arial" w:cs="Arial"/>
          <w:sz w:val="18"/>
          <w:szCs w:val="18"/>
          <w:lang w:eastAsia="ja-JP"/>
        </w:rPr>
        <w:t xml:space="preserve"> diesen Trend noch</w:t>
      </w:r>
      <w:r w:rsidR="0072314C">
        <w:rPr>
          <w:rFonts w:ascii="Arial" w:hAnsi="Arial" w:cs="Arial"/>
          <w:sz w:val="18"/>
          <w:szCs w:val="18"/>
          <w:lang w:eastAsia="ja-JP"/>
        </w:rPr>
        <w:t xml:space="preserve"> zu verstärken</w:t>
      </w:r>
      <w:r w:rsidR="00ED3A7E">
        <w:rPr>
          <w:rFonts w:ascii="Arial" w:hAnsi="Arial" w:cs="Arial"/>
          <w:sz w:val="18"/>
          <w:szCs w:val="18"/>
          <w:lang w:eastAsia="ja-JP"/>
        </w:rPr>
        <w:t xml:space="preserve">. Insbesondere Frauen stellen ihre </w:t>
      </w:r>
      <w:r w:rsidR="0072314C">
        <w:rPr>
          <w:rFonts w:ascii="Arial" w:hAnsi="Arial" w:cs="Arial"/>
          <w:sz w:val="18"/>
          <w:szCs w:val="18"/>
          <w:lang w:eastAsia="ja-JP"/>
        </w:rPr>
        <w:t>Konsumpläne</w:t>
      </w:r>
      <w:r w:rsidR="00ED3A7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2314C">
        <w:rPr>
          <w:rFonts w:ascii="Arial" w:hAnsi="Arial" w:cs="Arial"/>
          <w:sz w:val="18"/>
          <w:szCs w:val="18"/>
          <w:lang w:eastAsia="ja-JP"/>
        </w:rPr>
        <w:t xml:space="preserve">in der aktuellen </w:t>
      </w:r>
      <w:r w:rsidR="00C64578">
        <w:rPr>
          <w:rFonts w:ascii="Arial" w:hAnsi="Arial" w:cs="Arial"/>
          <w:sz w:val="18"/>
          <w:szCs w:val="18"/>
          <w:lang w:eastAsia="ja-JP"/>
        </w:rPr>
        <w:t xml:space="preserve">Situation </w:t>
      </w:r>
      <w:r w:rsidR="00ED3A7E">
        <w:rPr>
          <w:rFonts w:ascii="Arial" w:hAnsi="Arial" w:cs="Arial"/>
          <w:sz w:val="18"/>
          <w:szCs w:val="18"/>
          <w:lang w:eastAsia="ja-JP"/>
        </w:rPr>
        <w:t>zurück (2020: 1</w:t>
      </w:r>
      <w:r w:rsidR="00346377">
        <w:rPr>
          <w:rFonts w:ascii="Arial" w:hAnsi="Arial" w:cs="Arial"/>
          <w:sz w:val="18"/>
          <w:szCs w:val="18"/>
          <w:lang w:eastAsia="ja-JP"/>
        </w:rPr>
        <w:t>6,5 Prozent</w:t>
      </w:r>
      <w:r w:rsidR="007E4F75">
        <w:rPr>
          <w:rFonts w:ascii="Arial" w:hAnsi="Arial" w:cs="Arial"/>
          <w:sz w:val="18"/>
          <w:szCs w:val="18"/>
          <w:lang w:eastAsia="ja-JP"/>
        </w:rPr>
        <w:t>;</w:t>
      </w:r>
      <w:r w:rsidR="00346377">
        <w:rPr>
          <w:rFonts w:ascii="Arial" w:hAnsi="Arial" w:cs="Arial"/>
          <w:sz w:val="18"/>
          <w:szCs w:val="18"/>
          <w:lang w:eastAsia="ja-JP"/>
        </w:rPr>
        <w:t xml:space="preserve"> 2019: 22,7 Prozent). </w:t>
      </w:r>
    </w:p>
    <w:p w14:paraId="16FD9A7A" w14:textId="77777777" w:rsidR="00A12517" w:rsidRDefault="00A12517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3C12271E" w14:textId="2EDBDA89" w:rsidR="00A63CE1" w:rsidRDefault="00761DB8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Dennoch zeigt d</w:t>
      </w:r>
      <w:r w:rsidR="00420279" w:rsidRPr="00194C3C">
        <w:rPr>
          <w:rFonts w:ascii="Arial" w:hAnsi="Arial" w:cs="Arial"/>
          <w:sz w:val="18"/>
          <w:szCs w:val="18"/>
          <w:lang w:eastAsia="ja-JP"/>
        </w:rPr>
        <w:t xml:space="preserve">as Ranking der </w:t>
      </w:r>
      <w:r w:rsidR="0072314C">
        <w:rPr>
          <w:rFonts w:ascii="Arial" w:hAnsi="Arial" w:cs="Arial"/>
          <w:sz w:val="18"/>
          <w:szCs w:val="18"/>
          <w:lang w:eastAsia="ja-JP"/>
        </w:rPr>
        <w:t>Anschaffungswünsche</w:t>
      </w:r>
      <w:r w:rsidR="00420279" w:rsidRPr="00194C3C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>f</w:t>
      </w:r>
      <w:r w:rsidR="00420279" w:rsidRPr="00194C3C">
        <w:rPr>
          <w:rFonts w:ascii="Arial" w:hAnsi="Arial" w:cs="Arial"/>
          <w:sz w:val="18"/>
          <w:szCs w:val="18"/>
          <w:lang w:eastAsia="ja-JP"/>
        </w:rPr>
        <w:t>ür 2020</w:t>
      </w:r>
      <w:r w:rsidR="003E6C60">
        <w:rPr>
          <w:rFonts w:ascii="Arial" w:hAnsi="Arial" w:cs="Arial"/>
          <w:sz w:val="18"/>
          <w:szCs w:val="18"/>
          <w:lang w:eastAsia="ja-JP"/>
        </w:rPr>
        <w:t xml:space="preserve"> trotz Corona-Pandemie </w:t>
      </w:r>
      <w:r w:rsidR="00420279" w:rsidRPr="00194C3C">
        <w:rPr>
          <w:rFonts w:ascii="Arial" w:hAnsi="Arial" w:cs="Arial"/>
          <w:sz w:val="18"/>
          <w:szCs w:val="18"/>
          <w:lang w:eastAsia="ja-JP"/>
        </w:rPr>
        <w:t xml:space="preserve">klare Präferenzen: </w:t>
      </w:r>
      <w:r w:rsidR="00625E09" w:rsidRPr="00194C3C">
        <w:rPr>
          <w:rFonts w:ascii="Arial" w:hAnsi="Arial" w:cs="Arial"/>
          <w:sz w:val="18"/>
          <w:szCs w:val="18"/>
          <w:lang w:eastAsia="ja-JP"/>
        </w:rPr>
        <w:t>In Sachen Neuanschaffung dominiert weiterhin die Autobegeisterung (</w:t>
      </w:r>
      <w:r w:rsidR="003E6C60">
        <w:rPr>
          <w:rFonts w:ascii="Arial" w:hAnsi="Arial" w:cs="Arial"/>
          <w:sz w:val="18"/>
          <w:szCs w:val="18"/>
          <w:lang w:eastAsia="ja-JP"/>
        </w:rPr>
        <w:t>2020: 56</w:t>
      </w:r>
      <w:r w:rsidR="009565EE">
        <w:rPr>
          <w:rFonts w:ascii="Arial" w:hAnsi="Arial" w:cs="Arial"/>
          <w:sz w:val="18"/>
          <w:szCs w:val="18"/>
          <w:lang w:eastAsia="ja-JP"/>
        </w:rPr>
        <w:t>,0</w:t>
      </w:r>
      <w:r w:rsidR="003E6C60">
        <w:rPr>
          <w:rFonts w:ascii="Arial" w:hAnsi="Arial" w:cs="Arial"/>
          <w:sz w:val="18"/>
          <w:szCs w:val="18"/>
          <w:lang w:eastAsia="ja-JP"/>
        </w:rPr>
        <w:t xml:space="preserve"> Prozent;</w:t>
      </w:r>
      <w:r w:rsidR="00B77792" w:rsidRPr="00194C3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625E09" w:rsidRPr="00194C3C">
        <w:rPr>
          <w:rFonts w:ascii="Arial" w:hAnsi="Arial" w:cs="Arial"/>
          <w:sz w:val="18"/>
          <w:szCs w:val="18"/>
          <w:lang w:eastAsia="ja-JP"/>
        </w:rPr>
        <w:t xml:space="preserve">2019: 50,2 Prozent; 2018: 56,1 Prozent). </w:t>
      </w:r>
      <w:r w:rsidR="003E6C60">
        <w:rPr>
          <w:rFonts w:ascii="Arial" w:hAnsi="Arial" w:cs="Arial"/>
          <w:sz w:val="18"/>
          <w:szCs w:val="18"/>
          <w:lang w:eastAsia="ja-JP"/>
        </w:rPr>
        <w:t>Insbesondere in der Altersgruppe der 60- bis 69-</w:t>
      </w:r>
      <w:r w:rsidR="000C5497">
        <w:rPr>
          <w:rFonts w:ascii="Arial" w:hAnsi="Arial" w:cs="Arial"/>
          <w:sz w:val="18"/>
          <w:szCs w:val="18"/>
          <w:lang w:eastAsia="ja-JP"/>
        </w:rPr>
        <w:t>J</w:t>
      </w:r>
      <w:r w:rsidR="003E6C60">
        <w:rPr>
          <w:rFonts w:ascii="Arial" w:hAnsi="Arial" w:cs="Arial"/>
          <w:sz w:val="18"/>
          <w:szCs w:val="18"/>
          <w:lang w:eastAsia="ja-JP"/>
        </w:rPr>
        <w:t>ährigen zeigt sich ein signifikanter Anstieg. Während Ende 2019 nur</w:t>
      </w:r>
      <w:r w:rsidR="00A63CE1">
        <w:rPr>
          <w:rFonts w:ascii="Arial" w:hAnsi="Arial" w:cs="Arial"/>
          <w:sz w:val="18"/>
          <w:szCs w:val="18"/>
          <w:lang w:eastAsia="ja-JP"/>
        </w:rPr>
        <w:t xml:space="preserve"> 46,7 Prozent eine Autoanschaffung</w:t>
      </w:r>
      <w:r w:rsidR="00C93E33">
        <w:rPr>
          <w:rFonts w:ascii="Arial" w:hAnsi="Arial" w:cs="Arial"/>
          <w:sz w:val="18"/>
          <w:szCs w:val="18"/>
          <w:lang w:eastAsia="ja-JP"/>
        </w:rPr>
        <w:t xml:space="preserve"> für 2020</w:t>
      </w:r>
      <w:r w:rsidR="00A63CE1">
        <w:rPr>
          <w:rFonts w:ascii="Arial" w:hAnsi="Arial" w:cs="Arial"/>
          <w:sz w:val="18"/>
          <w:szCs w:val="18"/>
          <w:lang w:eastAsia="ja-JP"/>
        </w:rPr>
        <w:t xml:space="preserve"> planten, sind es aktuell 84,6 Prozent.</w:t>
      </w:r>
    </w:p>
    <w:p w14:paraId="29A6F500" w14:textId="4EB5F947" w:rsidR="004C3ED4" w:rsidRDefault="000C5497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Auch die Absicht</w:t>
      </w:r>
      <w:r w:rsidR="00C64578">
        <w:rPr>
          <w:rFonts w:ascii="Arial" w:hAnsi="Arial" w:cs="Arial"/>
          <w:sz w:val="18"/>
          <w:szCs w:val="18"/>
          <w:lang w:eastAsia="ja-JP"/>
        </w:rPr>
        <w:t>,</w:t>
      </w:r>
      <w:r>
        <w:rPr>
          <w:rFonts w:ascii="Arial" w:hAnsi="Arial" w:cs="Arial"/>
          <w:sz w:val="18"/>
          <w:szCs w:val="18"/>
          <w:lang w:eastAsia="ja-JP"/>
        </w:rPr>
        <w:t xml:space="preserve"> in ein Eigenheim zu investieren, </w:t>
      </w:r>
      <w:r w:rsidR="00C64578">
        <w:rPr>
          <w:rFonts w:ascii="Arial" w:hAnsi="Arial" w:cs="Arial"/>
          <w:sz w:val="18"/>
          <w:szCs w:val="18"/>
          <w:lang w:eastAsia="ja-JP"/>
        </w:rPr>
        <w:t xml:space="preserve">wird immer beliebter </w:t>
      </w:r>
      <w:r w:rsidR="00A63CE1">
        <w:rPr>
          <w:rFonts w:ascii="Arial" w:hAnsi="Arial" w:cs="Arial"/>
          <w:sz w:val="18"/>
          <w:szCs w:val="18"/>
          <w:lang w:eastAsia="ja-JP"/>
        </w:rPr>
        <w:t>(2020: 46,2 Prozent; 2019: 37,4 Prozent</w:t>
      </w:r>
      <w:r>
        <w:rPr>
          <w:rFonts w:ascii="Arial" w:hAnsi="Arial" w:cs="Arial"/>
          <w:sz w:val="18"/>
          <w:szCs w:val="18"/>
          <w:lang w:eastAsia="ja-JP"/>
        </w:rPr>
        <w:t>, 2018: 40,1 Prozent</w:t>
      </w:r>
      <w:r w:rsidR="00A63CE1">
        <w:rPr>
          <w:rFonts w:ascii="Arial" w:hAnsi="Arial" w:cs="Arial"/>
          <w:sz w:val="18"/>
          <w:szCs w:val="18"/>
          <w:lang w:eastAsia="ja-JP"/>
        </w:rPr>
        <w:t xml:space="preserve">). </w:t>
      </w:r>
      <w:r w:rsidR="00761DB8">
        <w:rPr>
          <w:rFonts w:ascii="Arial" w:hAnsi="Arial" w:cs="Arial"/>
          <w:sz w:val="18"/>
          <w:szCs w:val="18"/>
          <w:lang w:eastAsia="ja-JP"/>
        </w:rPr>
        <w:t xml:space="preserve">Vor allem die </w:t>
      </w:r>
      <w:r w:rsidR="007E4F75">
        <w:rPr>
          <w:rFonts w:ascii="Arial" w:hAnsi="Arial" w:cs="Arial"/>
          <w:sz w:val="18"/>
          <w:szCs w:val="18"/>
          <w:lang w:eastAsia="ja-JP"/>
        </w:rPr>
        <w:t xml:space="preserve">18- bis 29-Jährigen </w:t>
      </w:r>
      <w:r w:rsidR="00761DB8">
        <w:rPr>
          <w:rFonts w:ascii="Arial" w:hAnsi="Arial" w:cs="Arial"/>
          <w:sz w:val="18"/>
          <w:szCs w:val="18"/>
          <w:lang w:eastAsia="ja-JP"/>
        </w:rPr>
        <w:t>träum</w:t>
      </w:r>
      <w:r w:rsidR="007E4F75">
        <w:rPr>
          <w:rFonts w:ascii="Arial" w:hAnsi="Arial" w:cs="Arial"/>
          <w:sz w:val="18"/>
          <w:szCs w:val="18"/>
          <w:lang w:eastAsia="ja-JP"/>
        </w:rPr>
        <w:t>en</w:t>
      </w:r>
      <w:r w:rsidR="00761DB8">
        <w:rPr>
          <w:rFonts w:ascii="Arial" w:hAnsi="Arial" w:cs="Arial"/>
          <w:sz w:val="18"/>
          <w:szCs w:val="18"/>
          <w:lang w:eastAsia="ja-JP"/>
        </w:rPr>
        <w:t xml:space="preserve"> von den eigenen </w:t>
      </w:r>
      <w:r w:rsidR="0072314C">
        <w:rPr>
          <w:rFonts w:ascii="Arial" w:hAnsi="Arial" w:cs="Arial"/>
          <w:sz w:val="18"/>
          <w:szCs w:val="18"/>
          <w:lang w:eastAsia="ja-JP"/>
        </w:rPr>
        <w:t>vier</w:t>
      </w:r>
      <w:r w:rsidR="00761DB8">
        <w:rPr>
          <w:rFonts w:ascii="Arial" w:hAnsi="Arial" w:cs="Arial"/>
          <w:sz w:val="18"/>
          <w:szCs w:val="18"/>
          <w:lang w:eastAsia="ja-JP"/>
        </w:rPr>
        <w:t xml:space="preserve"> Wänden</w:t>
      </w:r>
      <w:r w:rsidR="007E4F75">
        <w:rPr>
          <w:rFonts w:ascii="Arial" w:hAnsi="Arial" w:cs="Arial"/>
          <w:sz w:val="18"/>
          <w:szCs w:val="18"/>
          <w:lang w:eastAsia="ja-JP"/>
        </w:rPr>
        <w:t>:</w:t>
      </w:r>
      <w:r w:rsidR="00761DB8">
        <w:rPr>
          <w:rFonts w:ascii="Arial" w:hAnsi="Arial" w:cs="Arial"/>
          <w:sz w:val="18"/>
          <w:szCs w:val="18"/>
          <w:lang w:eastAsia="ja-JP"/>
        </w:rPr>
        <w:t xml:space="preserve"> </w:t>
      </w:r>
      <w:r w:rsidR="00C64578">
        <w:rPr>
          <w:rFonts w:ascii="Arial" w:hAnsi="Arial" w:cs="Arial"/>
          <w:sz w:val="18"/>
          <w:szCs w:val="18"/>
          <w:lang w:eastAsia="ja-JP"/>
        </w:rPr>
        <w:t>M</w:t>
      </w:r>
      <w:r w:rsidR="00A63CE1">
        <w:rPr>
          <w:rFonts w:ascii="Arial" w:hAnsi="Arial" w:cs="Arial"/>
          <w:sz w:val="18"/>
          <w:szCs w:val="18"/>
          <w:lang w:eastAsia="ja-JP"/>
        </w:rPr>
        <w:t xml:space="preserve">ehr als </w:t>
      </w:r>
      <w:r w:rsidR="00C64578">
        <w:rPr>
          <w:rFonts w:ascii="Arial" w:hAnsi="Arial" w:cs="Arial"/>
          <w:sz w:val="18"/>
          <w:szCs w:val="18"/>
          <w:lang w:eastAsia="ja-JP"/>
        </w:rPr>
        <w:t xml:space="preserve">die </w:t>
      </w:r>
      <w:r w:rsidR="00A63CE1">
        <w:rPr>
          <w:rFonts w:ascii="Arial" w:hAnsi="Arial" w:cs="Arial"/>
          <w:sz w:val="18"/>
          <w:szCs w:val="18"/>
          <w:lang w:eastAsia="ja-JP"/>
        </w:rPr>
        <w:t xml:space="preserve">Hälfte </w:t>
      </w:r>
      <w:r w:rsidR="00C64578">
        <w:rPr>
          <w:rFonts w:ascii="Arial" w:hAnsi="Arial" w:cs="Arial"/>
          <w:sz w:val="18"/>
          <w:szCs w:val="18"/>
          <w:lang w:eastAsia="ja-JP"/>
        </w:rPr>
        <w:t xml:space="preserve">erwägt den </w:t>
      </w:r>
      <w:r w:rsidR="00420279" w:rsidRPr="00194C3C">
        <w:rPr>
          <w:rFonts w:ascii="Arial" w:hAnsi="Arial" w:cs="Arial"/>
          <w:sz w:val="18"/>
          <w:szCs w:val="18"/>
          <w:lang w:eastAsia="ja-JP"/>
        </w:rPr>
        <w:t xml:space="preserve">Kauf </w:t>
      </w:r>
      <w:r w:rsidR="006405C8" w:rsidRPr="00194C3C">
        <w:rPr>
          <w:rFonts w:ascii="Arial" w:hAnsi="Arial" w:cs="Arial"/>
          <w:sz w:val="18"/>
          <w:szCs w:val="18"/>
          <w:lang w:eastAsia="ja-JP"/>
        </w:rPr>
        <w:t>eines Eigenheims</w:t>
      </w:r>
      <w:r w:rsidR="00420279" w:rsidRPr="00194C3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4C3ED4" w:rsidRPr="00194C3C">
        <w:rPr>
          <w:rFonts w:ascii="Arial" w:hAnsi="Arial" w:cs="Arial"/>
          <w:sz w:val="18"/>
          <w:szCs w:val="18"/>
          <w:lang w:eastAsia="ja-JP"/>
        </w:rPr>
        <w:t>(</w:t>
      </w:r>
      <w:r w:rsidR="00A63CE1">
        <w:rPr>
          <w:rFonts w:ascii="Arial" w:hAnsi="Arial" w:cs="Arial"/>
          <w:sz w:val="18"/>
          <w:szCs w:val="18"/>
          <w:lang w:eastAsia="ja-JP"/>
        </w:rPr>
        <w:t xml:space="preserve">2020: 54 Prozent; </w:t>
      </w:r>
      <w:r w:rsidR="004C3ED4" w:rsidRPr="00194C3C">
        <w:rPr>
          <w:rFonts w:ascii="Arial" w:hAnsi="Arial" w:cs="Arial"/>
          <w:sz w:val="18"/>
          <w:szCs w:val="18"/>
          <w:lang w:eastAsia="ja-JP"/>
        </w:rPr>
        <w:t xml:space="preserve">2019: 49,2 Prozent; 2018: 41,1 Prozent; 2017: 39,1 Prozent). Entsprechend behauptet die eigene Immobilie im Gesamtranking </w:t>
      </w:r>
      <w:r w:rsidR="0072314C">
        <w:rPr>
          <w:rFonts w:ascii="Arial" w:hAnsi="Arial" w:cs="Arial"/>
          <w:sz w:val="18"/>
          <w:szCs w:val="18"/>
          <w:lang w:eastAsia="ja-JP"/>
        </w:rPr>
        <w:t xml:space="preserve">der Anschaffungswünsche </w:t>
      </w:r>
      <w:r w:rsidR="004C3ED4" w:rsidRPr="00194C3C">
        <w:rPr>
          <w:rFonts w:ascii="Arial" w:hAnsi="Arial" w:cs="Arial"/>
          <w:sz w:val="18"/>
          <w:szCs w:val="18"/>
          <w:lang w:eastAsia="ja-JP"/>
        </w:rPr>
        <w:t xml:space="preserve">Platz </w:t>
      </w:r>
      <w:r w:rsidR="00A529DC">
        <w:rPr>
          <w:rFonts w:ascii="Arial" w:hAnsi="Arial" w:cs="Arial"/>
          <w:sz w:val="18"/>
          <w:szCs w:val="18"/>
          <w:lang w:eastAsia="ja-JP"/>
        </w:rPr>
        <w:t>zwei</w:t>
      </w:r>
      <w:r w:rsidR="00194C3C" w:rsidRPr="00194C3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4C3ED4" w:rsidRPr="00194C3C">
        <w:rPr>
          <w:rFonts w:ascii="Arial" w:hAnsi="Arial" w:cs="Arial"/>
          <w:sz w:val="18"/>
          <w:szCs w:val="18"/>
          <w:lang w:eastAsia="ja-JP"/>
        </w:rPr>
        <w:t>hinter dem neuen Auto oder Motorrad und vor elektronischen Geräten wie zum Beispiel einem neuen Fernseher</w:t>
      </w:r>
      <w:r w:rsidR="00C64578">
        <w:rPr>
          <w:rFonts w:ascii="Arial" w:hAnsi="Arial" w:cs="Arial"/>
          <w:sz w:val="18"/>
          <w:szCs w:val="18"/>
          <w:lang w:eastAsia="ja-JP"/>
        </w:rPr>
        <w:t>,</w:t>
      </w:r>
      <w:r w:rsidR="004C3ED4" w:rsidRPr="00194C3C">
        <w:rPr>
          <w:rFonts w:ascii="Arial" w:hAnsi="Arial" w:cs="Arial"/>
          <w:sz w:val="18"/>
          <w:szCs w:val="18"/>
          <w:lang w:eastAsia="ja-JP"/>
        </w:rPr>
        <w:t xml:space="preserve"> Laptop oder Smartphone. </w:t>
      </w:r>
    </w:p>
    <w:p w14:paraId="00F899F6" w14:textId="77777777" w:rsidR="00A63CE1" w:rsidRDefault="00A63CE1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6F9EA64" w14:textId="3FE764B7" w:rsidR="008618D1" w:rsidRDefault="00420279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D</w:t>
      </w:r>
      <w:r w:rsidR="00B77792">
        <w:rPr>
          <w:rFonts w:ascii="Arial" w:hAnsi="Arial" w:cs="Arial"/>
          <w:sz w:val="18"/>
          <w:szCs w:val="18"/>
          <w:lang w:eastAsia="ja-JP"/>
        </w:rPr>
        <w:t xml:space="preserve">ie Investitionsbereitschaft in die eigene </w:t>
      </w:r>
      <w:r w:rsidR="00C64578">
        <w:rPr>
          <w:rFonts w:ascii="Arial" w:hAnsi="Arial" w:cs="Arial"/>
          <w:sz w:val="18"/>
          <w:szCs w:val="18"/>
          <w:lang w:eastAsia="ja-JP"/>
        </w:rPr>
        <w:t xml:space="preserve">oder die </w:t>
      </w:r>
      <w:r w:rsidR="00B77792">
        <w:rPr>
          <w:rFonts w:ascii="Arial" w:hAnsi="Arial" w:cs="Arial"/>
          <w:sz w:val="18"/>
          <w:szCs w:val="18"/>
          <w:lang w:eastAsia="ja-JP"/>
        </w:rPr>
        <w:t>Bildung der Kinder – ohnehi</w:t>
      </w:r>
      <w:r w:rsidR="001E2916">
        <w:rPr>
          <w:rFonts w:ascii="Arial" w:hAnsi="Arial" w:cs="Arial"/>
          <w:sz w:val="18"/>
          <w:szCs w:val="18"/>
          <w:lang w:eastAsia="ja-JP"/>
        </w:rPr>
        <w:t>n schon seit Jahren auf niedrig</w:t>
      </w:r>
      <w:r w:rsidR="00511CDA">
        <w:rPr>
          <w:rFonts w:ascii="Arial" w:hAnsi="Arial" w:cs="Arial"/>
          <w:sz w:val="18"/>
          <w:szCs w:val="18"/>
          <w:lang w:eastAsia="ja-JP"/>
        </w:rPr>
        <w:t>e</w:t>
      </w:r>
      <w:r w:rsidR="00B77792">
        <w:rPr>
          <w:rFonts w:ascii="Arial" w:hAnsi="Arial" w:cs="Arial"/>
          <w:sz w:val="18"/>
          <w:szCs w:val="18"/>
          <w:lang w:eastAsia="ja-JP"/>
        </w:rPr>
        <w:t>m Niveau –</w:t>
      </w:r>
      <w:r w:rsidR="00A529DC">
        <w:rPr>
          <w:rFonts w:ascii="Arial" w:hAnsi="Arial" w:cs="Arial"/>
          <w:sz w:val="18"/>
          <w:szCs w:val="18"/>
          <w:lang w:eastAsia="ja-JP"/>
        </w:rPr>
        <w:t xml:space="preserve"> belegt auch </w:t>
      </w:r>
      <w:r w:rsidR="00E75832">
        <w:rPr>
          <w:rFonts w:ascii="Arial" w:hAnsi="Arial" w:cs="Arial"/>
          <w:sz w:val="18"/>
          <w:szCs w:val="18"/>
          <w:lang w:eastAsia="ja-JP"/>
        </w:rPr>
        <w:t>aktuell keinen Spitzenplatz im Konsumwünsche-Ranking (2020: 19,0 Prozent; 2019: 16,1 Prozent; 2018: 18,3 Prozent)</w:t>
      </w:r>
      <w:r w:rsidR="00B77792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A529DC">
        <w:rPr>
          <w:rFonts w:ascii="Arial" w:hAnsi="Arial" w:cs="Arial"/>
          <w:sz w:val="18"/>
          <w:szCs w:val="18"/>
          <w:lang w:eastAsia="ja-JP"/>
        </w:rPr>
        <w:t xml:space="preserve">In Zeiten der Corona-Krise </w:t>
      </w:r>
      <w:r w:rsidR="00BC32F5">
        <w:rPr>
          <w:rFonts w:ascii="Arial" w:hAnsi="Arial" w:cs="Arial"/>
          <w:sz w:val="18"/>
          <w:szCs w:val="18"/>
          <w:lang w:eastAsia="ja-JP"/>
        </w:rPr>
        <w:t xml:space="preserve">hat sich </w:t>
      </w:r>
      <w:r w:rsidR="00E75832">
        <w:rPr>
          <w:rFonts w:ascii="Arial" w:hAnsi="Arial" w:cs="Arial"/>
          <w:sz w:val="18"/>
          <w:szCs w:val="18"/>
          <w:lang w:eastAsia="ja-JP"/>
        </w:rPr>
        <w:t xml:space="preserve">bei den </w:t>
      </w:r>
      <w:r w:rsidR="00A529DC">
        <w:rPr>
          <w:rFonts w:ascii="Arial" w:hAnsi="Arial" w:cs="Arial"/>
          <w:sz w:val="18"/>
          <w:szCs w:val="18"/>
          <w:lang w:eastAsia="ja-JP"/>
        </w:rPr>
        <w:t xml:space="preserve">40- bis 49-Jährigen </w:t>
      </w:r>
      <w:r w:rsidR="00BC32F5">
        <w:rPr>
          <w:rFonts w:ascii="Arial" w:hAnsi="Arial" w:cs="Arial"/>
          <w:sz w:val="18"/>
          <w:szCs w:val="18"/>
          <w:lang w:eastAsia="ja-JP"/>
        </w:rPr>
        <w:t xml:space="preserve">im Vergleich zum </w:t>
      </w:r>
      <w:r w:rsidR="00BC32F5">
        <w:rPr>
          <w:rFonts w:ascii="Arial" w:hAnsi="Arial" w:cs="Arial"/>
          <w:sz w:val="18"/>
          <w:szCs w:val="18"/>
          <w:lang w:eastAsia="ja-JP"/>
        </w:rPr>
        <w:lastRenderedPageBreak/>
        <w:t xml:space="preserve">Vorjahr </w:t>
      </w:r>
      <w:r w:rsidR="00C64578">
        <w:rPr>
          <w:rFonts w:ascii="Arial" w:hAnsi="Arial" w:cs="Arial"/>
          <w:sz w:val="18"/>
          <w:szCs w:val="18"/>
          <w:lang w:eastAsia="ja-JP"/>
        </w:rPr>
        <w:t xml:space="preserve">allerdings </w:t>
      </w:r>
      <w:r w:rsidR="00E75832">
        <w:rPr>
          <w:rFonts w:ascii="Arial" w:hAnsi="Arial" w:cs="Arial"/>
          <w:sz w:val="18"/>
          <w:szCs w:val="18"/>
          <w:lang w:eastAsia="ja-JP"/>
        </w:rPr>
        <w:t>der Wunsch, in ihre Bildung zu investieren</w:t>
      </w:r>
      <w:r w:rsidR="00BC32F5">
        <w:rPr>
          <w:rFonts w:ascii="Arial" w:hAnsi="Arial" w:cs="Arial"/>
          <w:sz w:val="18"/>
          <w:szCs w:val="18"/>
          <w:lang w:eastAsia="ja-JP"/>
        </w:rPr>
        <w:t>, mehr als verdoppelt</w:t>
      </w:r>
      <w:r w:rsidR="00A529DC">
        <w:rPr>
          <w:rFonts w:ascii="Arial" w:hAnsi="Arial" w:cs="Arial"/>
          <w:sz w:val="18"/>
          <w:szCs w:val="18"/>
          <w:lang w:eastAsia="ja-JP"/>
        </w:rPr>
        <w:t xml:space="preserve"> (2020: 24,3 Prozent; 2019: 10,3 Prozent; 2018: 14,8 Prozent).</w:t>
      </w:r>
    </w:p>
    <w:p w14:paraId="6442851F" w14:textId="78861BAA" w:rsidR="00BC5BDA" w:rsidRDefault="00BC5BDA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1867A1B8" w14:textId="17AEFFD6" w:rsidR="000C5497" w:rsidRPr="000C5497" w:rsidRDefault="000C5497" w:rsidP="00C46543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 xml:space="preserve">Corona-Pandemie hat Auswirkungen auf das Sparverhalten </w:t>
      </w:r>
    </w:p>
    <w:p w14:paraId="202EE457" w14:textId="5C753C93" w:rsidR="001E2916" w:rsidRDefault="001E2916" w:rsidP="001E2916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761DB8">
        <w:rPr>
          <w:rFonts w:ascii="Arial" w:hAnsi="Arial" w:cs="Arial"/>
          <w:sz w:val="18"/>
          <w:szCs w:val="18"/>
          <w:lang w:eastAsia="ja-JP"/>
        </w:rPr>
        <w:t xml:space="preserve">Selbst der sonst schwer zu erschütternde Sparwille der Deutschen erfährt </w:t>
      </w:r>
      <w:r>
        <w:rPr>
          <w:rFonts w:ascii="Arial" w:hAnsi="Arial" w:cs="Arial"/>
          <w:sz w:val="18"/>
          <w:szCs w:val="18"/>
          <w:lang w:eastAsia="ja-JP"/>
        </w:rPr>
        <w:t xml:space="preserve">in der aktuellen Lage </w:t>
      </w:r>
      <w:r w:rsidRPr="00761DB8">
        <w:rPr>
          <w:rFonts w:ascii="Arial" w:hAnsi="Arial" w:cs="Arial"/>
          <w:sz w:val="18"/>
          <w:szCs w:val="18"/>
          <w:lang w:eastAsia="ja-JP"/>
        </w:rPr>
        <w:t>einen Abwärtstrend. Während 2019 fast die Hälfte der Befragten angab, mehr sparen zu wollen als im Vorjahr, sind es in der aktuellen Befragung nur noch 39,6 Prozent (2020: 39,6 Prozent; 2019: 48,7 Prozent; 2018: 51,7 Prozent).</w:t>
      </w:r>
      <w:r>
        <w:rPr>
          <w:rFonts w:ascii="Arial" w:hAnsi="Arial" w:cs="Arial"/>
          <w:sz w:val="18"/>
          <w:szCs w:val="18"/>
          <w:lang w:eastAsia="ja-JP"/>
        </w:rPr>
        <w:t xml:space="preserve"> Gleichzeitig gibt nur noch etwa jeder Zehnte an, dass er sein Geld mit Blick auf das </w:t>
      </w:r>
      <w:r w:rsidR="000B1E25">
        <w:rPr>
          <w:rFonts w:ascii="Arial" w:hAnsi="Arial" w:cs="Arial"/>
          <w:sz w:val="18"/>
          <w:szCs w:val="18"/>
          <w:lang w:eastAsia="ja-JP"/>
        </w:rPr>
        <w:t xml:space="preserve">derzeitige </w:t>
      </w:r>
      <w:r>
        <w:rPr>
          <w:rFonts w:ascii="Arial" w:hAnsi="Arial" w:cs="Arial"/>
          <w:sz w:val="18"/>
          <w:szCs w:val="18"/>
          <w:lang w:eastAsia="ja-JP"/>
        </w:rPr>
        <w:t xml:space="preserve">Zinsniveau auf dem Girokonto </w:t>
      </w:r>
      <w:r w:rsidR="001569F4">
        <w:rPr>
          <w:rFonts w:ascii="Arial" w:hAnsi="Arial" w:cs="Arial"/>
          <w:sz w:val="18"/>
          <w:szCs w:val="18"/>
          <w:lang w:eastAsia="ja-JP"/>
        </w:rPr>
        <w:t xml:space="preserve">belässt </w:t>
      </w:r>
      <w:r>
        <w:rPr>
          <w:rFonts w:ascii="Arial" w:hAnsi="Arial" w:cs="Arial"/>
          <w:sz w:val="18"/>
          <w:szCs w:val="18"/>
          <w:lang w:eastAsia="ja-JP"/>
        </w:rPr>
        <w:t>und nicht anderweitig anleg</w:t>
      </w:r>
      <w:r w:rsidR="001569F4">
        <w:rPr>
          <w:rFonts w:ascii="Arial" w:hAnsi="Arial" w:cs="Arial"/>
          <w:sz w:val="18"/>
          <w:szCs w:val="18"/>
          <w:lang w:eastAsia="ja-JP"/>
        </w:rPr>
        <w:t>t</w:t>
      </w:r>
      <w:r>
        <w:rPr>
          <w:rFonts w:ascii="Arial" w:hAnsi="Arial" w:cs="Arial"/>
          <w:sz w:val="18"/>
          <w:szCs w:val="18"/>
          <w:lang w:eastAsia="ja-JP"/>
        </w:rPr>
        <w:t xml:space="preserve"> (2020: 11,9 Prozent; 2019: 17,2 Prozent; 2018: 23,0 Prozent)</w:t>
      </w:r>
      <w:r w:rsidR="000C5497">
        <w:rPr>
          <w:rFonts w:ascii="Arial" w:hAnsi="Arial" w:cs="Arial"/>
          <w:sz w:val="18"/>
          <w:szCs w:val="18"/>
          <w:lang w:eastAsia="ja-JP"/>
        </w:rPr>
        <w:t>. Entsprechend steigt die Bereitschaft</w:t>
      </w:r>
      <w:r w:rsidR="000B1E25">
        <w:rPr>
          <w:rFonts w:ascii="Arial" w:hAnsi="Arial" w:cs="Arial"/>
          <w:sz w:val="18"/>
          <w:szCs w:val="18"/>
          <w:lang w:eastAsia="ja-JP"/>
        </w:rPr>
        <w:t>,</w:t>
      </w:r>
      <w:r w:rsidR="000C5497">
        <w:rPr>
          <w:rFonts w:ascii="Arial" w:hAnsi="Arial" w:cs="Arial"/>
          <w:sz w:val="18"/>
          <w:szCs w:val="18"/>
          <w:lang w:eastAsia="ja-JP"/>
        </w:rPr>
        <w:t xml:space="preserve"> in Aktien und Fonds zu investieren</w:t>
      </w:r>
      <w:r w:rsidR="000B1E25">
        <w:rPr>
          <w:rFonts w:ascii="Arial" w:hAnsi="Arial" w:cs="Arial"/>
          <w:sz w:val="18"/>
          <w:szCs w:val="18"/>
          <w:lang w:eastAsia="ja-JP"/>
        </w:rPr>
        <w:t>,</w:t>
      </w:r>
      <w:r w:rsidR="000C5497">
        <w:rPr>
          <w:rFonts w:ascii="Arial" w:hAnsi="Arial" w:cs="Arial"/>
          <w:sz w:val="18"/>
          <w:szCs w:val="18"/>
          <w:lang w:eastAsia="ja-JP"/>
        </w:rPr>
        <w:t xml:space="preserve"> leicht an (2020: 19,2 Prozent; 2019: 16,9 Prozent; 2018: 18,0 Prozent).</w:t>
      </w:r>
    </w:p>
    <w:p w14:paraId="3A2AD62F" w14:textId="77777777" w:rsidR="000C5497" w:rsidRDefault="000C5497" w:rsidP="001E2916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795482CC" w14:textId="77777777" w:rsidR="000C5497" w:rsidRPr="00B04530" w:rsidRDefault="000C5497" w:rsidP="000C5497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>Kredit bleibt Finanzierungsoption Nummer eins</w:t>
      </w:r>
    </w:p>
    <w:p w14:paraId="1161E482" w14:textId="33B15104" w:rsidR="00B04B72" w:rsidRDefault="00E75832" w:rsidP="00F72FC7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Wünsche wollen jedoch auch finanziert werden: </w:t>
      </w:r>
      <w:r w:rsidR="000C5497">
        <w:rPr>
          <w:rFonts w:ascii="Arial" w:hAnsi="Arial" w:cs="Arial"/>
          <w:sz w:val="18"/>
          <w:szCs w:val="18"/>
          <w:lang w:eastAsia="ja-JP"/>
        </w:rPr>
        <w:t xml:space="preserve">Für </w:t>
      </w:r>
      <w:r w:rsidR="00A529DC">
        <w:rPr>
          <w:rFonts w:ascii="Arial" w:hAnsi="Arial" w:cs="Arial"/>
          <w:sz w:val="18"/>
          <w:szCs w:val="18"/>
          <w:lang w:eastAsia="ja-JP"/>
        </w:rPr>
        <w:t xml:space="preserve">viele Deutsche </w:t>
      </w:r>
      <w:r w:rsidR="000C5497">
        <w:rPr>
          <w:rFonts w:ascii="Arial" w:hAnsi="Arial" w:cs="Arial"/>
          <w:sz w:val="18"/>
          <w:szCs w:val="18"/>
          <w:lang w:eastAsia="ja-JP"/>
        </w:rPr>
        <w:t xml:space="preserve">bleibt </w:t>
      </w:r>
      <w:r w:rsidR="00A529DC">
        <w:rPr>
          <w:rFonts w:ascii="Arial" w:hAnsi="Arial" w:cs="Arial"/>
          <w:sz w:val="18"/>
          <w:szCs w:val="18"/>
          <w:lang w:eastAsia="ja-JP"/>
        </w:rPr>
        <w:t xml:space="preserve">die Finanzierung über einen Kredit </w:t>
      </w:r>
      <w:r w:rsidR="00DE210C">
        <w:rPr>
          <w:rFonts w:ascii="Arial" w:hAnsi="Arial" w:cs="Arial"/>
          <w:sz w:val="18"/>
          <w:szCs w:val="18"/>
          <w:lang w:eastAsia="ja-JP"/>
        </w:rPr>
        <w:t xml:space="preserve">eine verlockende Option. In der aktuellen Situation geben </w:t>
      </w:r>
      <w:r w:rsidR="000B1E25">
        <w:rPr>
          <w:rFonts w:ascii="Arial" w:hAnsi="Arial" w:cs="Arial"/>
          <w:sz w:val="18"/>
          <w:szCs w:val="18"/>
          <w:lang w:eastAsia="ja-JP"/>
        </w:rPr>
        <w:t xml:space="preserve">mehr als </w:t>
      </w:r>
      <w:r w:rsidR="00DE210C">
        <w:rPr>
          <w:rFonts w:ascii="Arial" w:hAnsi="Arial" w:cs="Arial"/>
          <w:sz w:val="18"/>
          <w:szCs w:val="18"/>
          <w:lang w:eastAsia="ja-JP"/>
        </w:rPr>
        <w:t xml:space="preserve">zwei Drittel der Befragten an, für </w:t>
      </w:r>
      <w:r w:rsidR="000B1E25">
        <w:rPr>
          <w:rFonts w:ascii="Arial" w:hAnsi="Arial" w:cs="Arial"/>
          <w:sz w:val="18"/>
          <w:szCs w:val="18"/>
          <w:lang w:eastAsia="ja-JP"/>
        </w:rPr>
        <w:t>i</w:t>
      </w:r>
      <w:r w:rsidR="00DE210C">
        <w:rPr>
          <w:rFonts w:ascii="Arial" w:hAnsi="Arial" w:cs="Arial"/>
          <w:sz w:val="18"/>
          <w:szCs w:val="18"/>
          <w:lang w:eastAsia="ja-JP"/>
        </w:rPr>
        <w:t xml:space="preserve">hre Wunschanschaffung die Aufnahme eines Kredits </w:t>
      </w:r>
      <w:r w:rsidR="000B1E25">
        <w:rPr>
          <w:rFonts w:ascii="Arial" w:hAnsi="Arial" w:cs="Arial"/>
          <w:sz w:val="18"/>
          <w:szCs w:val="18"/>
          <w:lang w:eastAsia="ja-JP"/>
        </w:rPr>
        <w:t>zu erwägen</w:t>
      </w:r>
      <w:r w:rsidR="00DE210C">
        <w:rPr>
          <w:rFonts w:ascii="Arial" w:hAnsi="Arial" w:cs="Arial"/>
          <w:sz w:val="18"/>
          <w:szCs w:val="18"/>
          <w:lang w:eastAsia="ja-JP"/>
        </w:rPr>
        <w:t xml:space="preserve"> (2020: 68,5 Prozent; 2019: 50,2 Prozent; 2018: 55,3 Prozent). Besonders auffällig: Die Anzahl</w:t>
      </w:r>
      <w:r w:rsidR="00324661">
        <w:rPr>
          <w:rFonts w:ascii="Arial" w:hAnsi="Arial" w:cs="Arial"/>
          <w:sz w:val="18"/>
          <w:szCs w:val="18"/>
          <w:lang w:eastAsia="ja-JP"/>
        </w:rPr>
        <w:t xml:space="preserve"> der Anschaffungsfreudigen</w:t>
      </w:r>
      <w:r w:rsidR="00DE210C">
        <w:rPr>
          <w:rFonts w:ascii="Arial" w:hAnsi="Arial" w:cs="Arial"/>
          <w:sz w:val="18"/>
          <w:szCs w:val="18"/>
          <w:lang w:eastAsia="ja-JP"/>
        </w:rPr>
        <w:t>, die fest einplanen auf einen Kredit zurückzugreifen, hat sich verdoppelt und liegt bei fast einem Drittel der Befragten (2020: 32,1 Prozent; 2019: 15,6 Prozent).</w:t>
      </w:r>
    </w:p>
    <w:p w14:paraId="7DB10DA7" w14:textId="77777777" w:rsidR="007A548F" w:rsidRDefault="007A548F" w:rsidP="00815B4C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3E0E7BAA" w14:textId="23B6FC46" w:rsidR="00C54C35" w:rsidRDefault="00C54C35" w:rsidP="00815B4C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DE4B84">
        <w:rPr>
          <w:rFonts w:ascii="Arial" w:hAnsi="Arial" w:cs="Arial"/>
          <w:sz w:val="18"/>
          <w:szCs w:val="18"/>
          <w:lang w:eastAsia="ja-JP"/>
        </w:rPr>
        <w:t>„</w:t>
      </w:r>
      <w:r w:rsidR="001B3677">
        <w:rPr>
          <w:rFonts w:ascii="Arial" w:hAnsi="Arial" w:cs="Arial"/>
          <w:sz w:val="18"/>
          <w:szCs w:val="18"/>
          <w:lang w:eastAsia="ja-JP"/>
        </w:rPr>
        <w:t>Auch in unsicheren Zeiten wie diesen sollten Kreditinteressierte sich ausreichend Zeit nehmen, um sich Gedanken über ihre finanzielle Situation zu machen</w:t>
      </w:r>
      <w:r w:rsidR="00FE33D7">
        <w:rPr>
          <w:rFonts w:ascii="Arial" w:hAnsi="Arial" w:cs="Arial"/>
          <w:sz w:val="18"/>
          <w:szCs w:val="18"/>
          <w:lang w:eastAsia="ja-JP"/>
        </w:rPr>
        <w:t xml:space="preserve"> und sich gut zu überlegen, ob sie sich die Rate dauerhaft leisten können</w:t>
      </w:r>
      <w:r w:rsidR="001B3677">
        <w:rPr>
          <w:rFonts w:ascii="Arial" w:hAnsi="Arial" w:cs="Arial"/>
          <w:sz w:val="18"/>
          <w:szCs w:val="18"/>
          <w:lang w:eastAsia="ja-JP"/>
        </w:rPr>
        <w:t xml:space="preserve">“, erklärt Maik </w:t>
      </w:r>
      <w:proofErr w:type="spellStart"/>
      <w:r w:rsidR="001B3677">
        <w:rPr>
          <w:rFonts w:ascii="Arial" w:hAnsi="Arial" w:cs="Arial"/>
          <w:sz w:val="18"/>
          <w:szCs w:val="18"/>
          <w:lang w:eastAsia="ja-JP"/>
        </w:rPr>
        <w:t>Wennrich</w:t>
      </w:r>
      <w:proofErr w:type="spellEnd"/>
      <w:r w:rsidR="001B3677">
        <w:rPr>
          <w:rFonts w:ascii="Arial" w:hAnsi="Arial" w:cs="Arial"/>
          <w:sz w:val="18"/>
          <w:szCs w:val="18"/>
          <w:lang w:eastAsia="ja-JP"/>
        </w:rPr>
        <w:t>, Leiter Produktmanagement der norisbank. „Wer</w:t>
      </w:r>
      <w:r w:rsidR="00815B4C" w:rsidRPr="00815B4C">
        <w:rPr>
          <w:rFonts w:ascii="Arial" w:hAnsi="Arial" w:cs="Arial"/>
          <w:sz w:val="18"/>
          <w:szCs w:val="18"/>
          <w:lang w:eastAsia="ja-JP"/>
        </w:rPr>
        <w:t xml:space="preserve"> einen Ratenkredit für die Finanzierung in Anspruch nimmt, sollte </w:t>
      </w:r>
      <w:r w:rsidR="00D2702A">
        <w:rPr>
          <w:rFonts w:ascii="Arial" w:hAnsi="Arial" w:cs="Arial"/>
          <w:sz w:val="18"/>
          <w:szCs w:val="18"/>
          <w:lang w:eastAsia="ja-JP"/>
        </w:rPr>
        <w:t xml:space="preserve">idealerweise </w:t>
      </w:r>
      <w:r w:rsidR="00815B4C" w:rsidRPr="00815B4C">
        <w:rPr>
          <w:rFonts w:ascii="Arial" w:hAnsi="Arial" w:cs="Arial"/>
          <w:sz w:val="18"/>
          <w:szCs w:val="18"/>
          <w:lang w:eastAsia="ja-JP"/>
        </w:rPr>
        <w:t xml:space="preserve">darauf achten, eine möglichst </w:t>
      </w:r>
      <w:r w:rsidR="00D2702A">
        <w:rPr>
          <w:rFonts w:ascii="Arial" w:hAnsi="Arial" w:cs="Arial"/>
          <w:sz w:val="18"/>
          <w:szCs w:val="18"/>
          <w:lang w:eastAsia="ja-JP"/>
        </w:rPr>
        <w:t>nicht zu lange</w:t>
      </w:r>
      <w:r w:rsidR="00D2702A" w:rsidRPr="00815B4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15B4C" w:rsidRPr="00815B4C">
        <w:rPr>
          <w:rFonts w:ascii="Arial" w:hAnsi="Arial" w:cs="Arial"/>
          <w:sz w:val="18"/>
          <w:szCs w:val="18"/>
          <w:lang w:eastAsia="ja-JP"/>
        </w:rPr>
        <w:t>Laufzeit mit gleichzeitig bequem leistbaren Monatsraten zu wählen</w:t>
      </w:r>
      <w:r w:rsidR="007A548F">
        <w:rPr>
          <w:rFonts w:ascii="Arial" w:hAnsi="Arial" w:cs="Arial"/>
          <w:sz w:val="18"/>
          <w:szCs w:val="18"/>
          <w:lang w:eastAsia="ja-JP"/>
        </w:rPr>
        <w:t xml:space="preserve">“, so der Rat von Maik </w:t>
      </w:r>
      <w:proofErr w:type="spellStart"/>
      <w:r w:rsidR="007A548F">
        <w:rPr>
          <w:rFonts w:ascii="Arial" w:hAnsi="Arial" w:cs="Arial"/>
          <w:sz w:val="18"/>
          <w:szCs w:val="18"/>
          <w:lang w:eastAsia="ja-JP"/>
        </w:rPr>
        <w:t>Wennrich</w:t>
      </w:r>
      <w:proofErr w:type="spellEnd"/>
      <w:r w:rsidR="00815B4C" w:rsidRPr="00815B4C">
        <w:rPr>
          <w:rFonts w:ascii="Arial" w:hAnsi="Arial" w:cs="Arial"/>
          <w:sz w:val="18"/>
          <w:szCs w:val="18"/>
          <w:lang w:eastAsia="ja-JP"/>
        </w:rPr>
        <w:t>.</w:t>
      </w:r>
      <w:r w:rsidR="00815B4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A548F">
        <w:rPr>
          <w:rFonts w:ascii="Arial" w:hAnsi="Arial" w:cs="Arial"/>
          <w:sz w:val="18"/>
          <w:szCs w:val="18"/>
          <w:lang w:eastAsia="ja-JP"/>
        </w:rPr>
        <w:t>„</w:t>
      </w:r>
      <w:r w:rsidR="006405C8">
        <w:rPr>
          <w:rFonts w:ascii="Arial" w:hAnsi="Arial" w:cs="Arial"/>
          <w:sz w:val="18"/>
          <w:szCs w:val="18"/>
          <w:lang w:eastAsia="ja-JP"/>
        </w:rPr>
        <w:t>W</w:t>
      </w:r>
      <w:r w:rsidRPr="00DE4B84">
        <w:rPr>
          <w:rFonts w:ascii="Arial" w:hAnsi="Arial" w:cs="Arial"/>
          <w:sz w:val="18"/>
          <w:szCs w:val="18"/>
          <w:lang w:eastAsia="ja-JP"/>
        </w:rPr>
        <w:t xml:space="preserve">enn bestehende Kredite zusammengefasst werden, können Kunden </w:t>
      </w:r>
      <w:r w:rsidR="007A548F">
        <w:rPr>
          <w:rFonts w:ascii="Arial" w:hAnsi="Arial" w:cs="Arial"/>
          <w:sz w:val="18"/>
          <w:szCs w:val="18"/>
          <w:lang w:eastAsia="ja-JP"/>
        </w:rPr>
        <w:t xml:space="preserve">zudem </w:t>
      </w:r>
      <w:r>
        <w:rPr>
          <w:rFonts w:ascii="Arial" w:hAnsi="Arial" w:cs="Arial"/>
          <w:sz w:val="18"/>
          <w:szCs w:val="18"/>
          <w:lang w:eastAsia="ja-JP"/>
        </w:rPr>
        <w:t xml:space="preserve">nicht nur die Übersicht </w:t>
      </w:r>
      <w:r w:rsidR="00D2702A">
        <w:rPr>
          <w:rFonts w:ascii="Arial" w:hAnsi="Arial" w:cs="Arial"/>
          <w:sz w:val="18"/>
          <w:szCs w:val="18"/>
          <w:lang w:eastAsia="ja-JP"/>
        </w:rPr>
        <w:t xml:space="preserve">über </w:t>
      </w:r>
      <w:r w:rsidR="001569F4">
        <w:rPr>
          <w:rFonts w:ascii="Arial" w:hAnsi="Arial" w:cs="Arial"/>
          <w:sz w:val="18"/>
          <w:szCs w:val="18"/>
          <w:lang w:eastAsia="ja-JP"/>
        </w:rPr>
        <w:t>i</w:t>
      </w:r>
      <w:r w:rsidR="00D2702A">
        <w:rPr>
          <w:rFonts w:ascii="Arial" w:hAnsi="Arial" w:cs="Arial"/>
          <w:sz w:val="18"/>
          <w:szCs w:val="18"/>
          <w:lang w:eastAsia="ja-JP"/>
        </w:rPr>
        <w:t xml:space="preserve">hre Kredite </w:t>
      </w:r>
      <w:r>
        <w:rPr>
          <w:rFonts w:ascii="Arial" w:hAnsi="Arial" w:cs="Arial"/>
          <w:sz w:val="18"/>
          <w:szCs w:val="18"/>
          <w:lang w:eastAsia="ja-JP"/>
        </w:rPr>
        <w:t xml:space="preserve">verbessern und die Rückzahlung vereinfachen, sondern </w:t>
      </w:r>
      <w:r w:rsidR="001569F4">
        <w:rPr>
          <w:rFonts w:ascii="Arial" w:hAnsi="Arial" w:cs="Arial"/>
          <w:sz w:val="18"/>
          <w:szCs w:val="18"/>
          <w:lang w:eastAsia="ja-JP"/>
        </w:rPr>
        <w:t>häufig</w:t>
      </w:r>
      <w:r>
        <w:rPr>
          <w:rFonts w:ascii="Arial" w:hAnsi="Arial" w:cs="Arial"/>
          <w:sz w:val="18"/>
          <w:szCs w:val="18"/>
          <w:lang w:eastAsia="ja-JP"/>
        </w:rPr>
        <w:t xml:space="preserve"> sogar noch </w:t>
      </w:r>
      <w:r w:rsidRPr="00DE4B84">
        <w:rPr>
          <w:rFonts w:ascii="Arial" w:hAnsi="Arial" w:cs="Arial"/>
          <w:sz w:val="18"/>
          <w:szCs w:val="18"/>
          <w:lang w:eastAsia="ja-JP"/>
        </w:rPr>
        <w:t xml:space="preserve">erheblich sparen. Bei größeren Anschaffungen kann es sich zudem anbieten, </w:t>
      </w:r>
      <w:r>
        <w:rPr>
          <w:rFonts w:ascii="Arial" w:hAnsi="Arial" w:cs="Arial"/>
          <w:sz w:val="18"/>
          <w:szCs w:val="18"/>
          <w:lang w:eastAsia="ja-JP"/>
        </w:rPr>
        <w:t xml:space="preserve">den Vertrag gemeinsam mit dem Ehe- oder Lebenspartner zu unterschreiben. Denn </w:t>
      </w:r>
      <w:r w:rsidRPr="00DE4B84">
        <w:rPr>
          <w:rFonts w:ascii="Arial" w:hAnsi="Arial" w:cs="Arial"/>
          <w:sz w:val="18"/>
          <w:szCs w:val="18"/>
          <w:lang w:eastAsia="ja-JP"/>
        </w:rPr>
        <w:t>auch dadurch sind günstige</w:t>
      </w:r>
      <w:r>
        <w:rPr>
          <w:rFonts w:ascii="Arial" w:hAnsi="Arial" w:cs="Arial"/>
          <w:sz w:val="18"/>
          <w:szCs w:val="18"/>
          <w:lang w:eastAsia="ja-JP"/>
        </w:rPr>
        <w:t>re</w:t>
      </w:r>
      <w:r w:rsidRPr="00DE4B84">
        <w:rPr>
          <w:rFonts w:ascii="Arial" w:hAnsi="Arial" w:cs="Arial"/>
          <w:sz w:val="18"/>
          <w:szCs w:val="18"/>
          <w:lang w:eastAsia="ja-JP"/>
        </w:rPr>
        <w:t xml:space="preserve"> Konditionen möglich.“</w:t>
      </w:r>
    </w:p>
    <w:p w14:paraId="7413FE44" w14:textId="77777777" w:rsidR="00C54C35" w:rsidRDefault="00C54C35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313E32D4" w14:textId="407CA033" w:rsidR="006042C9" w:rsidRPr="00FD2919" w:rsidRDefault="006042C9" w:rsidP="00C46543">
      <w:pPr>
        <w:spacing w:line="360" w:lineRule="auto"/>
        <w:rPr>
          <w:rFonts w:ascii="Arial" w:hAnsi="Arial" w:cs="Arial"/>
          <w:color w:val="000000"/>
          <w:sz w:val="18"/>
          <w:szCs w:val="18"/>
          <w:lang w:eastAsia="ja-JP"/>
        </w:rPr>
      </w:pPr>
      <w:r w:rsidRPr="00146F69">
        <w:rPr>
          <w:rFonts w:ascii="Arial" w:hAnsi="Arial" w:cs="Arial"/>
          <w:sz w:val="18"/>
          <w:szCs w:val="18"/>
        </w:rPr>
        <w:t>Mehr Informationen</w:t>
      </w:r>
      <w:r w:rsidR="003859B7">
        <w:rPr>
          <w:rFonts w:ascii="Arial" w:hAnsi="Arial" w:cs="Arial"/>
          <w:sz w:val="18"/>
          <w:szCs w:val="18"/>
        </w:rPr>
        <w:t xml:space="preserve"> zur norisbank</w:t>
      </w:r>
      <w:r w:rsidRPr="00146F69">
        <w:rPr>
          <w:rFonts w:ascii="Arial" w:hAnsi="Arial" w:cs="Arial"/>
          <w:sz w:val="18"/>
          <w:szCs w:val="18"/>
        </w:rPr>
        <w:t xml:space="preserve"> finden Sie unter </w:t>
      </w:r>
      <w:hyperlink r:id="rId12" w:history="1">
        <w:r w:rsidRPr="00146F69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  <w:r w:rsidRPr="00FD2919">
        <w:rPr>
          <w:rStyle w:val="Hyperlink"/>
          <w:rFonts w:ascii="Arial" w:hAnsi="Arial" w:cs="Arial"/>
          <w:b/>
          <w:color w:val="000000"/>
          <w:sz w:val="18"/>
          <w:szCs w:val="18"/>
          <w:lang w:eastAsia="ja-JP"/>
        </w:rPr>
        <w:t xml:space="preserve"> </w:t>
      </w:r>
      <w:r w:rsidRPr="00FD2919">
        <w:rPr>
          <w:rFonts w:ascii="Arial" w:hAnsi="Arial" w:cs="Arial"/>
          <w:color w:val="35312E"/>
          <w:sz w:val="18"/>
          <w:szCs w:val="18"/>
        </w:rPr>
        <w:t xml:space="preserve">oder besuchen Sie uns auf Twitter </w:t>
      </w:r>
      <w:hyperlink r:id="rId13" w:tgtFrame="_blank" w:history="1">
        <w:r w:rsidRPr="00146F69">
          <w:rPr>
            <w:rStyle w:val="Hyperlink"/>
            <w:rFonts w:ascii="Arial" w:hAnsi="Arial" w:cs="Arial"/>
            <w:sz w:val="18"/>
            <w:szCs w:val="18"/>
          </w:rPr>
          <w:t>https://twitter.com/norisbank</w:t>
        </w:r>
      </w:hyperlink>
    </w:p>
    <w:p w14:paraId="693773D8" w14:textId="77777777" w:rsidR="0025226B" w:rsidRPr="0089166F" w:rsidRDefault="0025226B" w:rsidP="0070520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488F7558" w14:textId="77777777" w:rsidR="00705201" w:rsidRPr="00CA1051" w:rsidRDefault="00705201" w:rsidP="00705201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860E0E">
        <w:rPr>
          <w:rFonts w:ascii="Arial" w:hAnsi="Arial" w:cs="Arial"/>
          <w:b/>
          <w:sz w:val="18"/>
          <w:szCs w:val="18"/>
          <w:lang w:eastAsia="ja-JP"/>
        </w:rPr>
        <w:t>Über die Umfrage</w:t>
      </w:r>
    </w:p>
    <w:p w14:paraId="42958244" w14:textId="30B93AA3" w:rsidR="00705201" w:rsidRDefault="00705201" w:rsidP="0070520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Die norisbank hat</w:t>
      </w:r>
      <w:r w:rsidRPr="004B38E8">
        <w:rPr>
          <w:rFonts w:ascii="Arial" w:hAnsi="Arial" w:cs="Arial"/>
          <w:sz w:val="18"/>
          <w:szCs w:val="18"/>
        </w:rPr>
        <w:t xml:space="preserve"> zusammen mit dem Marktforschungsinstitut </w:t>
      </w:r>
      <w:proofErr w:type="spellStart"/>
      <w:r w:rsidRPr="004B38E8">
        <w:rPr>
          <w:rFonts w:ascii="Arial" w:hAnsi="Arial" w:cs="Arial"/>
          <w:sz w:val="18"/>
          <w:szCs w:val="18"/>
        </w:rPr>
        <w:t>Innofact</w:t>
      </w:r>
      <w:proofErr w:type="spellEnd"/>
      <w:r w:rsidRPr="004B38E8">
        <w:rPr>
          <w:rFonts w:ascii="Arial" w:hAnsi="Arial" w:cs="Arial"/>
          <w:sz w:val="18"/>
          <w:szCs w:val="18"/>
        </w:rPr>
        <w:t xml:space="preserve"> AG</w:t>
      </w:r>
      <w:r w:rsidR="00DE210C">
        <w:rPr>
          <w:rFonts w:ascii="Arial" w:hAnsi="Arial" w:cs="Arial"/>
          <w:sz w:val="18"/>
          <w:szCs w:val="18"/>
        </w:rPr>
        <w:t xml:space="preserve"> im Oktober</w:t>
      </w:r>
      <w:r w:rsidR="00936539">
        <w:rPr>
          <w:rFonts w:ascii="Arial" w:hAnsi="Arial" w:cs="Arial"/>
          <w:sz w:val="18"/>
          <w:szCs w:val="18"/>
        </w:rPr>
        <w:t xml:space="preserve"> 2019</w:t>
      </w:r>
      <w:r w:rsidRPr="004B38E8">
        <w:rPr>
          <w:rFonts w:ascii="Arial" w:hAnsi="Arial" w:cs="Arial"/>
          <w:sz w:val="18"/>
          <w:szCs w:val="18"/>
        </w:rPr>
        <w:t xml:space="preserve"> 1.00</w:t>
      </w:r>
      <w:r>
        <w:rPr>
          <w:rFonts w:ascii="Arial" w:hAnsi="Arial" w:cs="Arial"/>
          <w:sz w:val="18"/>
          <w:szCs w:val="18"/>
        </w:rPr>
        <w:t>3</w:t>
      </w:r>
      <w:r w:rsidRPr="004B38E8">
        <w:rPr>
          <w:rFonts w:ascii="Arial" w:hAnsi="Arial" w:cs="Arial"/>
          <w:sz w:val="18"/>
          <w:szCs w:val="18"/>
        </w:rPr>
        <w:t xml:space="preserve"> Personen ab 18 Jahren bevölkerungsrepräsentativ nach Alter und Geschlecht befragt. </w:t>
      </w:r>
      <w:r w:rsidR="00DE210C">
        <w:rPr>
          <w:rFonts w:ascii="Arial" w:hAnsi="Arial" w:cs="Arial"/>
          <w:sz w:val="18"/>
          <w:szCs w:val="18"/>
        </w:rPr>
        <w:t xml:space="preserve">Im März 2020 wurde eine weitere Befragung </w:t>
      </w:r>
      <w:r w:rsidR="00761DB8">
        <w:rPr>
          <w:rFonts w:ascii="Arial" w:hAnsi="Arial" w:cs="Arial"/>
          <w:sz w:val="18"/>
          <w:szCs w:val="18"/>
        </w:rPr>
        <w:t xml:space="preserve">mit </w:t>
      </w:r>
      <w:proofErr w:type="spellStart"/>
      <w:r w:rsidR="00761DB8">
        <w:rPr>
          <w:rFonts w:ascii="Arial" w:hAnsi="Arial" w:cs="Arial"/>
          <w:sz w:val="18"/>
          <w:szCs w:val="18"/>
        </w:rPr>
        <w:t>Innofact</w:t>
      </w:r>
      <w:proofErr w:type="spellEnd"/>
      <w:r w:rsidR="00761DB8">
        <w:rPr>
          <w:rFonts w:ascii="Arial" w:hAnsi="Arial" w:cs="Arial"/>
          <w:sz w:val="18"/>
          <w:szCs w:val="18"/>
        </w:rPr>
        <w:t xml:space="preserve"> AG durchgeführt, um die Auswirkungen des </w:t>
      </w:r>
      <w:proofErr w:type="spellStart"/>
      <w:r w:rsidR="00761DB8">
        <w:rPr>
          <w:rFonts w:ascii="Arial" w:hAnsi="Arial" w:cs="Arial"/>
          <w:sz w:val="18"/>
          <w:szCs w:val="18"/>
        </w:rPr>
        <w:t>Coronoavirus</w:t>
      </w:r>
      <w:proofErr w:type="spellEnd"/>
      <w:r w:rsidR="00936539">
        <w:rPr>
          <w:rFonts w:ascii="Arial" w:hAnsi="Arial" w:cs="Arial"/>
          <w:sz w:val="18"/>
          <w:szCs w:val="18"/>
        </w:rPr>
        <w:t xml:space="preserve"> auf das Konsumverhalten der Deutschen</w:t>
      </w:r>
      <w:r w:rsidR="00761DB8">
        <w:rPr>
          <w:rFonts w:ascii="Arial" w:hAnsi="Arial" w:cs="Arial"/>
          <w:sz w:val="18"/>
          <w:szCs w:val="18"/>
        </w:rPr>
        <w:t xml:space="preserve"> zu beleuchten. Es wurden 1</w:t>
      </w:r>
      <w:r w:rsidR="00936539">
        <w:rPr>
          <w:rFonts w:ascii="Arial" w:hAnsi="Arial" w:cs="Arial"/>
          <w:sz w:val="18"/>
          <w:szCs w:val="18"/>
        </w:rPr>
        <w:t>.</w:t>
      </w:r>
      <w:r w:rsidR="00761DB8">
        <w:rPr>
          <w:rFonts w:ascii="Arial" w:hAnsi="Arial" w:cs="Arial"/>
          <w:sz w:val="18"/>
          <w:szCs w:val="18"/>
        </w:rPr>
        <w:t xml:space="preserve">050 Personen ab 18 Jahren </w:t>
      </w:r>
      <w:r w:rsidR="00761DB8" w:rsidRPr="004B38E8">
        <w:rPr>
          <w:rFonts w:ascii="Arial" w:hAnsi="Arial" w:cs="Arial"/>
          <w:sz w:val="18"/>
          <w:szCs w:val="18"/>
        </w:rPr>
        <w:t>bevölkerungsrepräsentativ nach Alter und Geschlecht befragt</w:t>
      </w:r>
      <w:r w:rsidR="00761DB8">
        <w:rPr>
          <w:rFonts w:ascii="Arial" w:hAnsi="Arial" w:cs="Arial"/>
          <w:sz w:val="18"/>
          <w:szCs w:val="18"/>
        </w:rPr>
        <w:t>.</w:t>
      </w:r>
    </w:p>
    <w:p w14:paraId="51C568FE" w14:textId="77777777" w:rsidR="00F72FC7" w:rsidRPr="003E4829" w:rsidRDefault="00F72FC7" w:rsidP="00F72FC7">
      <w:pPr>
        <w:rPr>
          <w:rFonts w:ascii="Arial" w:hAnsi="Arial" w:cs="Arial"/>
          <w:sz w:val="18"/>
          <w:szCs w:val="18"/>
          <w:lang w:eastAsia="ja-JP"/>
        </w:rPr>
      </w:pPr>
    </w:p>
    <w:p w14:paraId="1D59C286" w14:textId="77777777" w:rsidR="00F72FC7" w:rsidRPr="003E4829" w:rsidRDefault="00F72FC7" w:rsidP="00F72FC7">
      <w:pPr>
        <w:rPr>
          <w:rFonts w:ascii="Arial" w:hAnsi="Arial" w:cs="Arial"/>
          <w:sz w:val="18"/>
          <w:szCs w:val="18"/>
          <w:lang w:eastAsia="ja-JP"/>
        </w:rPr>
      </w:pPr>
    </w:p>
    <w:p w14:paraId="69240166" w14:textId="77777777" w:rsidR="00E8749E" w:rsidRPr="000B4340" w:rsidRDefault="00E8749E" w:rsidP="00E8749E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04631B">
        <w:rPr>
          <w:rFonts w:ascii="Arial" w:hAnsi="Arial" w:cs="Arial"/>
          <w:b/>
          <w:sz w:val="18"/>
          <w:szCs w:val="18"/>
          <w:lang w:eastAsia="ja-JP"/>
        </w:rPr>
        <w:t>Ü</w:t>
      </w:r>
      <w:r w:rsidRPr="000B4340">
        <w:rPr>
          <w:rFonts w:ascii="Arial" w:hAnsi="Arial" w:cs="Arial"/>
          <w:b/>
          <w:sz w:val="18"/>
          <w:szCs w:val="18"/>
          <w:lang w:eastAsia="ja-JP"/>
        </w:rPr>
        <w:t>ber die norisbank</w:t>
      </w:r>
    </w:p>
    <w:p w14:paraId="2556A150" w14:textId="77777777" w:rsidR="00E8749E" w:rsidRPr="00EF1320" w:rsidRDefault="00E8749E" w:rsidP="00E8749E">
      <w:pPr>
        <w:rPr>
          <w:rFonts w:ascii="Arial" w:hAnsi="Arial" w:cs="Arial"/>
          <w:sz w:val="18"/>
          <w:szCs w:val="18"/>
        </w:rPr>
      </w:pPr>
      <w:r w:rsidRPr="00EF1320">
        <w:rPr>
          <w:rFonts w:ascii="Arial" w:hAnsi="Arial" w:cs="Arial"/>
          <w:sz w:val="18"/>
          <w:szCs w:val="18"/>
        </w:rPr>
        <w:t xml:space="preserve">Die norisbank – ein Unternehmen der Deutsche Bank Gruppe – ist eine moderne Direktbank, die ihren </w:t>
      </w:r>
      <w:r>
        <w:rPr>
          <w:rFonts w:ascii="Arial" w:hAnsi="Arial" w:cs="Arial"/>
          <w:sz w:val="18"/>
          <w:szCs w:val="18"/>
        </w:rPr>
        <w:t>über</w:t>
      </w:r>
      <w:r w:rsidRPr="00EF1320">
        <w:rPr>
          <w:rFonts w:ascii="Arial" w:hAnsi="Arial" w:cs="Arial"/>
          <w:sz w:val="18"/>
          <w:szCs w:val="18"/>
        </w:rPr>
        <w:t xml:space="preserve"> 5</w:t>
      </w:r>
      <w:r>
        <w:rPr>
          <w:rFonts w:ascii="Arial" w:hAnsi="Arial" w:cs="Arial"/>
          <w:sz w:val="18"/>
          <w:szCs w:val="18"/>
        </w:rPr>
        <w:t>5</w:t>
      </w:r>
      <w:r w:rsidRPr="00EF1320">
        <w:rPr>
          <w:rFonts w:ascii="Arial" w:hAnsi="Arial" w:cs="Arial"/>
          <w:sz w:val="18"/>
          <w:szCs w:val="18"/>
        </w:rPr>
        <w:t xml:space="preserve">0.000 Kunden online und telefonisch an 7 Tagen die Woche 24 Stunden zur Verfügung steht. Mit Services rund um die Uhr – wo immer der Kunde ist – sowie ganz ohne die Bindung an ein Filialnetz und Filialöffnungszeiten versteht sich die norisbank als die smarte „immer-und-überall-dabei“ Bank. Sie bietet ihren Kunden Produkte und Services in Testsieger-Qualität zu </w:t>
      </w:r>
      <w:r>
        <w:rPr>
          <w:rFonts w:ascii="Arial" w:hAnsi="Arial" w:cs="Arial"/>
          <w:sz w:val="18"/>
          <w:szCs w:val="18"/>
        </w:rPr>
        <w:t xml:space="preserve">stets </w:t>
      </w:r>
      <w:r w:rsidRPr="00EF1320">
        <w:rPr>
          <w:rFonts w:ascii="Arial" w:hAnsi="Arial" w:cs="Arial"/>
          <w:sz w:val="18"/>
          <w:szCs w:val="18"/>
        </w:rPr>
        <w:t xml:space="preserve">attraktiven Konditionen. Neben den Kernangeboten – dem kostenlosen „Top-Girokonto“ und der kostenlosen Kreditkarte sowie dem günstigen „Top-Kredit“ – bietet die norisbank ihren Kunden breit gefächerte Leistungen: von der Geldanlage bis hin zu Versicherungen. </w:t>
      </w:r>
    </w:p>
    <w:p w14:paraId="07774C30" w14:textId="77777777" w:rsidR="00E8749E" w:rsidRPr="001C1E4B" w:rsidRDefault="00E8749E" w:rsidP="00E8749E">
      <w:pPr>
        <w:rPr>
          <w:rFonts w:ascii="Arial" w:hAnsi="Arial" w:cs="Arial"/>
          <w:sz w:val="18"/>
          <w:szCs w:val="18"/>
        </w:rPr>
      </w:pPr>
    </w:p>
    <w:p w14:paraId="70D2EF9E" w14:textId="77777777" w:rsidR="00637F46" w:rsidRDefault="00637F46" w:rsidP="00637F46">
      <w:pPr>
        <w:rPr>
          <w:rFonts w:ascii="Arial" w:hAnsi="Arial" w:cs="Arial"/>
          <w:sz w:val="18"/>
          <w:szCs w:val="18"/>
        </w:rPr>
      </w:pPr>
      <w:r w:rsidRPr="001C1E4B">
        <w:rPr>
          <w:rFonts w:ascii="Arial" w:hAnsi="Arial" w:cs="Arial"/>
          <w:sz w:val="18"/>
          <w:szCs w:val="18"/>
        </w:rPr>
        <w:t xml:space="preserve">Für ihre kundenorientierten Angebote wurde die norisbank in den letzten Jahren vielfach prämiert. </w:t>
      </w:r>
      <w:r>
        <w:rPr>
          <w:rFonts w:ascii="Arial" w:hAnsi="Arial" w:cs="Arial"/>
          <w:sz w:val="18"/>
          <w:szCs w:val="18"/>
        </w:rPr>
        <w:t xml:space="preserve">So </w:t>
      </w:r>
      <w:r w:rsidRPr="001C1E4B">
        <w:rPr>
          <w:rFonts w:ascii="Arial" w:hAnsi="Arial" w:cs="Arial"/>
          <w:sz w:val="18"/>
          <w:szCs w:val="18"/>
        </w:rPr>
        <w:t>wurde der norisbank</w:t>
      </w:r>
      <w:r>
        <w:rPr>
          <w:rFonts w:ascii="Arial" w:hAnsi="Arial" w:cs="Arial"/>
          <w:sz w:val="18"/>
          <w:szCs w:val="18"/>
        </w:rPr>
        <w:t xml:space="preserve"> unter anderem i</w:t>
      </w:r>
      <w:r w:rsidRPr="001C1E4B">
        <w:rPr>
          <w:rFonts w:ascii="Arial" w:hAnsi="Arial" w:cs="Arial"/>
          <w:sz w:val="18"/>
          <w:szCs w:val="18"/>
        </w:rPr>
        <w:t xml:space="preserve">m umfassenden Girokonten-Vergleichstest der Stiftung Warentest im </w:t>
      </w:r>
      <w:r>
        <w:rPr>
          <w:rFonts w:ascii="Arial" w:hAnsi="Arial" w:cs="Arial"/>
          <w:sz w:val="18"/>
          <w:szCs w:val="18"/>
        </w:rPr>
        <w:t>August</w:t>
      </w:r>
      <w:r w:rsidRPr="001C1E4B">
        <w:rPr>
          <w:rFonts w:ascii="Arial" w:hAnsi="Arial" w:cs="Arial"/>
          <w:sz w:val="18"/>
          <w:szCs w:val="18"/>
        </w:rPr>
        <w:t xml:space="preserve"> 201</w:t>
      </w:r>
      <w:r>
        <w:rPr>
          <w:rFonts w:ascii="Arial" w:hAnsi="Arial" w:cs="Arial"/>
          <w:sz w:val="18"/>
          <w:szCs w:val="18"/>
        </w:rPr>
        <w:t>9</w:t>
      </w:r>
      <w:r w:rsidRPr="001C1E4B">
        <w:rPr>
          <w:rFonts w:ascii="Arial" w:hAnsi="Arial" w:cs="Arial"/>
          <w:sz w:val="18"/>
          <w:szCs w:val="18"/>
        </w:rPr>
        <w:t xml:space="preserve"> erneut das begehrte Siegel für ihr „kostenloses Girokonto ohne Bedingungen“ verliehen. </w:t>
      </w:r>
      <w:r>
        <w:rPr>
          <w:rFonts w:ascii="Arial" w:hAnsi="Arial" w:cs="Arial"/>
          <w:sz w:val="18"/>
          <w:szCs w:val="18"/>
        </w:rPr>
        <w:t>Und</w:t>
      </w:r>
      <w:r w:rsidRPr="001C1E4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beim großen Girokonten-Vergleich 2019 von €uro errang </w:t>
      </w:r>
      <w:r w:rsidRPr="001C1E4B">
        <w:rPr>
          <w:rFonts w:ascii="Arial" w:hAnsi="Arial" w:cs="Arial"/>
          <w:sz w:val="18"/>
          <w:szCs w:val="18"/>
        </w:rPr>
        <w:t xml:space="preserve">das norisbank Top-Girokonto </w:t>
      </w:r>
      <w:r>
        <w:rPr>
          <w:rFonts w:ascii="Arial" w:hAnsi="Arial" w:cs="Arial"/>
          <w:sz w:val="18"/>
          <w:szCs w:val="18"/>
        </w:rPr>
        <w:t xml:space="preserve">den </w:t>
      </w:r>
      <w:proofErr w:type="spellStart"/>
      <w:r>
        <w:rPr>
          <w:rFonts w:ascii="Arial" w:hAnsi="Arial" w:cs="Arial"/>
          <w:sz w:val="18"/>
          <w:szCs w:val="18"/>
        </w:rPr>
        <w:t>Testsieg</w:t>
      </w:r>
      <w:proofErr w:type="spellEnd"/>
      <w:r>
        <w:rPr>
          <w:rFonts w:ascii="Arial" w:hAnsi="Arial" w:cs="Arial"/>
          <w:sz w:val="18"/>
          <w:szCs w:val="18"/>
        </w:rPr>
        <w:t>. Auch der</w:t>
      </w:r>
      <w:r w:rsidRPr="001C1E4B">
        <w:rPr>
          <w:rFonts w:ascii="Arial" w:hAnsi="Arial" w:cs="Arial"/>
          <w:sz w:val="18"/>
          <w:szCs w:val="18"/>
        </w:rPr>
        <w:t xml:space="preserve"> TÜV Saarland </w:t>
      </w:r>
      <w:r>
        <w:rPr>
          <w:rFonts w:ascii="Arial" w:hAnsi="Arial" w:cs="Arial"/>
          <w:sz w:val="18"/>
          <w:szCs w:val="18"/>
        </w:rPr>
        <w:t xml:space="preserve">beurteilte das Preis-Leistungsverhältnis des norisbank-Angebots und die Kundenzufriedenheit Ende 2018 jeweils </w:t>
      </w:r>
      <w:r w:rsidRPr="001C1E4B">
        <w:rPr>
          <w:rFonts w:ascii="Arial" w:hAnsi="Arial" w:cs="Arial"/>
          <w:sz w:val="18"/>
          <w:szCs w:val="18"/>
        </w:rPr>
        <w:t xml:space="preserve">mit der Note „sehr gut“. </w:t>
      </w:r>
      <w:r>
        <w:rPr>
          <w:rFonts w:ascii="Arial" w:hAnsi="Arial" w:cs="Arial"/>
          <w:sz w:val="18"/>
          <w:szCs w:val="18"/>
        </w:rPr>
        <w:t>I</w:t>
      </w:r>
      <w:r w:rsidRPr="001C1E4B">
        <w:rPr>
          <w:rFonts w:ascii="Arial" w:hAnsi="Arial" w:cs="Arial"/>
          <w:sz w:val="18"/>
          <w:szCs w:val="18"/>
        </w:rPr>
        <w:t xml:space="preserve">m </w:t>
      </w:r>
      <w:r>
        <w:rPr>
          <w:rFonts w:ascii="Arial" w:hAnsi="Arial" w:cs="Arial"/>
          <w:sz w:val="18"/>
          <w:szCs w:val="18"/>
        </w:rPr>
        <w:t>Herbst 2019 kürte Focus Money die norisbank zudem zu „Deutschlands beste Direktbank“</w:t>
      </w:r>
      <w:r w:rsidRPr="001C1E4B">
        <w:rPr>
          <w:rFonts w:ascii="Arial" w:hAnsi="Arial" w:cs="Arial"/>
          <w:sz w:val="18"/>
          <w:szCs w:val="18"/>
        </w:rPr>
        <w:t>.</w:t>
      </w:r>
      <w:r w:rsidRPr="00E83A5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Für das Bewertungsportal </w:t>
      </w:r>
      <w:proofErr w:type="spellStart"/>
      <w:r>
        <w:rPr>
          <w:rFonts w:ascii="Arial" w:hAnsi="Arial" w:cs="Arial"/>
          <w:sz w:val="18"/>
          <w:szCs w:val="18"/>
        </w:rPr>
        <w:t>BankingCheck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 w:rsidRPr="00E83A51">
        <w:rPr>
          <w:rFonts w:ascii="Arial" w:hAnsi="Arial" w:cs="Arial"/>
          <w:sz w:val="18"/>
          <w:szCs w:val="18"/>
        </w:rPr>
        <w:t xml:space="preserve">ist die </w:t>
      </w:r>
      <w:r>
        <w:rPr>
          <w:rFonts w:ascii="Arial" w:hAnsi="Arial" w:cs="Arial"/>
          <w:sz w:val="18"/>
          <w:szCs w:val="18"/>
        </w:rPr>
        <w:t xml:space="preserve">norisbank die </w:t>
      </w:r>
      <w:r w:rsidRPr="00E83A51">
        <w:rPr>
          <w:rFonts w:ascii="Arial" w:hAnsi="Arial" w:cs="Arial"/>
          <w:sz w:val="18"/>
          <w:szCs w:val="18"/>
        </w:rPr>
        <w:t>Direktbank in Deutschland mit der besten Kundenbewertung.</w:t>
      </w:r>
      <w:r>
        <w:rPr>
          <w:rFonts w:ascii="Arial" w:hAnsi="Arial" w:cs="Arial"/>
          <w:sz w:val="18"/>
          <w:szCs w:val="18"/>
        </w:rPr>
        <w:t xml:space="preserve"> Vielfache weitere Auszeichnungen bestätigen darüber hinaus die Top-Qualität und das hervorragende Preis-Leistungsverhältnis der norisbank. Weitere aktuelle Informationen hierzu: </w:t>
      </w:r>
      <w:hyperlink r:id="rId14" w:history="1">
        <w:r w:rsidRPr="001E07BD">
          <w:rPr>
            <w:rStyle w:val="Hyperlink"/>
            <w:rFonts w:ascii="Arial" w:hAnsi="Arial" w:cs="Arial"/>
            <w:sz w:val="18"/>
            <w:szCs w:val="18"/>
          </w:rPr>
          <w:t>www.norisbank.de/service/auszeichnungen.html</w:t>
        </w:r>
      </w:hyperlink>
    </w:p>
    <w:p w14:paraId="097B5D83" w14:textId="77777777" w:rsidR="00E8749E" w:rsidRPr="003E4829" w:rsidRDefault="00E8749E" w:rsidP="00E8749E">
      <w:pPr>
        <w:rPr>
          <w:rFonts w:ascii="Arial" w:hAnsi="Arial" w:cs="Arial"/>
          <w:sz w:val="18"/>
          <w:szCs w:val="18"/>
          <w:lang w:eastAsia="ja-JP"/>
        </w:rPr>
      </w:pPr>
    </w:p>
    <w:p w14:paraId="105F3355" w14:textId="77777777" w:rsidR="002E06A2" w:rsidRPr="003E4829" w:rsidRDefault="002E06A2" w:rsidP="002E06A2">
      <w:pPr>
        <w:rPr>
          <w:rFonts w:ascii="Arial" w:hAnsi="Arial" w:cs="Arial"/>
          <w:sz w:val="18"/>
          <w:szCs w:val="18"/>
          <w:lang w:eastAsia="ja-JP"/>
        </w:rPr>
      </w:pPr>
    </w:p>
    <w:p w14:paraId="6AA32CA0" w14:textId="77777777" w:rsidR="002E06A2" w:rsidRPr="0025476D" w:rsidRDefault="002E06A2" w:rsidP="002E06A2">
      <w:pPr>
        <w:rPr>
          <w:rFonts w:ascii="Arial" w:hAnsi="Arial" w:cs="Arial"/>
          <w:sz w:val="18"/>
          <w:szCs w:val="18"/>
          <w:lang w:eastAsia="ja-JP"/>
        </w:rPr>
      </w:pPr>
      <w:r w:rsidRPr="007A5A4F">
        <w:rPr>
          <w:rFonts w:ascii="Arial" w:hAnsi="Arial" w:cs="Arial"/>
          <w:b/>
          <w:sz w:val="18"/>
          <w:szCs w:val="18"/>
        </w:rPr>
        <w:t>Pressekontakt der norisbank:</w:t>
      </w:r>
      <w:r w:rsidRPr="007A5A4F"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Christian Jacobs</w:t>
      </w:r>
      <w:r w:rsidRPr="007A5A4F">
        <w:rPr>
          <w:rFonts w:ascii="Arial" w:hAnsi="Arial" w:cs="Arial"/>
          <w:sz w:val="18"/>
          <w:szCs w:val="18"/>
        </w:rPr>
        <w:br/>
        <w:t xml:space="preserve">Kommunikation </w:t>
      </w:r>
      <w:r>
        <w:rPr>
          <w:rFonts w:ascii="Arial" w:hAnsi="Arial" w:cs="Arial"/>
          <w:sz w:val="18"/>
          <w:szCs w:val="18"/>
        </w:rPr>
        <w:t>&amp;</w:t>
      </w:r>
      <w:r w:rsidRPr="007A5A4F">
        <w:rPr>
          <w:rFonts w:ascii="Arial" w:hAnsi="Arial" w:cs="Arial"/>
          <w:sz w:val="18"/>
          <w:szCs w:val="18"/>
        </w:rPr>
        <w:t xml:space="preserve"> Presse</w:t>
      </w:r>
      <w:r w:rsidRPr="007A5A4F">
        <w:rPr>
          <w:rFonts w:ascii="Arial" w:hAnsi="Arial" w:cs="Arial"/>
          <w:sz w:val="18"/>
          <w:szCs w:val="18"/>
        </w:rPr>
        <w:br/>
        <w:t>Reuterstraße 122</w:t>
      </w:r>
      <w:r>
        <w:rPr>
          <w:rFonts w:ascii="Arial" w:hAnsi="Arial" w:cs="Arial"/>
          <w:sz w:val="18"/>
          <w:szCs w:val="18"/>
        </w:rPr>
        <w:t xml:space="preserve">, </w:t>
      </w:r>
      <w:r w:rsidRPr="007A5A4F">
        <w:rPr>
          <w:rFonts w:ascii="Arial" w:hAnsi="Arial" w:cs="Arial"/>
          <w:sz w:val="18"/>
          <w:szCs w:val="18"/>
        </w:rPr>
        <w:t>53129 Bonn</w:t>
      </w:r>
      <w:r w:rsidRPr="007A5A4F">
        <w:rPr>
          <w:rFonts w:ascii="Arial" w:hAnsi="Arial" w:cs="Arial"/>
          <w:sz w:val="18"/>
          <w:szCs w:val="18"/>
        </w:rPr>
        <w:br/>
        <w:t>Tel.: +49 (0228)</w:t>
      </w:r>
      <w:r>
        <w:rPr>
          <w:rFonts w:ascii="Arial" w:hAnsi="Arial" w:cs="Arial"/>
          <w:sz w:val="18"/>
          <w:szCs w:val="18"/>
        </w:rPr>
        <w:t>280 45-190</w:t>
      </w:r>
      <w:r w:rsidRPr="007A5A4F">
        <w:rPr>
          <w:rFonts w:ascii="Arial" w:hAnsi="Arial" w:cs="Arial"/>
          <w:sz w:val="18"/>
          <w:szCs w:val="18"/>
        </w:rPr>
        <w:br/>
        <w:t xml:space="preserve">E-Mail: </w:t>
      </w:r>
      <w:r w:rsidRPr="00CD785C">
        <w:rPr>
          <w:rFonts w:ascii="Arial" w:hAnsi="Arial" w:cs="Arial"/>
          <w:sz w:val="18"/>
          <w:szCs w:val="18"/>
        </w:rPr>
        <w:t>christian-a.jacobs@norisbank.de</w:t>
      </w:r>
    </w:p>
    <w:p w14:paraId="4EF82225" w14:textId="3059115C" w:rsidR="0025476D" w:rsidRPr="0025476D" w:rsidRDefault="0025476D" w:rsidP="002E06A2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sectPr w:rsidR="0025476D" w:rsidRPr="0025476D" w:rsidSect="00A1251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2100" w:right="1417" w:bottom="567" w:left="1417" w:header="708" w:footer="545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FEA4E3" w14:textId="77777777" w:rsidR="00E737E2" w:rsidRDefault="00E737E2" w:rsidP="007A6FBB">
      <w:r>
        <w:separator/>
      </w:r>
    </w:p>
  </w:endnote>
  <w:endnote w:type="continuationSeparator" w:id="0">
    <w:p w14:paraId="66272B3B" w14:textId="77777777" w:rsidR="00E737E2" w:rsidRDefault="00E737E2" w:rsidP="007A6FBB">
      <w:r>
        <w:continuationSeparator/>
      </w:r>
    </w:p>
  </w:endnote>
  <w:endnote w:type="continuationNotice" w:id="1">
    <w:p w14:paraId="60B84857" w14:textId="77777777" w:rsidR="00E737E2" w:rsidRDefault="00E737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eutsche Bank Display">
    <w:altName w:val="BentonSans Thin"/>
    <w:panose1 w:val="020F0403020203030304"/>
    <w:charset w:val="00"/>
    <w:family w:val="swiss"/>
    <w:pitch w:val="variable"/>
    <w:sig w:usb0="A000006F" w:usb1="0000006B" w:usb2="00000028" w:usb3="00000000" w:csb0="0000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Times New Roman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6AD314" w14:textId="77777777" w:rsidR="004260F6" w:rsidRPr="00A12517" w:rsidRDefault="004260F6" w:rsidP="00A1251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28EED7" w14:textId="77777777" w:rsidR="004260F6" w:rsidRPr="00A12517" w:rsidRDefault="004260F6" w:rsidP="00A1251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818B0F" w14:textId="77777777" w:rsidR="004260F6" w:rsidRPr="00A12517" w:rsidRDefault="004260F6" w:rsidP="00A1251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CD6208" w14:textId="77777777" w:rsidR="00E737E2" w:rsidRDefault="00E737E2" w:rsidP="007A6FBB">
      <w:r>
        <w:separator/>
      </w:r>
    </w:p>
  </w:footnote>
  <w:footnote w:type="continuationSeparator" w:id="0">
    <w:p w14:paraId="2689510E" w14:textId="77777777" w:rsidR="00E737E2" w:rsidRDefault="00E737E2" w:rsidP="007A6FBB">
      <w:r>
        <w:continuationSeparator/>
      </w:r>
    </w:p>
  </w:footnote>
  <w:footnote w:type="continuationNotice" w:id="1">
    <w:p w14:paraId="33F214C7" w14:textId="77777777" w:rsidR="00E737E2" w:rsidRDefault="00E737E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91C2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477A2D6E" wp14:editId="352DBB5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E8005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93AC7B" wp14:editId="5982983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9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F534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0DB1C5F" wp14:editId="40DC1DF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1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7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3FEC7E4D"/>
    <w:multiLevelType w:val="multilevel"/>
    <w:tmpl w:val="688C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BC1241"/>
    <w:multiLevelType w:val="hybridMultilevel"/>
    <w:tmpl w:val="A5482F6E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3"/>
  </w:num>
  <w:num w:numId="4">
    <w:abstractNumId w:val="2"/>
  </w:num>
  <w:num w:numId="5">
    <w:abstractNumId w:val="6"/>
  </w:num>
  <w:num w:numId="6">
    <w:abstractNumId w:val="12"/>
  </w:num>
  <w:num w:numId="7">
    <w:abstractNumId w:val="1"/>
  </w:num>
  <w:num w:numId="8">
    <w:abstractNumId w:val="10"/>
  </w:num>
  <w:num w:numId="9">
    <w:abstractNumId w:val="11"/>
  </w:num>
  <w:num w:numId="10">
    <w:abstractNumId w:val="3"/>
  </w:num>
  <w:num w:numId="11">
    <w:abstractNumId w:val="5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>
    <w:abstractNumId w:val="14"/>
  </w:num>
  <w:num w:numId="14">
    <w:abstractNumId w:val="4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BB"/>
    <w:rsid w:val="0000024B"/>
    <w:rsid w:val="00003ACC"/>
    <w:rsid w:val="00005AE4"/>
    <w:rsid w:val="00005B93"/>
    <w:rsid w:val="00007089"/>
    <w:rsid w:val="00007510"/>
    <w:rsid w:val="000125C4"/>
    <w:rsid w:val="0001495E"/>
    <w:rsid w:val="00017D43"/>
    <w:rsid w:val="0002145C"/>
    <w:rsid w:val="0002555D"/>
    <w:rsid w:val="0003035A"/>
    <w:rsid w:val="000340FD"/>
    <w:rsid w:val="000348D2"/>
    <w:rsid w:val="0003531C"/>
    <w:rsid w:val="00042D74"/>
    <w:rsid w:val="000449B5"/>
    <w:rsid w:val="0004604E"/>
    <w:rsid w:val="000472EB"/>
    <w:rsid w:val="000474A0"/>
    <w:rsid w:val="000518B1"/>
    <w:rsid w:val="0005328B"/>
    <w:rsid w:val="00054C09"/>
    <w:rsid w:val="00056C0D"/>
    <w:rsid w:val="000605E6"/>
    <w:rsid w:val="00063046"/>
    <w:rsid w:val="00063235"/>
    <w:rsid w:val="00063406"/>
    <w:rsid w:val="00063D5A"/>
    <w:rsid w:val="000669A5"/>
    <w:rsid w:val="00071A5C"/>
    <w:rsid w:val="000735DA"/>
    <w:rsid w:val="00075B6A"/>
    <w:rsid w:val="00080677"/>
    <w:rsid w:val="00080825"/>
    <w:rsid w:val="00081F70"/>
    <w:rsid w:val="0008466E"/>
    <w:rsid w:val="00086002"/>
    <w:rsid w:val="00086369"/>
    <w:rsid w:val="000876C7"/>
    <w:rsid w:val="00087726"/>
    <w:rsid w:val="0009232E"/>
    <w:rsid w:val="00092688"/>
    <w:rsid w:val="00094E46"/>
    <w:rsid w:val="0009743C"/>
    <w:rsid w:val="000A042D"/>
    <w:rsid w:val="000A0DE4"/>
    <w:rsid w:val="000A1260"/>
    <w:rsid w:val="000A22D9"/>
    <w:rsid w:val="000A245E"/>
    <w:rsid w:val="000A3ABB"/>
    <w:rsid w:val="000A60EA"/>
    <w:rsid w:val="000A7816"/>
    <w:rsid w:val="000B0069"/>
    <w:rsid w:val="000B1E25"/>
    <w:rsid w:val="000B1FE4"/>
    <w:rsid w:val="000B475E"/>
    <w:rsid w:val="000B5060"/>
    <w:rsid w:val="000C15A1"/>
    <w:rsid w:val="000C1A6E"/>
    <w:rsid w:val="000C492F"/>
    <w:rsid w:val="000C5255"/>
    <w:rsid w:val="000C52E6"/>
    <w:rsid w:val="000C5497"/>
    <w:rsid w:val="000D3112"/>
    <w:rsid w:val="000E067E"/>
    <w:rsid w:val="000E2368"/>
    <w:rsid w:val="000E2F83"/>
    <w:rsid w:val="000E523E"/>
    <w:rsid w:val="000E5483"/>
    <w:rsid w:val="000F14EB"/>
    <w:rsid w:val="000F25A6"/>
    <w:rsid w:val="000F5714"/>
    <w:rsid w:val="00104816"/>
    <w:rsid w:val="00107C74"/>
    <w:rsid w:val="00111AB1"/>
    <w:rsid w:val="001124B2"/>
    <w:rsid w:val="00112723"/>
    <w:rsid w:val="00112CB4"/>
    <w:rsid w:val="00113C48"/>
    <w:rsid w:val="00115FBC"/>
    <w:rsid w:val="001175A8"/>
    <w:rsid w:val="00117F54"/>
    <w:rsid w:val="001209FE"/>
    <w:rsid w:val="00120C24"/>
    <w:rsid w:val="00121844"/>
    <w:rsid w:val="00122170"/>
    <w:rsid w:val="00122F48"/>
    <w:rsid w:val="00123A43"/>
    <w:rsid w:val="00125FE3"/>
    <w:rsid w:val="0013348C"/>
    <w:rsid w:val="0013539E"/>
    <w:rsid w:val="0013572C"/>
    <w:rsid w:val="00136C2E"/>
    <w:rsid w:val="001375F3"/>
    <w:rsid w:val="00140B5B"/>
    <w:rsid w:val="00140C88"/>
    <w:rsid w:val="00141F29"/>
    <w:rsid w:val="00144953"/>
    <w:rsid w:val="00145810"/>
    <w:rsid w:val="00152AAC"/>
    <w:rsid w:val="001569A2"/>
    <w:rsid w:val="001569F4"/>
    <w:rsid w:val="0015705E"/>
    <w:rsid w:val="0015770B"/>
    <w:rsid w:val="00161E60"/>
    <w:rsid w:val="0016279E"/>
    <w:rsid w:val="00162EA4"/>
    <w:rsid w:val="00164CE3"/>
    <w:rsid w:val="001674F7"/>
    <w:rsid w:val="00173263"/>
    <w:rsid w:val="00173F05"/>
    <w:rsid w:val="001740A0"/>
    <w:rsid w:val="00175563"/>
    <w:rsid w:val="0018333D"/>
    <w:rsid w:val="00183EC1"/>
    <w:rsid w:val="001864D0"/>
    <w:rsid w:val="00193399"/>
    <w:rsid w:val="00194C3C"/>
    <w:rsid w:val="00196D25"/>
    <w:rsid w:val="001979E2"/>
    <w:rsid w:val="001A026A"/>
    <w:rsid w:val="001A1E43"/>
    <w:rsid w:val="001A2DAE"/>
    <w:rsid w:val="001A2EAB"/>
    <w:rsid w:val="001A65FD"/>
    <w:rsid w:val="001A746A"/>
    <w:rsid w:val="001A7B8C"/>
    <w:rsid w:val="001B04FB"/>
    <w:rsid w:val="001B1390"/>
    <w:rsid w:val="001B306E"/>
    <w:rsid w:val="001B3677"/>
    <w:rsid w:val="001B5E3C"/>
    <w:rsid w:val="001B66CE"/>
    <w:rsid w:val="001B7A72"/>
    <w:rsid w:val="001C0815"/>
    <w:rsid w:val="001C20A3"/>
    <w:rsid w:val="001C2DE8"/>
    <w:rsid w:val="001C34F5"/>
    <w:rsid w:val="001C3C0F"/>
    <w:rsid w:val="001C66F0"/>
    <w:rsid w:val="001C74A2"/>
    <w:rsid w:val="001C79E7"/>
    <w:rsid w:val="001C7FC8"/>
    <w:rsid w:val="001D04B3"/>
    <w:rsid w:val="001D263E"/>
    <w:rsid w:val="001D3F49"/>
    <w:rsid w:val="001D41E3"/>
    <w:rsid w:val="001D47FF"/>
    <w:rsid w:val="001D7B32"/>
    <w:rsid w:val="001E1180"/>
    <w:rsid w:val="001E1F4D"/>
    <w:rsid w:val="001E2916"/>
    <w:rsid w:val="001E3FDC"/>
    <w:rsid w:val="001F0755"/>
    <w:rsid w:val="001F0AEB"/>
    <w:rsid w:val="001F1573"/>
    <w:rsid w:val="001F1F12"/>
    <w:rsid w:val="001F4171"/>
    <w:rsid w:val="001F48B4"/>
    <w:rsid w:val="001F5356"/>
    <w:rsid w:val="00200B21"/>
    <w:rsid w:val="00201567"/>
    <w:rsid w:val="002018C0"/>
    <w:rsid w:val="00202645"/>
    <w:rsid w:val="00202C3F"/>
    <w:rsid w:val="00203ED7"/>
    <w:rsid w:val="00204C7B"/>
    <w:rsid w:val="00210806"/>
    <w:rsid w:val="002113A4"/>
    <w:rsid w:val="0021435D"/>
    <w:rsid w:val="0021487D"/>
    <w:rsid w:val="0022188F"/>
    <w:rsid w:val="00223CE4"/>
    <w:rsid w:val="002249D6"/>
    <w:rsid w:val="00225772"/>
    <w:rsid w:val="002268E9"/>
    <w:rsid w:val="00231290"/>
    <w:rsid w:val="002331EE"/>
    <w:rsid w:val="002347E7"/>
    <w:rsid w:val="0023488B"/>
    <w:rsid w:val="00235173"/>
    <w:rsid w:val="0023726D"/>
    <w:rsid w:val="00240201"/>
    <w:rsid w:val="0024071F"/>
    <w:rsid w:val="002407E9"/>
    <w:rsid w:val="0024162E"/>
    <w:rsid w:val="00241CE2"/>
    <w:rsid w:val="00242AF5"/>
    <w:rsid w:val="00243465"/>
    <w:rsid w:val="0024381F"/>
    <w:rsid w:val="0024398F"/>
    <w:rsid w:val="002446CF"/>
    <w:rsid w:val="002457D7"/>
    <w:rsid w:val="002477B5"/>
    <w:rsid w:val="00251010"/>
    <w:rsid w:val="00251BD6"/>
    <w:rsid w:val="0025226B"/>
    <w:rsid w:val="002523DE"/>
    <w:rsid w:val="0025455D"/>
    <w:rsid w:val="0025476D"/>
    <w:rsid w:val="002548EB"/>
    <w:rsid w:val="00256AC4"/>
    <w:rsid w:val="00257A89"/>
    <w:rsid w:val="00260688"/>
    <w:rsid w:val="00261CAD"/>
    <w:rsid w:val="00263359"/>
    <w:rsid w:val="00263BD2"/>
    <w:rsid w:val="00264377"/>
    <w:rsid w:val="002743ED"/>
    <w:rsid w:val="00274A0C"/>
    <w:rsid w:val="00277325"/>
    <w:rsid w:val="00280FC6"/>
    <w:rsid w:val="0028646D"/>
    <w:rsid w:val="002864AF"/>
    <w:rsid w:val="002878EC"/>
    <w:rsid w:val="00287C6F"/>
    <w:rsid w:val="00294ADB"/>
    <w:rsid w:val="0029519A"/>
    <w:rsid w:val="00297117"/>
    <w:rsid w:val="002A064C"/>
    <w:rsid w:val="002A0FE0"/>
    <w:rsid w:val="002A2590"/>
    <w:rsid w:val="002A2763"/>
    <w:rsid w:val="002A2E6F"/>
    <w:rsid w:val="002A343F"/>
    <w:rsid w:val="002B0E65"/>
    <w:rsid w:val="002B4E78"/>
    <w:rsid w:val="002B6FC6"/>
    <w:rsid w:val="002B76C9"/>
    <w:rsid w:val="002B775F"/>
    <w:rsid w:val="002C1D5A"/>
    <w:rsid w:val="002C4797"/>
    <w:rsid w:val="002C54C7"/>
    <w:rsid w:val="002C6B5A"/>
    <w:rsid w:val="002C701D"/>
    <w:rsid w:val="002D2783"/>
    <w:rsid w:val="002D378A"/>
    <w:rsid w:val="002D3A1A"/>
    <w:rsid w:val="002D3E44"/>
    <w:rsid w:val="002D589B"/>
    <w:rsid w:val="002D7942"/>
    <w:rsid w:val="002E041A"/>
    <w:rsid w:val="002E06A2"/>
    <w:rsid w:val="002E0C70"/>
    <w:rsid w:val="002E5181"/>
    <w:rsid w:val="002E553B"/>
    <w:rsid w:val="002E5C68"/>
    <w:rsid w:val="002E6AFB"/>
    <w:rsid w:val="002F2478"/>
    <w:rsid w:val="002F72B7"/>
    <w:rsid w:val="002F7816"/>
    <w:rsid w:val="00300A94"/>
    <w:rsid w:val="00300DE9"/>
    <w:rsid w:val="00302141"/>
    <w:rsid w:val="003023A5"/>
    <w:rsid w:val="00302BE2"/>
    <w:rsid w:val="00302CCD"/>
    <w:rsid w:val="00302DC4"/>
    <w:rsid w:val="00305BEB"/>
    <w:rsid w:val="00310600"/>
    <w:rsid w:val="003106E8"/>
    <w:rsid w:val="0031392E"/>
    <w:rsid w:val="00314946"/>
    <w:rsid w:val="003163F3"/>
    <w:rsid w:val="00321E95"/>
    <w:rsid w:val="00322397"/>
    <w:rsid w:val="00323D53"/>
    <w:rsid w:val="00324661"/>
    <w:rsid w:val="00325E98"/>
    <w:rsid w:val="0032605A"/>
    <w:rsid w:val="00326FBA"/>
    <w:rsid w:val="00330A94"/>
    <w:rsid w:val="00331135"/>
    <w:rsid w:val="003315E6"/>
    <w:rsid w:val="00334779"/>
    <w:rsid w:val="00334D57"/>
    <w:rsid w:val="00335EBD"/>
    <w:rsid w:val="00336DE4"/>
    <w:rsid w:val="00343A23"/>
    <w:rsid w:val="00344584"/>
    <w:rsid w:val="003449E4"/>
    <w:rsid w:val="00344BA7"/>
    <w:rsid w:val="00346377"/>
    <w:rsid w:val="00353E4F"/>
    <w:rsid w:val="0035637C"/>
    <w:rsid w:val="003612C0"/>
    <w:rsid w:val="00362CB0"/>
    <w:rsid w:val="00363DE7"/>
    <w:rsid w:val="00363DF7"/>
    <w:rsid w:val="00365003"/>
    <w:rsid w:val="00365F34"/>
    <w:rsid w:val="00371C7B"/>
    <w:rsid w:val="00372E0C"/>
    <w:rsid w:val="00382D3F"/>
    <w:rsid w:val="00384A2D"/>
    <w:rsid w:val="003859B7"/>
    <w:rsid w:val="00385D9A"/>
    <w:rsid w:val="00387536"/>
    <w:rsid w:val="003922BD"/>
    <w:rsid w:val="003931D6"/>
    <w:rsid w:val="0039341E"/>
    <w:rsid w:val="00393828"/>
    <w:rsid w:val="00393CF7"/>
    <w:rsid w:val="00394AAB"/>
    <w:rsid w:val="00394CBD"/>
    <w:rsid w:val="00395F54"/>
    <w:rsid w:val="0039678E"/>
    <w:rsid w:val="00397A7B"/>
    <w:rsid w:val="003A01F4"/>
    <w:rsid w:val="003A1961"/>
    <w:rsid w:val="003A2CC4"/>
    <w:rsid w:val="003A50A3"/>
    <w:rsid w:val="003A5B48"/>
    <w:rsid w:val="003A5D48"/>
    <w:rsid w:val="003A69FF"/>
    <w:rsid w:val="003B4080"/>
    <w:rsid w:val="003B5BCF"/>
    <w:rsid w:val="003B66AF"/>
    <w:rsid w:val="003B6B3C"/>
    <w:rsid w:val="003B77FF"/>
    <w:rsid w:val="003C2446"/>
    <w:rsid w:val="003C27B2"/>
    <w:rsid w:val="003C6875"/>
    <w:rsid w:val="003C73D6"/>
    <w:rsid w:val="003D1E57"/>
    <w:rsid w:val="003D53FF"/>
    <w:rsid w:val="003D5C32"/>
    <w:rsid w:val="003D6D0E"/>
    <w:rsid w:val="003D7A3B"/>
    <w:rsid w:val="003E2580"/>
    <w:rsid w:val="003E6C60"/>
    <w:rsid w:val="003F016D"/>
    <w:rsid w:val="003F0A1F"/>
    <w:rsid w:val="003F0BBD"/>
    <w:rsid w:val="003F2B0E"/>
    <w:rsid w:val="003F4DB1"/>
    <w:rsid w:val="003F60D2"/>
    <w:rsid w:val="003F7E55"/>
    <w:rsid w:val="004002AC"/>
    <w:rsid w:val="00400BE8"/>
    <w:rsid w:val="004028DD"/>
    <w:rsid w:val="00403D87"/>
    <w:rsid w:val="00404904"/>
    <w:rsid w:val="0041210C"/>
    <w:rsid w:val="00413316"/>
    <w:rsid w:val="00414235"/>
    <w:rsid w:val="00414EF8"/>
    <w:rsid w:val="00420279"/>
    <w:rsid w:val="00420355"/>
    <w:rsid w:val="004203F7"/>
    <w:rsid w:val="00420810"/>
    <w:rsid w:val="00420E46"/>
    <w:rsid w:val="004227A7"/>
    <w:rsid w:val="00423C3A"/>
    <w:rsid w:val="00423F4A"/>
    <w:rsid w:val="0042436B"/>
    <w:rsid w:val="00425C84"/>
    <w:rsid w:val="004260F6"/>
    <w:rsid w:val="00427089"/>
    <w:rsid w:val="004303D1"/>
    <w:rsid w:val="00432B5B"/>
    <w:rsid w:val="00435678"/>
    <w:rsid w:val="00440415"/>
    <w:rsid w:val="00441A82"/>
    <w:rsid w:val="00443903"/>
    <w:rsid w:val="00443A07"/>
    <w:rsid w:val="0044446A"/>
    <w:rsid w:val="00445059"/>
    <w:rsid w:val="00447CD1"/>
    <w:rsid w:val="0045193E"/>
    <w:rsid w:val="004536D6"/>
    <w:rsid w:val="0045656B"/>
    <w:rsid w:val="004577F8"/>
    <w:rsid w:val="00457AC2"/>
    <w:rsid w:val="00457D40"/>
    <w:rsid w:val="004618B7"/>
    <w:rsid w:val="00463B00"/>
    <w:rsid w:val="0046756F"/>
    <w:rsid w:val="0046796E"/>
    <w:rsid w:val="00472494"/>
    <w:rsid w:val="00472A06"/>
    <w:rsid w:val="00472BD4"/>
    <w:rsid w:val="00475119"/>
    <w:rsid w:val="004756CA"/>
    <w:rsid w:val="00476483"/>
    <w:rsid w:val="00477478"/>
    <w:rsid w:val="004826F4"/>
    <w:rsid w:val="00483E52"/>
    <w:rsid w:val="00484172"/>
    <w:rsid w:val="00484918"/>
    <w:rsid w:val="00485362"/>
    <w:rsid w:val="0048601E"/>
    <w:rsid w:val="00493474"/>
    <w:rsid w:val="004946D9"/>
    <w:rsid w:val="00497641"/>
    <w:rsid w:val="004A2750"/>
    <w:rsid w:val="004A2FA7"/>
    <w:rsid w:val="004A5789"/>
    <w:rsid w:val="004B000E"/>
    <w:rsid w:val="004B3368"/>
    <w:rsid w:val="004B4462"/>
    <w:rsid w:val="004C0ECF"/>
    <w:rsid w:val="004C1F4F"/>
    <w:rsid w:val="004C3ED4"/>
    <w:rsid w:val="004C40E2"/>
    <w:rsid w:val="004C5826"/>
    <w:rsid w:val="004C67D3"/>
    <w:rsid w:val="004D25D2"/>
    <w:rsid w:val="004D4EEE"/>
    <w:rsid w:val="004D511B"/>
    <w:rsid w:val="004D54B0"/>
    <w:rsid w:val="004D6DD3"/>
    <w:rsid w:val="004D76D4"/>
    <w:rsid w:val="004E0C36"/>
    <w:rsid w:val="004E1DC8"/>
    <w:rsid w:val="004E2EC5"/>
    <w:rsid w:val="004E2FC8"/>
    <w:rsid w:val="004E511B"/>
    <w:rsid w:val="004E590E"/>
    <w:rsid w:val="004E5C46"/>
    <w:rsid w:val="004F0832"/>
    <w:rsid w:val="004F0D6A"/>
    <w:rsid w:val="004F2B75"/>
    <w:rsid w:val="004F53F8"/>
    <w:rsid w:val="004F5749"/>
    <w:rsid w:val="004F6295"/>
    <w:rsid w:val="004F7883"/>
    <w:rsid w:val="005001A4"/>
    <w:rsid w:val="005025C8"/>
    <w:rsid w:val="005034C2"/>
    <w:rsid w:val="00503BD2"/>
    <w:rsid w:val="0050400F"/>
    <w:rsid w:val="00505C55"/>
    <w:rsid w:val="00507065"/>
    <w:rsid w:val="0050750E"/>
    <w:rsid w:val="00511462"/>
    <w:rsid w:val="00511CDA"/>
    <w:rsid w:val="005129CC"/>
    <w:rsid w:val="0051536F"/>
    <w:rsid w:val="00516582"/>
    <w:rsid w:val="005173E5"/>
    <w:rsid w:val="0052153C"/>
    <w:rsid w:val="0052572B"/>
    <w:rsid w:val="005304A9"/>
    <w:rsid w:val="005322EA"/>
    <w:rsid w:val="005339FE"/>
    <w:rsid w:val="005343F7"/>
    <w:rsid w:val="00534913"/>
    <w:rsid w:val="00536506"/>
    <w:rsid w:val="00537065"/>
    <w:rsid w:val="0053741D"/>
    <w:rsid w:val="00537ECD"/>
    <w:rsid w:val="005400DE"/>
    <w:rsid w:val="0054102D"/>
    <w:rsid w:val="00541731"/>
    <w:rsid w:val="00543690"/>
    <w:rsid w:val="00550149"/>
    <w:rsid w:val="00551172"/>
    <w:rsid w:val="00551E7B"/>
    <w:rsid w:val="00552280"/>
    <w:rsid w:val="00553C46"/>
    <w:rsid w:val="00554D4D"/>
    <w:rsid w:val="00560512"/>
    <w:rsid w:val="005638D1"/>
    <w:rsid w:val="0057194B"/>
    <w:rsid w:val="00572651"/>
    <w:rsid w:val="005735E3"/>
    <w:rsid w:val="00575CDE"/>
    <w:rsid w:val="005760D8"/>
    <w:rsid w:val="005813CD"/>
    <w:rsid w:val="00582255"/>
    <w:rsid w:val="00582601"/>
    <w:rsid w:val="0058263B"/>
    <w:rsid w:val="00585969"/>
    <w:rsid w:val="005864E7"/>
    <w:rsid w:val="00587A89"/>
    <w:rsid w:val="00590A6D"/>
    <w:rsid w:val="0059140D"/>
    <w:rsid w:val="00592233"/>
    <w:rsid w:val="005A3404"/>
    <w:rsid w:val="005A38B2"/>
    <w:rsid w:val="005A648B"/>
    <w:rsid w:val="005A7053"/>
    <w:rsid w:val="005A743F"/>
    <w:rsid w:val="005B03FB"/>
    <w:rsid w:val="005B1948"/>
    <w:rsid w:val="005B26CC"/>
    <w:rsid w:val="005B2D02"/>
    <w:rsid w:val="005B4510"/>
    <w:rsid w:val="005B6F39"/>
    <w:rsid w:val="005C27AC"/>
    <w:rsid w:val="005C4B40"/>
    <w:rsid w:val="005D0471"/>
    <w:rsid w:val="005D12BA"/>
    <w:rsid w:val="005D218F"/>
    <w:rsid w:val="005E49A0"/>
    <w:rsid w:val="005E7A50"/>
    <w:rsid w:val="005F0BEE"/>
    <w:rsid w:val="005F0F86"/>
    <w:rsid w:val="005F38E2"/>
    <w:rsid w:val="005F390A"/>
    <w:rsid w:val="005F58C4"/>
    <w:rsid w:val="005F5A51"/>
    <w:rsid w:val="005F6BB7"/>
    <w:rsid w:val="00601311"/>
    <w:rsid w:val="00602287"/>
    <w:rsid w:val="006042C9"/>
    <w:rsid w:val="006055C7"/>
    <w:rsid w:val="00606F95"/>
    <w:rsid w:val="006108CD"/>
    <w:rsid w:val="00611175"/>
    <w:rsid w:val="0061204A"/>
    <w:rsid w:val="00616DD2"/>
    <w:rsid w:val="006178B0"/>
    <w:rsid w:val="00617ACD"/>
    <w:rsid w:val="00623A7F"/>
    <w:rsid w:val="00625E09"/>
    <w:rsid w:val="00630DDA"/>
    <w:rsid w:val="00631EAB"/>
    <w:rsid w:val="00632959"/>
    <w:rsid w:val="00634B90"/>
    <w:rsid w:val="00634D50"/>
    <w:rsid w:val="006356C2"/>
    <w:rsid w:val="00636757"/>
    <w:rsid w:val="00637DC3"/>
    <w:rsid w:val="00637F46"/>
    <w:rsid w:val="006405C8"/>
    <w:rsid w:val="00640D0A"/>
    <w:rsid w:val="0064140E"/>
    <w:rsid w:val="0064189A"/>
    <w:rsid w:val="00642D4E"/>
    <w:rsid w:val="006442C1"/>
    <w:rsid w:val="0064466F"/>
    <w:rsid w:val="00644B29"/>
    <w:rsid w:val="006451EE"/>
    <w:rsid w:val="006469A3"/>
    <w:rsid w:val="00647AFA"/>
    <w:rsid w:val="0065187F"/>
    <w:rsid w:val="00651A71"/>
    <w:rsid w:val="00651E01"/>
    <w:rsid w:val="0065399E"/>
    <w:rsid w:val="00653CBD"/>
    <w:rsid w:val="00655350"/>
    <w:rsid w:val="00655E95"/>
    <w:rsid w:val="006561F2"/>
    <w:rsid w:val="00657C2C"/>
    <w:rsid w:val="006614AF"/>
    <w:rsid w:val="00662E52"/>
    <w:rsid w:val="00662EF0"/>
    <w:rsid w:val="00663DEA"/>
    <w:rsid w:val="0066409B"/>
    <w:rsid w:val="00664E6B"/>
    <w:rsid w:val="0066530F"/>
    <w:rsid w:val="00670782"/>
    <w:rsid w:val="006724A5"/>
    <w:rsid w:val="00672867"/>
    <w:rsid w:val="00673083"/>
    <w:rsid w:val="00674F0D"/>
    <w:rsid w:val="0067672C"/>
    <w:rsid w:val="00680E6D"/>
    <w:rsid w:val="006843C5"/>
    <w:rsid w:val="006854F0"/>
    <w:rsid w:val="00685ADE"/>
    <w:rsid w:val="006875DC"/>
    <w:rsid w:val="00691691"/>
    <w:rsid w:val="00692806"/>
    <w:rsid w:val="006941DC"/>
    <w:rsid w:val="006950A2"/>
    <w:rsid w:val="006962A9"/>
    <w:rsid w:val="00696AC2"/>
    <w:rsid w:val="00697842"/>
    <w:rsid w:val="006A0FA8"/>
    <w:rsid w:val="006A3085"/>
    <w:rsid w:val="006A3A8C"/>
    <w:rsid w:val="006B05EF"/>
    <w:rsid w:val="006B1B97"/>
    <w:rsid w:val="006B2CEA"/>
    <w:rsid w:val="006B37D2"/>
    <w:rsid w:val="006B4B80"/>
    <w:rsid w:val="006C012E"/>
    <w:rsid w:val="006C348F"/>
    <w:rsid w:val="006C63CC"/>
    <w:rsid w:val="006C6A3D"/>
    <w:rsid w:val="006C7F7A"/>
    <w:rsid w:val="006D3768"/>
    <w:rsid w:val="006D44B7"/>
    <w:rsid w:val="006D5598"/>
    <w:rsid w:val="006D57F9"/>
    <w:rsid w:val="006D587B"/>
    <w:rsid w:val="006D7561"/>
    <w:rsid w:val="006E0957"/>
    <w:rsid w:val="006E13A2"/>
    <w:rsid w:val="006E1EBF"/>
    <w:rsid w:val="006E33B6"/>
    <w:rsid w:val="006E36F7"/>
    <w:rsid w:val="006E5432"/>
    <w:rsid w:val="006E74BF"/>
    <w:rsid w:val="006F0E58"/>
    <w:rsid w:val="006F1B48"/>
    <w:rsid w:val="006F2D43"/>
    <w:rsid w:val="006F41BD"/>
    <w:rsid w:val="006F5C64"/>
    <w:rsid w:val="006F71CB"/>
    <w:rsid w:val="007021CF"/>
    <w:rsid w:val="00705201"/>
    <w:rsid w:val="00707149"/>
    <w:rsid w:val="0070744E"/>
    <w:rsid w:val="00710187"/>
    <w:rsid w:val="0071149F"/>
    <w:rsid w:val="007119F4"/>
    <w:rsid w:val="00712CC4"/>
    <w:rsid w:val="00713DFD"/>
    <w:rsid w:val="007140B4"/>
    <w:rsid w:val="00714386"/>
    <w:rsid w:val="0071585C"/>
    <w:rsid w:val="007167C5"/>
    <w:rsid w:val="007212C1"/>
    <w:rsid w:val="007214EB"/>
    <w:rsid w:val="00721876"/>
    <w:rsid w:val="0072314C"/>
    <w:rsid w:val="00723D01"/>
    <w:rsid w:val="00723F12"/>
    <w:rsid w:val="007240C7"/>
    <w:rsid w:val="007259DC"/>
    <w:rsid w:val="00726A30"/>
    <w:rsid w:val="00731C13"/>
    <w:rsid w:val="00733253"/>
    <w:rsid w:val="0073330E"/>
    <w:rsid w:val="00736AEA"/>
    <w:rsid w:val="00736CE7"/>
    <w:rsid w:val="007372EC"/>
    <w:rsid w:val="00741FCF"/>
    <w:rsid w:val="0074333E"/>
    <w:rsid w:val="007445EE"/>
    <w:rsid w:val="00745ADE"/>
    <w:rsid w:val="00751A61"/>
    <w:rsid w:val="0075431B"/>
    <w:rsid w:val="007553CE"/>
    <w:rsid w:val="00756155"/>
    <w:rsid w:val="00760643"/>
    <w:rsid w:val="00761DB8"/>
    <w:rsid w:val="00762572"/>
    <w:rsid w:val="0076416F"/>
    <w:rsid w:val="00764E0C"/>
    <w:rsid w:val="00771384"/>
    <w:rsid w:val="007728FF"/>
    <w:rsid w:val="00774468"/>
    <w:rsid w:val="00777349"/>
    <w:rsid w:val="00777D08"/>
    <w:rsid w:val="00777EF5"/>
    <w:rsid w:val="007804CC"/>
    <w:rsid w:val="00782851"/>
    <w:rsid w:val="00782C94"/>
    <w:rsid w:val="007830D3"/>
    <w:rsid w:val="00783E57"/>
    <w:rsid w:val="00786597"/>
    <w:rsid w:val="0078729F"/>
    <w:rsid w:val="007879D7"/>
    <w:rsid w:val="00790107"/>
    <w:rsid w:val="00790E1C"/>
    <w:rsid w:val="00791849"/>
    <w:rsid w:val="0079489F"/>
    <w:rsid w:val="007950F0"/>
    <w:rsid w:val="00797538"/>
    <w:rsid w:val="00797919"/>
    <w:rsid w:val="007A0FA2"/>
    <w:rsid w:val="007A31F1"/>
    <w:rsid w:val="007A3768"/>
    <w:rsid w:val="007A4350"/>
    <w:rsid w:val="007A548F"/>
    <w:rsid w:val="007A55BE"/>
    <w:rsid w:val="007A5A4F"/>
    <w:rsid w:val="007A6FBB"/>
    <w:rsid w:val="007A755E"/>
    <w:rsid w:val="007B2538"/>
    <w:rsid w:val="007B3A29"/>
    <w:rsid w:val="007B5C47"/>
    <w:rsid w:val="007B5E49"/>
    <w:rsid w:val="007B6188"/>
    <w:rsid w:val="007C2C88"/>
    <w:rsid w:val="007C4304"/>
    <w:rsid w:val="007C66B6"/>
    <w:rsid w:val="007C6B1F"/>
    <w:rsid w:val="007D0A0F"/>
    <w:rsid w:val="007D2890"/>
    <w:rsid w:val="007D431E"/>
    <w:rsid w:val="007D51FC"/>
    <w:rsid w:val="007D540D"/>
    <w:rsid w:val="007D5B89"/>
    <w:rsid w:val="007D5BB8"/>
    <w:rsid w:val="007D64F5"/>
    <w:rsid w:val="007E3A89"/>
    <w:rsid w:val="007E4F75"/>
    <w:rsid w:val="007E662F"/>
    <w:rsid w:val="007E685C"/>
    <w:rsid w:val="007E7822"/>
    <w:rsid w:val="007F0602"/>
    <w:rsid w:val="007F11FF"/>
    <w:rsid w:val="007F69C1"/>
    <w:rsid w:val="007F6B31"/>
    <w:rsid w:val="007F6C94"/>
    <w:rsid w:val="008001B9"/>
    <w:rsid w:val="0080085D"/>
    <w:rsid w:val="00802DC8"/>
    <w:rsid w:val="008052C4"/>
    <w:rsid w:val="00805F14"/>
    <w:rsid w:val="008073A6"/>
    <w:rsid w:val="008073A9"/>
    <w:rsid w:val="0081321E"/>
    <w:rsid w:val="00814A6A"/>
    <w:rsid w:val="008151AD"/>
    <w:rsid w:val="00815B4C"/>
    <w:rsid w:val="00815E9D"/>
    <w:rsid w:val="00817219"/>
    <w:rsid w:val="008203E8"/>
    <w:rsid w:val="0082145F"/>
    <w:rsid w:val="00822705"/>
    <w:rsid w:val="00825B9E"/>
    <w:rsid w:val="00826F8E"/>
    <w:rsid w:val="0083010B"/>
    <w:rsid w:val="00832997"/>
    <w:rsid w:val="0083435E"/>
    <w:rsid w:val="00835C20"/>
    <w:rsid w:val="008368DE"/>
    <w:rsid w:val="00836C97"/>
    <w:rsid w:val="00840B60"/>
    <w:rsid w:val="00841E57"/>
    <w:rsid w:val="0084216C"/>
    <w:rsid w:val="00843F76"/>
    <w:rsid w:val="00847660"/>
    <w:rsid w:val="00847E00"/>
    <w:rsid w:val="00850137"/>
    <w:rsid w:val="00852381"/>
    <w:rsid w:val="00855024"/>
    <w:rsid w:val="008554E3"/>
    <w:rsid w:val="00855795"/>
    <w:rsid w:val="008618D1"/>
    <w:rsid w:val="00861C6E"/>
    <w:rsid w:val="008635CD"/>
    <w:rsid w:val="008649E1"/>
    <w:rsid w:val="00866141"/>
    <w:rsid w:val="00871D45"/>
    <w:rsid w:val="00874904"/>
    <w:rsid w:val="0087571A"/>
    <w:rsid w:val="00877258"/>
    <w:rsid w:val="00877514"/>
    <w:rsid w:val="008806B3"/>
    <w:rsid w:val="008813C7"/>
    <w:rsid w:val="00881947"/>
    <w:rsid w:val="008823A6"/>
    <w:rsid w:val="00882607"/>
    <w:rsid w:val="00883A17"/>
    <w:rsid w:val="00883ADA"/>
    <w:rsid w:val="00891D75"/>
    <w:rsid w:val="008927D2"/>
    <w:rsid w:val="0089340E"/>
    <w:rsid w:val="00893A14"/>
    <w:rsid w:val="00894C72"/>
    <w:rsid w:val="008A058D"/>
    <w:rsid w:val="008A0A1D"/>
    <w:rsid w:val="008A0D33"/>
    <w:rsid w:val="008A1403"/>
    <w:rsid w:val="008A47C8"/>
    <w:rsid w:val="008A5994"/>
    <w:rsid w:val="008A5999"/>
    <w:rsid w:val="008A5DB9"/>
    <w:rsid w:val="008A6546"/>
    <w:rsid w:val="008B005B"/>
    <w:rsid w:val="008B0EED"/>
    <w:rsid w:val="008B2290"/>
    <w:rsid w:val="008B4346"/>
    <w:rsid w:val="008B68BC"/>
    <w:rsid w:val="008B6E7D"/>
    <w:rsid w:val="008C0097"/>
    <w:rsid w:val="008C1DB1"/>
    <w:rsid w:val="008C2161"/>
    <w:rsid w:val="008C2746"/>
    <w:rsid w:val="008C33CC"/>
    <w:rsid w:val="008C4083"/>
    <w:rsid w:val="008C4686"/>
    <w:rsid w:val="008C4831"/>
    <w:rsid w:val="008D2085"/>
    <w:rsid w:val="008D2D45"/>
    <w:rsid w:val="008D5D64"/>
    <w:rsid w:val="008E03C5"/>
    <w:rsid w:val="008E097E"/>
    <w:rsid w:val="008E235E"/>
    <w:rsid w:val="008E4260"/>
    <w:rsid w:val="008E533E"/>
    <w:rsid w:val="008F0D45"/>
    <w:rsid w:val="008F1B2E"/>
    <w:rsid w:val="008F201C"/>
    <w:rsid w:val="008F331C"/>
    <w:rsid w:val="00900639"/>
    <w:rsid w:val="0090254C"/>
    <w:rsid w:val="00902721"/>
    <w:rsid w:val="009028D4"/>
    <w:rsid w:val="00904FB3"/>
    <w:rsid w:val="00910492"/>
    <w:rsid w:val="0091203E"/>
    <w:rsid w:val="009123E9"/>
    <w:rsid w:val="00917046"/>
    <w:rsid w:val="00920717"/>
    <w:rsid w:val="009210EA"/>
    <w:rsid w:val="00921338"/>
    <w:rsid w:val="0092460B"/>
    <w:rsid w:val="0092503C"/>
    <w:rsid w:val="00927289"/>
    <w:rsid w:val="009300CF"/>
    <w:rsid w:val="00930DEE"/>
    <w:rsid w:val="00930E55"/>
    <w:rsid w:val="00931C9B"/>
    <w:rsid w:val="009327D7"/>
    <w:rsid w:val="009357AD"/>
    <w:rsid w:val="00936539"/>
    <w:rsid w:val="0093766C"/>
    <w:rsid w:val="00940140"/>
    <w:rsid w:val="009419B0"/>
    <w:rsid w:val="00941A43"/>
    <w:rsid w:val="00942177"/>
    <w:rsid w:val="00943EA6"/>
    <w:rsid w:val="00943F43"/>
    <w:rsid w:val="00944BFD"/>
    <w:rsid w:val="009465F2"/>
    <w:rsid w:val="00947B5E"/>
    <w:rsid w:val="009514F9"/>
    <w:rsid w:val="00951706"/>
    <w:rsid w:val="0095175F"/>
    <w:rsid w:val="009565EE"/>
    <w:rsid w:val="009567DD"/>
    <w:rsid w:val="0095685F"/>
    <w:rsid w:val="009575A9"/>
    <w:rsid w:val="00960DD0"/>
    <w:rsid w:val="00962238"/>
    <w:rsid w:val="009648D2"/>
    <w:rsid w:val="009654EC"/>
    <w:rsid w:val="009674C8"/>
    <w:rsid w:val="009709EA"/>
    <w:rsid w:val="00971855"/>
    <w:rsid w:val="009725D5"/>
    <w:rsid w:val="009736F6"/>
    <w:rsid w:val="00977BB4"/>
    <w:rsid w:val="00981879"/>
    <w:rsid w:val="009827B6"/>
    <w:rsid w:val="00982892"/>
    <w:rsid w:val="009837E0"/>
    <w:rsid w:val="00983BD6"/>
    <w:rsid w:val="0098751C"/>
    <w:rsid w:val="00990FAF"/>
    <w:rsid w:val="00991B26"/>
    <w:rsid w:val="0099215E"/>
    <w:rsid w:val="00993E97"/>
    <w:rsid w:val="0099775A"/>
    <w:rsid w:val="009A1D81"/>
    <w:rsid w:val="009A2656"/>
    <w:rsid w:val="009A3448"/>
    <w:rsid w:val="009A3FEB"/>
    <w:rsid w:val="009A4137"/>
    <w:rsid w:val="009A55D6"/>
    <w:rsid w:val="009A5F55"/>
    <w:rsid w:val="009A6712"/>
    <w:rsid w:val="009B1E09"/>
    <w:rsid w:val="009B27B6"/>
    <w:rsid w:val="009B2CD1"/>
    <w:rsid w:val="009B54D2"/>
    <w:rsid w:val="009B6FBD"/>
    <w:rsid w:val="009B7FC7"/>
    <w:rsid w:val="009C0DFD"/>
    <w:rsid w:val="009C3150"/>
    <w:rsid w:val="009C3FC1"/>
    <w:rsid w:val="009C5FE2"/>
    <w:rsid w:val="009C6D80"/>
    <w:rsid w:val="009D1306"/>
    <w:rsid w:val="009D65D1"/>
    <w:rsid w:val="009D697F"/>
    <w:rsid w:val="009D728A"/>
    <w:rsid w:val="009D752A"/>
    <w:rsid w:val="009D76A4"/>
    <w:rsid w:val="009E04CA"/>
    <w:rsid w:val="009E2F3B"/>
    <w:rsid w:val="009E5154"/>
    <w:rsid w:val="009E5EFA"/>
    <w:rsid w:val="009E7F22"/>
    <w:rsid w:val="009E7F39"/>
    <w:rsid w:val="009F04B2"/>
    <w:rsid w:val="009F0992"/>
    <w:rsid w:val="009F5E7D"/>
    <w:rsid w:val="00A0036A"/>
    <w:rsid w:val="00A00F08"/>
    <w:rsid w:val="00A12517"/>
    <w:rsid w:val="00A12D11"/>
    <w:rsid w:val="00A135DC"/>
    <w:rsid w:val="00A14256"/>
    <w:rsid w:val="00A1736F"/>
    <w:rsid w:val="00A17B15"/>
    <w:rsid w:val="00A20CD2"/>
    <w:rsid w:val="00A21EB5"/>
    <w:rsid w:val="00A24AF5"/>
    <w:rsid w:val="00A30F80"/>
    <w:rsid w:val="00A31252"/>
    <w:rsid w:val="00A317B0"/>
    <w:rsid w:val="00A31B45"/>
    <w:rsid w:val="00A33CC9"/>
    <w:rsid w:val="00A34065"/>
    <w:rsid w:val="00A3786E"/>
    <w:rsid w:val="00A37D32"/>
    <w:rsid w:val="00A4208E"/>
    <w:rsid w:val="00A529DC"/>
    <w:rsid w:val="00A57720"/>
    <w:rsid w:val="00A60719"/>
    <w:rsid w:val="00A60DDA"/>
    <w:rsid w:val="00A6252B"/>
    <w:rsid w:val="00A62BD7"/>
    <w:rsid w:val="00A63CE1"/>
    <w:rsid w:val="00A65DB0"/>
    <w:rsid w:val="00A6655F"/>
    <w:rsid w:val="00A676C4"/>
    <w:rsid w:val="00A7077C"/>
    <w:rsid w:val="00A708CA"/>
    <w:rsid w:val="00A7664F"/>
    <w:rsid w:val="00A7752B"/>
    <w:rsid w:val="00A801AB"/>
    <w:rsid w:val="00A80651"/>
    <w:rsid w:val="00A8209F"/>
    <w:rsid w:val="00A82629"/>
    <w:rsid w:val="00A82AF4"/>
    <w:rsid w:val="00A86462"/>
    <w:rsid w:val="00A866C8"/>
    <w:rsid w:val="00A9143E"/>
    <w:rsid w:val="00A91CC2"/>
    <w:rsid w:val="00A957B1"/>
    <w:rsid w:val="00A95D1F"/>
    <w:rsid w:val="00A97FFC"/>
    <w:rsid w:val="00AA01C8"/>
    <w:rsid w:val="00AA02C8"/>
    <w:rsid w:val="00AA13E3"/>
    <w:rsid w:val="00AA18A4"/>
    <w:rsid w:val="00AA38A7"/>
    <w:rsid w:val="00AA3BAC"/>
    <w:rsid w:val="00AA52FF"/>
    <w:rsid w:val="00AA56B3"/>
    <w:rsid w:val="00AA64A5"/>
    <w:rsid w:val="00AA6A9A"/>
    <w:rsid w:val="00AB01A1"/>
    <w:rsid w:val="00AB0D55"/>
    <w:rsid w:val="00AB4590"/>
    <w:rsid w:val="00AB5B97"/>
    <w:rsid w:val="00AB5CB5"/>
    <w:rsid w:val="00AB6D7F"/>
    <w:rsid w:val="00AB7559"/>
    <w:rsid w:val="00AC10B4"/>
    <w:rsid w:val="00AC1C68"/>
    <w:rsid w:val="00AC3109"/>
    <w:rsid w:val="00AC3826"/>
    <w:rsid w:val="00AC4ACC"/>
    <w:rsid w:val="00AC5090"/>
    <w:rsid w:val="00AD0788"/>
    <w:rsid w:val="00AD0D44"/>
    <w:rsid w:val="00AD5D12"/>
    <w:rsid w:val="00AD786C"/>
    <w:rsid w:val="00AD7BEB"/>
    <w:rsid w:val="00AE0580"/>
    <w:rsid w:val="00AE1621"/>
    <w:rsid w:val="00AE206F"/>
    <w:rsid w:val="00AE404C"/>
    <w:rsid w:val="00AE5631"/>
    <w:rsid w:val="00AE6BE5"/>
    <w:rsid w:val="00AE7D6F"/>
    <w:rsid w:val="00B00FE2"/>
    <w:rsid w:val="00B02174"/>
    <w:rsid w:val="00B02CD3"/>
    <w:rsid w:val="00B041A0"/>
    <w:rsid w:val="00B0427F"/>
    <w:rsid w:val="00B043DF"/>
    <w:rsid w:val="00B04530"/>
    <w:rsid w:val="00B04B72"/>
    <w:rsid w:val="00B04DFE"/>
    <w:rsid w:val="00B073E8"/>
    <w:rsid w:val="00B103CE"/>
    <w:rsid w:val="00B10D8B"/>
    <w:rsid w:val="00B10EBC"/>
    <w:rsid w:val="00B1268D"/>
    <w:rsid w:val="00B164F1"/>
    <w:rsid w:val="00B21947"/>
    <w:rsid w:val="00B229B3"/>
    <w:rsid w:val="00B24008"/>
    <w:rsid w:val="00B25542"/>
    <w:rsid w:val="00B25551"/>
    <w:rsid w:val="00B260FC"/>
    <w:rsid w:val="00B27171"/>
    <w:rsid w:val="00B2783A"/>
    <w:rsid w:val="00B27ED1"/>
    <w:rsid w:val="00B31047"/>
    <w:rsid w:val="00B319F0"/>
    <w:rsid w:val="00B35325"/>
    <w:rsid w:val="00B419E1"/>
    <w:rsid w:val="00B45B78"/>
    <w:rsid w:val="00B46815"/>
    <w:rsid w:val="00B52579"/>
    <w:rsid w:val="00B5357D"/>
    <w:rsid w:val="00B55F53"/>
    <w:rsid w:val="00B57EFF"/>
    <w:rsid w:val="00B6089F"/>
    <w:rsid w:val="00B619F5"/>
    <w:rsid w:val="00B62124"/>
    <w:rsid w:val="00B65AA4"/>
    <w:rsid w:val="00B714FA"/>
    <w:rsid w:val="00B71E05"/>
    <w:rsid w:val="00B7349D"/>
    <w:rsid w:val="00B77792"/>
    <w:rsid w:val="00B81AB5"/>
    <w:rsid w:val="00B826B2"/>
    <w:rsid w:val="00B8386B"/>
    <w:rsid w:val="00B840C3"/>
    <w:rsid w:val="00B86CF8"/>
    <w:rsid w:val="00B9133A"/>
    <w:rsid w:val="00B918B9"/>
    <w:rsid w:val="00B93D1A"/>
    <w:rsid w:val="00B95E01"/>
    <w:rsid w:val="00B96191"/>
    <w:rsid w:val="00B97722"/>
    <w:rsid w:val="00BB143B"/>
    <w:rsid w:val="00BB3125"/>
    <w:rsid w:val="00BB43F9"/>
    <w:rsid w:val="00BB4694"/>
    <w:rsid w:val="00BB4E79"/>
    <w:rsid w:val="00BB6BBD"/>
    <w:rsid w:val="00BB7AD9"/>
    <w:rsid w:val="00BC0B79"/>
    <w:rsid w:val="00BC0C81"/>
    <w:rsid w:val="00BC1940"/>
    <w:rsid w:val="00BC3243"/>
    <w:rsid w:val="00BC32C8"/>
    <w:rsid w:val="00BC32F5"/>
    <w:rsid w:val="00BC4EEF"/>
    <w:rsid w:val="00BC5BDA"/>
    <w:rsid w:val="00BD00DC"/>
    <w:rsid w:val="00BD07F3"/>
    <w:rsid w:val="00BD18FD"/>
    <w:rsid w:val="00BD1F59"/>
    <w:rsid w:val="00BD3F1A"/>
    <w:rsid w:val="00BD402B"/>
    <w:rsid w:val="00BD6853"/>
    <w:rsid w:val="00BD68B4"/>
    <w:rsid w:val="00BD6C93"/>
    <w:rsid w:val="00BE0387"/>
    <w:rsid w:val="00BE1AE7"/>
    <w:rsid w:val="00BE4C59"/>
    <w:rsid w:val="00BE640E"/>
    <w:rsid w:val="00BE7861"/>
    <w:rsid w:val="00BE7D9B"/>
    <w:rsid w:val="00BF00EE"/>
    <w:rsid w:val="00BF03A3"/>
    <w:rsid w:val="00BF1674"/>
    <w:rsid w:val="00BF3029"/>
    <w:rsid w:val="00BF407C"/>
    <w:rsid w:val="00BF5C25"/>
    <w:rsid w:val="00BF608B"/>
    <w:rsid w:val="00C00147"/>
    <w:rsid w:val="00C02522"/>
    <w:rsid w:val="00C127ED"/>
    <w:rsid w:val="00C127FD"/>
    <w:rsid w:val="00C12CE7"/>
    <w:rsid w:val="00C13128"/>
    <w:rsid w:val="00C148E3"/>
    <w:rsid w:val="00C14B59"/>
    <w:rsid w:val="00C14D9E"/>
    <w:rsid w:val="00C14FEB"/>
    <w:rsid w:val="00C15625"/>
    <w:rsid w:val="00C158AD"/>
    <w:rsid w:val="00C16C56"/>
    <w:rsid w:val="00C16DB3"/>
    <w:rsid w:val="00C17E69"/>
    <w:rsid w:val="00C201A0"/>
    <w:rsid w:val="00C21313"/>
    <w:rsid w:val="00C26528"/>
    <w:rsid w:val="00C30922"/>
    <w:rsid w:val="00C32CBC"/>
    <w:rsid w:val="00C3543F"/>
    <w:rsid w:val="00C36DFA"/>
    <w:rsid w:val="00C379C7"/>
    <w:rsid w:val="00C37D69"/>
    <w:rsid w:val="00C43C22"/>
    <w:rsid w:val="00C4425D"/>
    <w:rsid w:val="00C44E1B"/>
    <w:rsid w:val="00C46543"/>
    <w:rsid w:val="00C50CCA"/>
    <w:rsid w:val="00C51954"/>
    <w:rsid w:val="00C529BD"/>
    <w:rsid w:val="00C54C35"/>
    <w:rsid w:val="00C575E9"/>
    <w:rsid w:val="00C60F55"/>
    <w:rsid w:val="00C61AC3"/>
    <w:rsid w:val="00C62910"/>
    <w:rsid w:val="00C62E32"/>
    <w:rsid w:val="00C64578"/>
    <w:rsid w:val="00C64B73"/>
    <w:rsid w:val="00C66EAB"/>
    <w:rsid w:val="00C70217"/>
    <w:rsid w:val="00C71016"/>
    <w:rsid w:val="00C73DEC"/>
    <w:rsid w:val="00C74699"/>
    <w:rsid w:val="00C75605"/>
    <w:rsid w:val="00C80B99"/>
    <w:rsid w:val="00C80D53"/>
    <w:rsid w:val="00C81F96"/>
    <w:rsid w:val="00C8353A"/>
    <w:rsid w:val="00C83547"/>
    <w:rsid w:val="00C837B5"/>
    <w:rsid w:val="00C83A67"/>
    <w:rsid w:val="00C85DB5"/>
    <w:rsid w:val="00C8664E"/>
    <w:rsid w:val="00C87F9D"/>
    <w:rsid w:val="00C937A7"/>
    <w:rsid w:val="00C93E33"/>
    <w:rsid w:val="00C94E6D"/>
    <w:rsid w:val="00C95011"/>
    <w:rsid w:val="00C9629E"/>
    <w:rsid w:val="00CA0BD3"/>
    <w:rsid w:val="00CA56B2"/>
    <w:rsid w:val="00CA6132"/>
    <w:rsid w:val="00CA7C21"/>
    <w:rsid w:val="00CB3C5E"/>
    <w:rsid w:val="00CB44B8"/>
    <w:rsid w:val="00CB4E23"/>
    <w:rsid w:val="00CB5194"/>
    <w:rsid w:val="00CB6F10"/>
    <w:rsid w:val="00CB7F43"/>
    <w:rsid w:val="00CC2C6D"/>
    <w:rsid w:val="00CC541A"/>
    <w:rsid w:val="00CC548B"/>
    <w:rsid w:val="00CC555F"/>
    <w:rsid w:val="00CC595B"/>
    <w:rsid w:val="00CC63CD"/>
    <w:rsid w:val="00CC747D"/>
    <w:rsid w:val="00CD0FEA"/>
    <w:rsid w:val="00CD32D7"/>
    <w:rsid w:val="00CD58BD"/>
    <w:rsid w:val="00CD5B8E"/>
    <w:rsid w:val="00CD63D3"/>
    <w:rsid w:val="00CD74B0"/>
    <w:rsid w:val="00CE0AB1"/>
    <w:rsid w:val="00CE0AB9"/>
    <w:rsid w:val="00CE1EC1"/>
    <w:rsid w:val="00CF0B9D"/>
    <w:rsid w:val="00CF10E4"/>
    <w:rsid w:val="00CF2AAC"/>
    <w:rsid w:val="00CF30A9"/>
    <w:rsid w:val="00CF336B"/>
    <w:rsid w:val="00CF45EA"/>
    <w:rsid w:val="00CF5F9B"/>
    <w:rsid w:val="00CF7275"/>
    <w:rsid w:val="00D007FC"/>
    <w:rsid w:val="00D04AB6"/>
    <w:rsid w:val="00D06BEA"/>
    <w:rsid w:val="00D07F48"/>
    <w:rsid w:val="00D07FE5"/>
    <w:rsid w:val="00D1153F"/>
    <w:rsid w:val="00D13B5A"/>
    <w:rsid w:val="00D14E56"/>
    <w:rsid w:val="00D15518"/>
    <w:rsid w:val="00D2024D"/>
    <w:rsid w:val="00D22CCD"/>
    <w:rsid w:val="00D237E0"/>
    <w:rsid w:val="00D23E81"/>
    <w:rsid w:val="00D25DC3"/>
    <w:rsid w:val="00D2702A"/>
    <w:rsid w:val="00D31975"/>
    <w:rsid w:val="00D36CC0"/>
    <w:rsid w:val="00D36DED"/>
    <w:rsid w:val="00D3729C"/>
    <w:rsid w:val="00D425BE"/>
    <w:rsid w:val="00D430BB"/>
    <w:rsid w:val="00D4461B"/>
    <w:rsid w:val="00D457FA"/>
    <w:rsid w:val="00D46339"/>
    <w:rsid w:val="00D5231B"/>
    <w:rsid w:val="00D52C4A"/>
    <w:rsid w:val="00D544BC"/>
    <w:rsid w:val="00D54E04"/>
    <w:rsid w:val="00D6284C"/>
    <w:rsid w:val="00D62C2E"/>
    <w:rsid w:val="00D62FE6"/>
    <w:rsid w:val="00D63D4B"/>
    <w:rsid w:val="00D6667C"/>
    <w:rsid w:val="00D669C7"/>
    <w:rsid w:val="00D66A02"/>
    <w:rsid w:val="00D722DB"/>
    <w:rsid w:val="00D7344D"/>
    <w:rsid w:val="00D74C17"/>
    <w:rsid w:val="00D761C1"/>
    <w:rsid w:val="00D800F3"/>
    <w:rsid w:val="00D804CF"/>
    <w:rsid w:val="00D828BE"/>
    <w:rsid w:val="00D843F2"/>
    <w:rsid w:val="00D87BF4"/>
    <w:rsid w:val="00D91193"/>
    <w:rsid w:val="00D92AB0"/>
    <w:rsid w:val="00D967D0"/>
    <w:rsid w:val="00DA0DE0"/>
    <w:rsid w:val="00DA1B30"/>
    <w:rsid w:val="00DA1F26"/>
    <w:rsid w:val="00DA2C61"/>
    <w:rsid w:val="00DA3DB4"/>
    <w:rsid w:val="00DA4D5B"/>
    <w:rsid w:val="00DA66D2"/>
    <w:rsid w:val="00DA7847"/>
    <w:rsid w:val="00DB0D5D"/>
    <w:rsid w:val="00DB121A"/>
    <w:rsid w:val="00DB18D9"/>
    <w:rsid w:val="00DB410D"/>
    <w:rsid w:val="00DB68B2"/>
    <w:rsid w:val="00DC0F83"/>
    <w:rsid w:val="00DC4920"/>
    <w:rsid w:val="00DC5165"/>
    <w:rsid w:val="00DC772C"/>
    <w:rsid w:val="00DD0B10"/>
    <w:rsid w:val="00DD0EE2"/>
    <w:rsid w:val="00DD148C"/>
    <w:rsid w:val="00DD46B1"/>
    <w:rsid w:val="00DD52D5"/>
    <w:rsid w:val="00DD7307"/>
    <w:rsid w:val="00DE210C"/>
    <w:rsid w:val="00DE2E07"/>
    <w:rsid w:val="00DE5621"/>
    <w:rsid w:val="00DE57A3"/>
    <w:rsid w:val="00DE5BD1"/>
    <w:rsid w:val="00DE653C"/>
    <w:rsid w:val="00DF0377"/>
    <w:rsid w:val="00DF0984"/>
    <w:rsid w:val="00DF1E60"/>
    <w:rsid w:val="00DF27EA"/>
    <w:rsid w:val="00DF5233"/>
    <w:rsid w:val="00DF6DF9"/>
    <w:rsid w:val="00DF7DAC"/>
    <w:rsid w:val="00E013FD"/>
    <w:rsid w:val="00E02B9B"/>
    <w:rsid w:val="00E137CB"/>
    <w:rsid w:val="00E13DF8"/>
    <w:rsid w:val="00E14B14"/>
    <w:rsid w:val="00E15F46"/>
    <w:rsid w:val="00E1763D"/>
    <w:rsid w:val="00E214B2"/>
    <w:rsid w:val="00E21D2F"/>
    <w:rsid w:val="00E22172"/>
    <w:rsid w:val="00E249D9"/>
    <w:rsid w:val="00E25F79"/>
    <w:rsid w:val="00E301D7"/>
    <w:rsid w:val="00E30C6B"/>
    <w:rsid w:val="00E30E74"/>
    <w:rsid w:val="00E31C08"/>
    <w:rsid w:val="00E3507E"/>
    <w:rsid w:val="00E350B4"/>
    <w:rsid w:val="00E36370"/>
    <w:rsid w:val="00E364C3"/>
    <w:rsid w:val="00E37171"/>
    <w:rsid w:val="00E4062B"/>
    <w:rsid w:val="00E44540"/>
    <w:rsid w:val="00E4777D"/>
    <w:rsid w:val="00E47F10"/>
    <w:rsid w:val="00E51A2E"/>
    <w:rsid w:val="00E52288"/>
    <w:rsid w:val="00E5388B"/>
    <w:rsid w:val="00E55C37"/>
    <w:rsid w:val="00E5750C"/>
    <w:rsid w:val="00E650B4"/>
    <w:rsid w:val="00E670AF"/>
    <w:rsid w:val="00E70E50"/>
    <w:rsid w:val="00E737E2"/>
    <w:rsid w:val="00E753FB"/>
    <w:rsid w:val="00E75832"/>
    <w:rsid w:val="00E75C6B"/>
    <w:rsid w:val="00E771AF"/>
    <w:rsid w:val="00E82925"/>
    <w:rsid w:val="00E86508"/>
    <w:rsid w:val="00E8749E"/>
    <w:rsid w:val="00E908FD"/>
    <w:rsid w:val="00E95273"/>
    <w:rsid w:val="00E956C3"/>
    <w:rsid w:val="00EA3884"/>
    <w:rsid w:val="00EB063B"/>
    <w:rsid w:val="00EB43A6"/>
    <w:rsid w:val="00EB4B4B"/>
    <w:rsid w:val="00EB540C"/>
    <w:rsid w:val="00EB5CD8"/>
    <w:rsid w:val="00EB5D9A"/>
    <w:rsid w:val="00EB607A"/>
    <w:rsid w:val="00EB6927"/>
    <w:rsid w:val="00EB722C"/>
    <w:rsid w:val="00EB749F"/>
    <w:rsid w:val="00EB7EC0"/>
    <w:rsid w:val="00EC6521"/>
    <w:rsid w:val="00ED022E"/>
    <w:rsid w:val="00ED0C5D"/>
    <w:rsid w:val="00ED3A7E"/>
    <w:rsid w:val="00ED51E9"/>
    <w:rsid w:val="00ED5515"/>
    <w:rsid w:val="00EE1035"/>
    <w:rsid w:val="00EE12A1"/>
    <w:rsid w:val="00EE1BF5"/>
    <w:rsid w:val="00EE1EC9"/>
    <w:rsid w:val="00EE2E8F"/>
    <w:rsid w:val="00EE3A0B"/>
    <w:rsid w:val="00EE45C4"/>
    <w:rsid w:val="00EE4B57"/>
    <w:rsid w:val="00EE64E8"/>
    <w:rsid w:val="00EE6E1C"/>
    <w:rsid w:val="00EE7854"/>
    <w:rsid w:val="00EF1485"/>
    <w:rsid w:val="00EF1ED7"/>
    <w:rsid w:val="00EF27F0"/>
    <w:rsid w:val="00EF30BB"/>
    <w:rsid w:val="00EF41B7"/>
    <w:rsid w:val="00EF679A"/>
    <w:rsid w:val="00F00AEE"/>
    <w:rsid w:val="00F00EB6"/>
    <w:rsid w:val="00F01C87"/>
    <w:rsid w:val="00F022D2"/>
    <w:rsid w:val="00F04812"/>
    <w:rsid w:val="00F06074"/>
    <w:rsid w:val="00F07875"/>
    <w:rsid w:val="00F105BA"/>
    <w:rsid w:val="00F118DF"/>
    <w:rsid w:val="00F11DA3"/>
    <w:rsid w:val="00F12B33"/>
    <w:rsid w:val="00F16256"/>
    <w:rsid w:val="00F1660D"/>
    <w:rsid w:val="00F16691"/>
    <w:rsid w:val="00F171FA"/>
    <w:rsid w:val="00F17FEC"/>
    <w:rsid w:val="00F2074A"/>
    <w:rsid w:val="00F25810"/>
    <w:rsid w:val="00F30EFA"/>
    <w:rsid w:val="00F35889"/>
    <w:rsid w:val="00F41F60"/>
    <w:rsid w:val="00F43D58"/>
    <w:rsid w:val="00F474AA"/>
    <w:rsid w:val="00F50C9D"/>
    <w:rsid w:val="00F54525"/>
    <w:rsid w:val="00F54946"/>
    <w:rsid w:val="00F54D7A"/>
    <w:rsid w:val="00F55629"/>
    <w:rsid w:val="00F55842"/>
    <w:rsid w:val="00F5700C"/>
    <w:rsid w:val="00F6123F"/>
    <w:rsid w:val="00F61648"/>
    <w:rsid w:val="00F61E52"/>
    <w:rsid w:val="00F62008"/>
    <w:rsid w:val="00F63E5F"/>
    <w:rsid w:val="00F67B15"/>
    <w:rsid w:val="00F700AD"/>
    <w:rsid w:val="00F70D91"/>
    <w:rsid w:val="00F718C5"/>
    <w:rsid w:val="00F7194B"/>
    <w:rsid w:val="00F72FC7"/>
    <w:rsid w:val="00F7363E"/>
    <w:rsid w:val="00F73CFD"/>
    <w:rsid w:val="00F7544A"/>
    <w:rsid w:val="00F75EFC"/>
    <w:rsid w:val="00F7741D"/>
    <w:rsid w:val="00F804AA"/>
    <w:rsid w:val="00F82594"/>
    <w:rsid w:val="00F83979"/>
    <w:rsid w:val="00F84119"/>
    <w:rsid w:val="00F91020"/>
    <w:rsid w:val="00F96E67"/>
    <w:rsid w:val="00F97F77"/>
    <w:rsid w:val="00FA032C"/>
    <w:rsid w:val="00FA0DC5"/>
    <w:rsid w:val="00FA4466"/>
    <w:rsid w:val="00FA4F9E"/>
    <w:rsid w:val="00FA5AE7"/>
    <w:rsid w:val="00FA61D3"/>
    <w:rsid w:val="00FA72CA"/>
    <w:rsid w:val="00FB0B28"/>
    <w:rsid w:val="00FB1079"/>
    <w:rsid w:val="00FB247F"/>
    <w:rsid w:val="00FB4458"/>
    <w:rsid w:val="00FB483F"/>
    <w:rsid w:val="00FB6BB4"/>
    <w:rsid w:val="00FC016D"/>
    <w:rsid w:val="00FC232E"/>
    <w:rsid w:val="00FC24D6"/>
    <w:rsid w:val="00FC4F04"/>
    <w:rsid w:val="00FC5DCC"/>
    <w:rsid w:val="00FC6492"/>
    <w:rsid w:val="00FC6E96"/>
    <w:rsid w:val="00FC7632"/>
    <w:rsid w:val="00FD04B1"/>
    <w:rsid w:val="00FD1932"/>
    <w:rsid w:val="00FD2380"/>
    <w:rsid w:val="00FD2397"/>
    <w:rsid w:val="00FD3081"/>
    <w:rsid w:val="00FD3A09"/>
    <w:rsid w:val="00FD53D6"/>
    <w:rsid w:val="00FD7DB7"/>
    <w:rsid w:val="00FE33D7"/>
    <w:rsid w:val="00FE4250"/>
    <w:rsid w:val="00FE6C99"/>
    <w:rsid w:val="00FE70A9"/>
    <w:rsid w:val="00FF1CFB"/>
    <w:rsid w:val="00FF3887"/>
    <w:rsid w:val="00FF51E9"/>
    <w:rsid w:val="00FF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4:docId w14:val="19ABE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8F331C"/>
    <w:pPr>
      <w:spacing w:before="100" w:beforeAutospacing="1" w:after="100" w:afterAutospacing="1"/>
      <w:outlineLvl w:val="0"/>
    </w:pPr>
    <w:rPr>
      <w:rFonts w:ascii="Deutsche Bank Display" w:eastAsia="Times New Roman" w:hAnsi="Deutsche Bank Display" w:cs="Deutsche Bank Display"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8F331C"/>
    <w:pPr>
      <w:spacing w:before="100" w:beforeAutospacing="1" w:after="100" w:afterAutospacing="1"/>
      <w:outlineLvl w:val="1"/>
    </w:pPr>
    <w:rPr>
      <w:rFonts w:ascii="Deutsche Bank Display" w:eastAsia="Times New Roman" w:hAnsi="Deutsche Bank Display" w:cs="Deutsche Bank Display"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5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F331C"/>
    <w:rPr>
      <w:rFonts w:ascii="Deutsche Bank Display" w:eastAsia="Times New Roman" w:hAnsi="Deutsche Bank Display" w:cs="Deutsche Bank Display"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F331C"/>
    <w:rPr>
      <w:rFonts w:ascii="Deutsche Bank Display" w:eastAsia="Times New Roman" w:hAnsi="Deutsche Bank Display" w:cs="Deutsche Bank Display"/>
      <w:sz w:val="36"/>
      <w:szCs w:val="36"/>
      <w:lang w:eastAsia="de-DE"/>
    </w:rPr>
  </w:style>
  <w:style w:type="character" w:customStyle="1" w:styleId="rsskip">
    <w:name w:val="rs_skip"/>
    <w:basedOn w:val="Absatz-Standardschriftart"/>
    <w:rsid w:val="008F3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5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0350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13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16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7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108081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0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1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38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2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90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81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20306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411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1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21031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54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38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64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68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45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98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63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twitter.com/norisbank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://www.norisbank.d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file:///\\dbg.ads.db.com\ATOSDFS\users\O\OC\OCM160\data\Umfragen\www.norisbank.de\service\auszeichnungen.htm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d25089e-c2a4-40df-abb4-1c1029864da3">T27RKECN46S3-1905227610-47521</_dlc_DocId>
    <_dlc_DocIdUrl xmlns="5d25089e-c2a4-40df-abb4-1c1029864da3">
      <Url>https://verimi.sharepoint.de/sites/Daten/_layouts/15/DocIdRedir.aspx?ID=T27RKECN46S3-1905227610-47521</Url>
      <Description>T27RKECN46S3-1905227610-47521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007A89E9BB8E4FB3FE7D7BDABBC687" ma:contentTypeVersion="10" ma:contentTypeDescription="Ein neues Dokument erstellen." ma:contentTypeScope="" ma:versionID="7aba44b2cb85c83c0e241678220ff753">
  <xsd:schema xmlns:xsd="http://www.w3.org/2001/XMLSchema" xmlns:xs="http://www.w3.org/2001/XMLSchema" xmlns:p="http://schemas.microsoft.com/office/2006/metadata/properties" xmlns:ns2="5d25089e-c2a4-40df-abb4-1c1029864da3" xmlns:ns3="be37beb4-02c6-443e-a1c8-99dc0b1f80c8" targetNamespace="http://schemas.microsoft.com/office/2006/metadata/properties" ma:root="true" ma:fieldsID="5848f1e25f757523daaebf527f56580c" ns2:_="" ns3:_="">
    <xsd:import namespace="5d25089e-c2a4-40df-abb4-1c1029864da3"/>
    <xsd:import namespace="be37beb4-02c6-443e-a1c8-99dc0b1f80c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5089e-c2a4-40df-abb4-1c1029864d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7beb4-02c6-443e-a1c8-99dc0b1f80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27608-485A-422C-B592-CF79C0AA7582}">
  <ds:schemaRefs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be37beb4-02c6-443e-a1c8-99dc0b1f80c8"/>
    <ds:schemaRef ds:uri="http://schemas.microsoft.com/office/2006/documentManagement/types"/>
    <ds:schemaRef ds:uri="5d25089e-c2a4-40df-abb4-1c1029864da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DBDD81A-5BF8-492A-9E3D-C61F8CF80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AAAAA9-AFA4-44FD-BBC6-16C4B74C2FB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586D933-10EF-421D-AC65-2DB5D55BE9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25089e-c2a4-40df-abb4-1c1029864da3"/>
    <ds:schemaRef ds:uri="be37beb4-02c6-443e-a1c8-99dc0b1f80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EE2428B-339F-49B7-8CC9-2540D6D09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323E15C2</Template>
  <TotalTime>0</TotalTime>
  <Pages>3</Pages>
  <Words>1026</Words>
  <Characters>6471</Characters>
  <Application>Microsoft Office Word</Application>
  <DocSecurity>0</DocSecurity>
  <Lines>114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External Communication</cp:keywords>
  <cp:lastModifiedBy/>
  <cp:revision>1</cp:revision>
  <dcterms:created xsi:type="dcterms:W3CDTF">2020-03-26T17:27:00Z</dcterms:created>
  <dcterms:modified xsi:type="dcterms:W3CDTF">2020-03-26T17:38:00Z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89c02ffb-59c9-4bec-ad54-55e947ce8a3b</vt:lpwstr>
  </property>
  <property fmtid="{D5CDD505-2E9C-101B-9397-08002B2CF9AE}" pid="3" name="ContentTypeId">
    <vt:lpwstr>0x01010009007A89E9BB8E4FB3FE7D7BDABBC687</vt:lpwstr>
  </property>
  <property fmtid="{D5CDD505-2E9C-101B-9397-08002B2CF9AE}" pid="4" name="AuthorIds_UIVersion_512">
    <vt:lpwstr>67</vt:lpwstr>
  </property>
  <property fmtid="{D5CDD505-2E9C-101B-9397-08002B2CF9AE}" pid="5" name="_dlc_DocIdItemGuid">
    <vt:lpwstr>8a2d6b51-e2df-4b51-9928-e475fb4d6720</vt:lpwstr>
  </property>
  <property fmtid="{D5CDD505-2E9C-101B-9397-08002B2CF9AE}" pid="6" name="MSIP_Label_af1741f6-9e47-426e-a683-937c37d4ebc5_Enabled">
    <vt:lpwstr>True</vt:lpwstr>
  </property>
  <property fmtid="{D5CDD505-2E9C-101B-9397-08002B2CF9AE}" pid="7" name="MSIP_Label_af1741f6-9e47-426e-a683-937c37d4ebc5_SiteId">
    <vt:lpwstr>1e9b61e8-e590-4abc-b1af-24125e330d2a</vt:lpwstr>
  </property>
  <property fmtid="{D5CDD505-2E9C-101B-9397-08002B2CF9AE}" pid="8" name="MSIP_Label_af1741f6-9e47-426e-a683-937c37d4ebc5_Owner">
    <vt:lpwstr>thomas.grosse-darrelmann@db.com</vt:lpwstr>
  </property>
  <property fmtid="{D5CDD505-2E9C-101B-9397-08002B2CF9AE}" pid="9" name="MSIP_Label_af1741f6-9e47-426e-a683-937c37d4ebc5_SetDate">
    <vt:lpwstr>2020-03-11T17:23:32.8378138Z</vt:lpwstr>
  </property>
  <property fmtid="{D5CDD505-2E9C-101B-9397-08002B2CF9AE}" pid="10" name="MSIP_Label_af1741f6-9e47-426e-a683-937c37d4ebc5_Name">
    <vt:lpwstr>For internal use only</vt:lpwstr>
  </property>
  <property fmtid="{D5CDD505-2E9C-101B-9397-08002B2CF9AE}" pid="11" name="MSIP_Label_af1741f6-9e47-426e-a683-937c37d4ebc5_Application">
    <vt:lpwstr>Microsoft Azure Information Protection</vt:lpwstr>
  </property>
  <property fmtid="{D5CDD505-2E9C-101B-9397-08002B2CF9AE}" pid="12" name="MSIP_Label_af1741f6-9e47-426e-a683-937c37d4ebc5_ActionId">
    <vt:lpwstr>de7f7023-0716-42b7-8787-b76be7110372</vt:lpwstr>
  </property>
  <property fmtid="{D5CDD505-2E9C-101B-9397-08002B2CF9AE}" pid="13" name="MSIP_Label_af1741f6-9e47-426e-a683-937c37d4ebc5_Extended_MSFT_Method">
    <vt:lpwstr>Automatic</vt:lpwstr>
  </property>
  <property fmtid="{D5CDD505-2E9C-101B-9397-08002B2CF9AE}" pid="14" name="db.comClassification">
    <vt:lpwstr>External Communication</vt:lpwstr>
  </property>
</Properties>
</file>