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584B4" w14:textId="77777777" w:rsidR="00F75EFC" w:rsidRDefault="00F75EFC">
      <w:bookmarkStart w:id="0" w:name="_GoBack"/>
      <w:bookmarkEnd w:id="0"/>
    </w:p>
    <w:p w14:paraId="4600D22B" w14:textId="77777777" w:rsidR="00F75EFC" w:rsidRDefault="00F75EFC"/>
    <w:p w14:paraId="288BA13A" w14:textId="77777777" w:rsidR="007A6FBB" w:rsidRDefault="007A6FBB"/>
    <w:p w14:paraId="0FB4ED3D" w14:textId="77777777" w:rsidR="007A6FBB" w:rsidRDefault="00F6144C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AF484" wp14:editId="4C7C186A">
                <wp:simplePos x="0" y="0"/>
                <wp:positionH relativeFrom="column">
                  <wp:posOffset>-97538</wp:posOffset>
                </wp:positionH>
                <wp:positionV relativeFrom="paragraph">
                  <wp:posOffset>185180</wp:posOffset>
                </wp:positionV>
                <wp:extent cx="6343650" cy="1958197"/>
                <wp:effectExtent l="0" t="0" r="0" b="44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19581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CBF21" w14:textId="77777777" w:rsidR="00F63E5F" w:rsidRPr="00D36C6F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2B5D2ADC" w14:textId="6A22F3E2" w:rsidR="00F63E5F" w:rsidRPr="00D36C6F" w:rsidRDefault="00942DC6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13</w:t>
                            </w:r>
                            <w:r w:rsidR="009028D4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0E71D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03</w:t>
                            </w:r>
                            <w:r w:rsidR="00D457FA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0E71D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3041F38B" w14:textId="77777777" w:rsidR="00F63E5F" w:rsidRPr="00D36C6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6D28E91F" w14:textId="44FCC03B" w:rsidR="008C2756" w:rsidRPr="00F51B85" w:rsidRDefault="00451D8B" w:rsidP="00BD0EED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 xml:space="preserve">Startschuss für neue norisbank </w:t>
                            </w:r>
                            <w:r w:rsidR="00196C09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App</w:t>
                            </w:r>
                          </w:p>
                          <w:p w14:paraId="55842AFE" w14:textId="00542862" w:rsidR="00CD3A45" w:rsidRDefault="00507C79" w:rsidP="00BD0EED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Neue App-Generation mit vielen </w:t>
                            </w:r>
                            <w:r w:rsidR="00BE5E51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zusätzlichen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Funktionen und Services</w:t>
                            </w:r>
                          </w:p>
                          <w:p w14:paraId="4A723F4B" w14:textId="77777777" w:rsidR="00F51B85" w:rsidRPr="00F51B85" w:rsidRDefault="00F51B85" w:rsidP="00BD0EED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14:paraId="1608C832" w14:textId="77777777" w:rsidR="005C72A6" w:rsidRPr="00F6144C" w:rsidRDefault="005C72A6" w:rsidP="005C72A6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F6144C">
                              <w:rPr>
                                <w:rFonts w:ascii="Arial" w:hAnsi="Arial" w:cs="Arial"/>
                                <w:szCs w:val="28"/>
                              </w:rPr>
                              <w:t>Bankgeschäfte jetzt noch komfortabler und schneller, immer und überall erledigen</w:t>
                            </w:r>
                          </w:p>
                          <w:p w14:paraId="1BF3051A" w14:textId="6B1E4DC6" w:rsidR="005A7C25" w:rsidRPr="00F6144C" w:rsidRDefault="00451D8B" w:rsidP="00473949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  <w:szCs w:val="28"/>
                              </w:rPr>
                            </w:pPr>
                            <w:r w:rsidRPr="00F6144C">
                              <w:rPr>
                                <w:rFonts w:ascii="Arial" w:hAnsi="Arial" w:cs="Arial"/>
                                <w:szCs w:val="28"/>
                              </w:rPr>
                              <w:t>Bessere Übersicht über</w:t>
                            </w:r>
                            <w:r w:rsidR="000C761F" w:rsidRPr="00F6144C">
                              <w:rPr>
                                <w:rFonts w:ascii="Arial" w:hAnsi="Arial" w:cs="Arial"/>
                                <w:szCs w:val="28"/>
                              </w:rPr>
                              <w:t xml:space="preserve"> die eigenen Finanzen mit der grafischen Finanzübersicht</w:t>
                            </w:r>
                          </w:p>
                          <w:p w14:paraId="0115F414" w14:textId="495DAE70" w:rsidR="00507C79" w:rsidRPr="00C23BFF" w:rsidRDefault="00473949" w:rsidP="00507C79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  <w:ind w:left="426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F6144C">
                              <w:rPr>
                                <w:rFonts w:ascii="Arial" w:hAnsi="Arial" w:cs="Arial"/>
                                <w:szCs w:val="28"/>
                              </w:rPr>
                              <w:t xml:space="preserve">Geld an Freunde überweisen </w:t>
                            </w:r>
                            <w:r w:rsidR="00507C79">
                              <w:rPr>
                                <w:rFonts w:ascii="Arial" w:hAnsi="Arial" w:cs="Arial"/>
                                <w:szCs w:val="28"/>
                              </w:rPr>
                              <w:t>in nur wenigen Sekunden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AF4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7pt;margin-top:14.6pt;width:499.5pt;height:1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" stroked="f">
                <v:textbox>
                  <w:txbxContent>
                    <w:p w14:paraId="2F9CBF21" w14:textId="77777777" w:rsidR="00F63E5F" w:rsidRPr="00D36C6F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 w:rsidRPr="00D36C6F"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2B5D2ADC" w14:textId="6A22F3E2" w:rsidR="00F63E5F" w:rsidRPr="00D36C6F" w:rsidRDefault="00942DC6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13</w:t>
                      </w:r>
                      <w:r w:rsidR="009028D4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0E71D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03</w:t>
                      </w:r>
                      <w:r w:rsidR="00D457FA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0E71D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8</w:t>
                      </w:r>
                    </w:p>
                    <w:p w14:paraId="3041F38B" w14:textId="77777777" w:rsidR="00F63E5F" w:rsidRPr="00D36C6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6D28E91F" w14:textId="44FCC03B" w:rsidR="008C2756" w:rsidRPr="00F51B85" w:rsidRDefault="00451D8B" w:rsidP="00BD0EED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 xml:space="preserve">Startschuss für neue norisbank </w:t>
                      </w:r>
                      <w:r w:rsidR="00196C09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App</w:t>
                      </w:r>
                    </w:p>
                    <w:p w14:paraId="55842AFE" w14:textId="00542862" w:rsidR="00CD3A45" w:rsidRDefault="00507C79" w:rsidP="00BD0EED">
                      <w:pP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Neue App-Generation mit vielen </w:t>
                      </w:r>
                      <w:r w:rsidR="00BE5E51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zusätzlichen</w:t>
                      </w:r>
                      <w: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 Funktionen und Services</w:t>
                      </w:r>
                    </w:p>
                    <w:p w14:paraId="4A723F4B" w14:textId="77777777" w:rsidR="00F51B85" w:rsidRPr="00F51B85" w:rsidRDefault="00F51B85" w:rsidP="00BD0EED">
                      <w:pPr>
                        <w:rPr>
                          <w:rFonts w:ascii="Arial" w:hAnsi="Arial" w:cs="Arial"/>
                          <w:b/>
                          <w:color w:val="C00000"/>
                          <w:sz w:val="16"/>
                          <w:szCs w:val="16"/>
                        </w:rPr>
                      </w:pPr>
                    </w:p>
                    <w:p w14:paraId="1608C832" w14:textId="77777777" w:rsidR="005C72A6" w:rsidRPr="00F6144C" w:rsidRDefault="005C72A6" w:rsidP="005C72A6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  <w:szCs w:val="28"/>
                        </w:rPr>
                      </w:pPr>
                      <w:r w:rsidRPr="00F6144C">
                        <w:rPr>
                          <w:rFonts w:ascii="Arial" w:hAnsi="Arial" w:cs="Arial"/>
                          <w:szCs w:val="28"/>
                        </w:rPr>
                        <w:t>Bankgeschäfte jetzt noch komfortabler und schneller, immer und überall erledigen</w:t>
                      </w:r>
                    </w:p>
                    <w:p w14:paraId="1BF3051A" w14:textId="6B1E4DC6" w:rsidR="005A7C25" w:rsidRPr="00F6144C" w:rsidRDefault="00451D8B" w:rsidP="00473949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  <w:szCs w:val="28"/>
                        </w:rPr>
                      </w:pPr>
                      <w:r w:rsidRPr="00F6144C">
                        <w:rPr>
                          <w:rFonts w:ascii="Arial" w:hAnsi="Arial" w:cs="Arial"/>
                          <w:szCs w:val="28"/>
                        </w:rPr>
                        <w:t>Bessere Übersicht über</w:t>
                      </w:r>
                      <w:r w:rsidR="000C761F" w:rsidRPr="00F6144C">
                        <w:rPr>
                          <w:rFonts w:ascii="Arial" w:hAnsi="Arial" w:cs="Arial"/>
                          <w:szCs w:val="28"/>
                        </w:rPr>
                        <w:t xml:space="preserve"> die eigenen Finanzen mit der grafischen Finanzübersicht</w:t>
                      </w:r>
                    </w:p>
                    <w:p w14:paraId="0115F414" w14:textId="495DAE70" w:rsidR="00507C79" w:rsidRPr="00C23BFF" w:rsidRDefault="00473949" w:rsidP="00507C79">
                      <w:pPr>
                        <w:pStyle w:val="Listenabsatz"/>
                        <w:numPr>
                          <w:ilvl w:val="0"/>
                          <w:numId w:val="18"/>
                        </w:numPr>
                        <w:ind w:left="426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F6144C">
                        <w:rPr>
                          <w:rFonts w:ascii="Arial" w:hAnsi="Arial" w:cs="Arial"/>
                          <w:szCs w:val="28"/>
                        </w:rPr>
                        <w:t xml:space="preserve">Geld an Freunde überweisen </w:t>
                      </w:r>
                      <w:r w:rsidR="00507C79">
                        <w:rPr>
                          <w:rFonts w:ascii="Arial" w:hAnsi="Arial" w:cs="Arial"/>
                          <w:szCs w:val="28"/>
                        </w:rPr>
                        <w:t>in nur wenigen Sekunden</w:t>
                      </w:r>
                    </w:p>
                  </w:txbxContent>
                </v:textbox>
              </v:shape>
            </w:pict>
          </mc:Fallback>
        </mc:AlternateContent>
      </w:r>
    </w:p>
    <w:p w14:paraId="2AFDF55C" w14:textId="77777777" w:rsidR="007A6FBB" w:rsidRPr="007A5A4F" w:rsidRDefault="007A6FBB"/>
    <w:p w14:paraId="6BBA86BD" w14:textId="77777777" w:rsidR="007A6FBB" w:rsidRPr="007A5A4F" w:rsidRDefault="007A6FBB"/>
    <w:p w14:paraId="6DCFE2F7" w14:textId="77777777" w:rsidR="007A6FBB" w:rsidRPr="007A5A4F" w:rsidRDefault="007A6FBB"/>
    <w:p w14:paraId="5B43038F" w14:textId="77777777" w:rsidR="007A6FBB" w:rsidRPr="007A5A4F" w:rsidRDefault="007A6FBB"/>
    <w:p w14:paraId="34EC5918" w14:textId="77777777" w:rsidR="007A6FBB" w:rsidRPr="007A5A4F" w:rsidRDefault="007A6FBB"/>
    <w:p w14:paraId="6A22C6E2" w14:textId="77777777" w:rsidR="007A6FBB" w:rsidRPr="007A5A4F" w:rsidRDefault="007A6FBB"/>
    <w:p w14:paraId="5334ABC9" w14:textId="77777777" w:rsidR="007A6FBB" w:rsidRDefault="007A6FBB"/>
    <w:p w14:paraId="26AF1623" w14:textId="77777777" w:rsidR="00787C9E" w:rsidRDefault="00787C9E"/>
    <w:p w14:paraId="25F10792" w14:textId="77777777" w:rsidR="00787C9E" w:rsidRDefault="00787C9E"/>
    <w:p w14:paraId="2ABC3120" w14:textId="77777777"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0B55E3D" w14:textId="77777777" w:rsidR="00023DD1" w:rsidRDefault="00023DD1" w:rsidP="00BD0EE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8ECF3D3" w14:textId="77777777" w:rsidR="00F6144C" w:rsidRDefault="00F6144C" w:rsidP="00D033F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CBDD92D" w14:textId="049A95B3" w:rsidR="004F28B2" w:rsidRPr="00942DC6" w:rsidRDefault="004F47E2" w:rsidP="00D033F3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1265AF">
        <w:rPr>
          <w:rFonts w:ascii="Arial" w:hAnsi="Arial" w:cs="Arial"/>
          <w:sz w:val="18"/>
          <w:szCs w:val="18"/>
          <w:lang w:eastAsia="ja-JP"/>
        </w:rPr>
        <w:t>B</w:t>
      </w:r>
      <w:r w:rsidR="003C73D6" w:rsidRPr="001265AF">
        <w:rPr>
          <w:rFonts w:ascii="Arial" w:hAnsi="Arial" w:cs="Arial"/>
          <w:sz w:val="18"/>
          <w:szCs w:val="18"/>
          <w:lang w:eastAsia="ja-JP"/>
        </w:rPr>
        <w:t xml:space="preserve">onn, </w:t>
      </w:r>
      <w:r w:rsidR="001B2518">
        <w:rPr>
          <w:rFonts w:ascii="Arial" w:hAnsi="Arial" w:cs="Arial"/>
          <w:sz w:val="18"/>
          <w:szCs w:val="18"/>
          <w:lang w:eastAsia="ja-JP"/>
        </w:rPr>
        <w:t>13</w:t>
      </w:r>
      <w:r w:rsidR="00287C6F" w:rsidRPr="001265AF">
        <w:rPr>
          <w:rFonts w:ascii="Arial" w:hAnsi="Arial" w:cs="Arial"/>
          <w:sz w:val="18"/>
          <w:szCs w:val="18"/>
          <w:lang w:eastAsia="ja-JP"/>
        </w:rPr>
        <w:t>.</w:t>
      </w:r>
      <w:r w:rsidR="0025699E">
        <w:rPr>
          <w:rFonts w:ascii="Arial" w:hAnsi="Arial" w:cs="Arial"/>
          <w:sz w:val="18"/>
          <w:szCs w:val="18"/>
          <w:lang w:eastAsia="ja-JP"/>
        </w:rPr>
        <w:t>03</w:t>
      </w:r>
      <w:r w:rsidR="00891D75" w:rsidRPr="001265AF">
        <w:rPr>
          <w:rFonts w:ascii="Arial" w:hAnsi="Arial" w:cs="Arial"/>
          <w:sz w:val="18"/>
          <w:szCs w:val="18"/>
          <w:lang w:eastAsia="ja-JP"/>
        </w:rPr>
        <w:t>.</w:t>
      </w:r>
      <w:r w:rsidR="003C73D6" w:rsidRPr="001265AF">
        <w:rPr>
          <w:rFonts w:ascii="Arial" w:hAnsi="Arial" w:cs="Arial"/>
          <w:sz w:val="18"/>
          <w:szCs w:val="18"/>
          <w:lang w:eastAsia="ja-JP"/>
        </w:rPr>
        <w:t>201</w:t>
      </w:r>
      <w:r w:rsidR="0025699E">
        <w:rPr>
          <w:rFonts w:ascii="Arial" w:hAnsi="Arial" w:cs="Arial"/>
          <w:sz w:val="18"/>
          <w:szCs w:val="18"/>
          <w:lang w:eastAsia="ja-JP"/>
        </w:rPr>
        <w:t>8</w:t>
      </w:r>
      <w:r w:rsidR="003C73D6" w:rsidRPr="001265AF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3466A6" w:rsidRPr="001265A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56F81" w:rsidRPr="00AA0A64">
        <w:rPr>
          <w:rFonts w:ascii="Arial" w:hAnsi="Arial" w:cs="Arial"/>
          <w:b/>
          <w:sz w:val="18"/>
          <w:szCs w:val="18"/>
          <w:lang w:eastAsia="ja-JP"/>
        </w:rPr>
        <w:t>Die Mehrheit</w:t>
      </w:r>
      <w:r w:rsidR="003466A6" w:rsidRPr="00AA0A64">
        <w:rPr>
          <w:rFonts w:ascii="Arial" w:hAnsi="Arial" w:cs="Arial"/>
          <w:b/>
          <w:sz w:val="18"/>
          <w:szCs w:val="18"/>
          <w:lang w:eastAsia="ja-JP"/>
        </w:rPr>
        <w:t xml:space="preserve"> der </w:t>
      </w:r>
      <w:r w:rsidR="00F56F81" w:rsidRPr="00AA0A64">
        <w:rPr>
          <w:rFonts w:ascii="Arial" w:hAnsi="Arial" w:cs="Arial"/>
          <w:b/>
          <w:sz w:val="18"/>
          <w:szCs w:val="18"/>
          <w:lang w:eastAsia="ja-JP"/>
        </w:rPr>
        <w:t>Deutschen erledigt</w:t>
      </w:r>
      <w:r w:rsidR="00890CE8" w:rsidRPr="00AA0A64">
        <w:rPr>
          <w:rFonts w:ascii="Arial" w:hAnsi="Arial" w:cs="Arial"/>
          <w:b/>
          <w:sz w:val="18"/>
          <w:szCs w:val="18"/>
          <w:lang w:eastAsia="ja-JP"/>
        </w:rPr>
        <w:t xml:space="preserve"> ihre </w:t>
      </w:r>
      <w:r w:rsidR="00890CE8" w:rsidRPr="007107FF">
        <w:rPr>
          <w:rFonts w:ascii="Arial" w:hAnsi="Arial" w:cs="Arial"/>
          <w:b/>
          <w:sz w:val="18"/>
          <w:szCs w:val="18"/>
          <w:lang w:eastAsia="ja-JP"/>
        </w:rPr>
        <w:t xml:space="preserve">Bankgeschäfte </w:t>
      </w:r>
      <w:r w:rsidR="00CE1EB8" w:rsidRPr="007107FF">
        <w:rPr>
          <w:rFonts w:ascii="Arial" w:hAnsi="Arial" w:cs="Arial"/>
          <w:b/>
          <w:sz w:val="18"/>
          <w:szCs w:val="18"/>
          <w:lang w:eastAsia="ja-JP"/>
        </w:rPr>
        <w:t xml:space="preserve">mittlerweile überwiegend </w:t>
      </w:r>
      <w:r w:rsidR="00890CE8" w:rsidRPr="007107FF">
        <w:rPr>
          <w:rFonts w:ascii="Arial" w:hAnsi="Arial" w:cs="Arial"/>
          <w:b/>
          <w:sz w:val="18"/>
          <w:szCs w:val="18"/>
          <w:lang w:eastAsia="ja-JP"/>
        </w:rPr>
        <w:t>online. Einer aktuellen norisbank</w:t>
      </w:r>
      <w:r w:rsidR="00A00897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890CE8" w:rsidRPr="007107FF">
        <w:rPr>
          <w:rFonts w:ascii="Arial" w:hAnsi="Arial" w:cs="Arial"/>
          <w:b/>
          <w:sz w:val="18"/>
          <w:szCs w:val="18"/>
          <w:lang w:eastAsia="ja-JP"/>
        </w:rPr>
        <w:t xml:space="preserve">Umfrage </w:t>
      </w:r>
      <w:r w:rsidR="00C0017D" w:rsidRPr="007107FF">
        <w:rPr>
          <w:rFonts w:ascii="Arial" w:hAnsi="Arial" w:cs="Arial"/>
          <w:b/>
          <w:sz w:val="18"/>
          <w:szCs w:val="18"/>
          <w:lang w:eastAsia="ja-JP"/>
        </w:rPr>
        <w:t>zufolge</w:t>
      </w:r>
      <w:r w:rsidR="00890CE8" w:rsidRPr="007107FF">
        <w:rPr>
          <w:rFonts w:ascii="Arial" w:hAnsi="Arial" w:cs="Arial"/>
          <w:b/>
          <w:sz w:val="18"/>
          <w:szCs w:val="18"/>
          <w:lang w:eastAsia="ja-JP"/>
        </w:rPr>
        <w:t xml:space="preserve"> sind es ganze 85 Prozent – u</w:t>
      </w:r>
      <w:r w:rsidR="00A42496" w:rsidRPr="007107FF">
        <w:rPr>
          <w:rFonts w:ascii="Arial" w:hAnsi="Arial" w:cs="Arial"/>
          <w:b/>
          <w:sz w:val="18"/>
          <w:szCs w:val="18"/>
          <w:lang w:eastAsia="ja-JP"/>
        </w:rPr>
        <w:t xml:space="preserve">nabhängig </w:t>
      </w:r>
      <w:r w:rsidR="00890CE8" w:rsidRPr="007107FF">
        <w:rPr>
          <w:rFonts w:ascii="Arial" w:hAnsi="Arial" w:cs="Arial"/>
          <w:b/>
          <w:sz w:val="18"/>
          <w:szCs w:val="18"/>
          <w:lang w:eastAsia="ja-JP"/>
        </w:rPr>
        <w:t>von Alter</w:t>
      </w:r>
      <w:r w:rsidR="00890CE8" w:rsidRPr="00AA0A64">
        <w:rPr>
          <w:rFonts w:ascii="Arial" w:hAnsi="Arial" w:cs="Arial"/>
          <w:b/>
          <w:sz w:val="18"/>
          <w:szCs w:val="18"/>
          <w:lang w:eastAsia="ja-JP"/>
        </w:rPr>
        <w:t>, Wohnort oder Familienstand</w:t>
      </w:r>
      <w:r w:rsidR="00440742" w:rsidRPr="00AA0A64">
        <w:rPr>
          <w:rFonts w:ascii="Arial" w:hAnsi="Arial" w:cs="Arial"/>
          <w:b/>
          <w:sz w:val="18"/>
          <w:szCs w:val="18"/>
          <w:lang w:eastAsia="ja-JP"/>
        </w:rPr>
        <w:t>.</w:t>
      </w:r>
      <w:r w:rsidR="00890CE8" w:rsidRPr="00AA0A64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F56F81" w:rsidRPr="007107FF">
        <w:rPr>
          <w:rFonts w:ascii="Arial" w:hAnsi="Arial" w:cs="Arial"/>
          <w:b/>
          <w:sz w:val="18"/>
          <w:szCs w:val="18"/>
        </w:rPr>
        <w:t xml:space="preserve">Jeder Achte </w:t>
      </w:r>
      <w:r w:rsidR="00A801B9">
        <w:rPr>
          <w:rFonts w:ascii="Arial" w:hAnsi="Arial" w:cs="Arial"/>
          <w:b/>
          <w:sz w:val="18"/>
          <w:szCs w:val="18"/>
        </w:rPr>
        <w:t>nutzt für</w:t>
      </w:r>
      <w:r w:rsidR="00A801B9" w:rsidRPr="007107FF">
        <w:rPr>
          <w:rFonts w:ascii="Arial" w:hAnsi="Arial" w:cs="Arial"/>
          <w:b/>
          <w:sz w:val="18"/>
          <w:szCs w:val="18"/>
        </w:rPr>
        <w:t xml:space="preserve"> </w:t>
      </w:r>
      <w:r w:rsidR="00F56F81" w:rsidRPr="007107FF">
        <w:rPr>
          <w:rFonts w:ascii="Arial" w:hAnsi="Arial" w:cs="Arial"/>
          <w:b/>
          <w:sz w:val="18"/>
          <w:szCs w:val="18"/>
        </w:rPr>
        <w:t>seine Bankgeschäfte</w:t>
      </w:r>
      <w:r w:rsidR="00EE3432" w:rsidRPr="007107FF">
        <w:rPr>
          <w:rFonts w:ascii="Arial" w:hAnsi="Arial" w:cs="Arial"/>
          <w:b/>
          <w:sz w:val="18"/>
          <w:szCs w:val="18"/>
        </w:rPr>
        <w:t xml:space="preserve"> bereits</w:t>
      </w:r>
      <w:r w:rsidR="00F56F81" w:rsidRPr="007107FF">
        <w:rPr>
          <w:rFonts w:ascii="Arial" w:hAnsi="Arial" w:cs="Arial"/>
          <w:b/>
          <w:sz w:val="18"/>
          <w:szCs w:val="18"/>
        </w:rPr>
        <w:t xml:space="preserve"> </w:t>
      </w:r>
      <w:r w:rsidR="00122BAE">
        <w:rPr>
          <w:rFonts w:ascii="Arial" w:hAnsi="Arial" w:cs="Arial"/>
          <w:b/>
          <w:sz w:val="18"/>
          <w:szCs w:val="18"/>
        </w:rPr>
        <w:t>Smartphones und T</w:t>
      </w:r>
      <w:r w:rsidR="00507C79">
        <w:rPr>
          <w:rFonts w:ascii="Arial" w:hAnsi="Arial" w:cs="Arial"/>
          <w:b/>
          <w:sz w:val="18"/>
          <w:szCs w:val="18"/>
        </w:rPr>
        <w:t xml:space="preserve">ablets, sogenannte </w:t>
      </w:r>
      <w:r w:rsidR="00F56F81" w:rsidRPr="007107FF">
        <w:rPr>
          <w:rFonts w:ascii="Arial" w:hAnsi="Arial" w:cs="Arial"/>
          <w:b/>
          <w:sz w:val="18"/>
          <w:szCs w:val="18"/>
        </w:rPr>
        <w:t>Mobile Devices, wie die Studie zeigt.</w:t>
      </w:r>
      <w:r w:rsidR="00DF2FFF" w:rsidRPr="007107FF">
        <w:rPr>
          <w:rFonts w:ascii="Arial" w:hAnsi="Arial" w:cs="Arial"/>
          <w:b/>
          <w:sz w:val="18"/>
          <w:szCs w:val="18"/>
        </w:rPr>
        <w:t xml:space="preserve"> Ab</w:t>
      </w:r>
      <w:r w:rsidR="00D033F3" w:rsidRPr="007107FF">
        <w:rPr>
          <w:rFonts w:ascii="Arial" w:hAnsi="Arial" w:cs="Arial"/>
          <w:b/>
          <w:sz w:val="18"/>
          <w:szCs w:val="18"/>
        </w:rPr>
        <w:t xml:space="preserve"> sofort</w:t>
      </w:r>
      <w:r w:rsidR="007F5FB7" w:rsidRPr="007107FF">
        <w:rPr>
          <w:rFonts w:ascii="Arial" w:hAnsi="Arial" w:cs="Arial"/>
          <w:b/>
          <w:sz w:val="18"/>
          <w:szCs w:val="18"/>
        </w:rPr>
        <w:t xml:space="preserve"> steht den Kunden de</w:t>
      </w:r>
      <w:r w:rsidR="00DF2FFF" w:rsidRPr="007107FF">
        <w:rPr>
          <w:rFonts w:ascii="Arial" w:hAnsi="Arial" w:cs="Arial"/>
          <w:b/>
          <w:sz w:val="18"/>
          <w:szCs w:val="18"/>
        </w:rPr>
        <w:t>r norisbank dafür</w:t>
      </w:r>
      <w:r w:rsidR="00435850" w:rsidRPr="007107FF">
        <w:rPr>
          <w:rFonts w:ascii="Arial" w:hAnsi="Arial" w:cs="Arial"/>
          <w:b/>
          <w:sz w:val="18"/>
          <w:szCs w:val="18"/>
        </w:rPr>
        <w:t xml:space="preserve"> </w:t>
      </w:r>
      <w:r w:rsidR="00122BAE">
        <w:rPr>
          <w:rFonts w:ascii="Arial" w:hAnsi="Arial" w:cs="Arial"/>
          <w:b/>
          <w:sz w:val="18"/>
          <w:szCs w:val="18"/>
        </w:rPr>
        <w:t>neben dem klassischen Online</w:t>
      </w:r>
      <w:r w:rsidR="00570929">
        <w:rPr>
          <w:rFonts w:ascii="Arial" w:hAnsi="Arial" w:cs="Arial"/>
          <w:b/>
          <w:sz w:val="18"/>
          <w:szCs w:val="18"/>
        </w:rPr>
        <w:t>-</w:t>
      </w:r>
      <w:r w:rsidR="00122BAE">
        <w:rPr>
          <w:rFonts w:ascii="Arial" w:hAnsi="Arial" w:cs="Arial"/>
          <w:b/>
          <w:sz w:val="18"/>
          <w:szCs w:val="18"/>
        </w:rPr>
        <w:t>Banking auch eine komplett neue App-Generation</w:t>
      </w:r>
      <w:r w:rsidR="00435850" w:rsidRPr="007107FF">
        <w:rPr>
          <w:rFonts w:ascii="Arial" w:hAnsi="Arial" w:cs="Arial"/>
          <w:b/>
          <w:sz w:val="18"/>
          <w:szCs w:val="18"/>
        </w:rPr>
        <w:t xml:space="preserve"> zur Verfügung</w:t>
      </w:r>
      <w:r w:rsidR="00122BAE">
        <w:rPr>
          <w:rFonts w:ascii="Arial" w:hAnsi="Arial" w:cs="Arial"/>
          <w:b/>
          <w:sz w:val="18"/>
          <w:szCs w:val="18"/>
        </w:rPr>
        <w:t>.</w:t>
      </w:r>
      <w:r w:rsidR="00557204" w:rsidRPr="007107FF">
        <w:rPr>
          <w:rFonts w:ascii="Arial" w:hAnsi="Arial" w:cs="Arial"/>
          <w:b/>
          <w:sz w:val="18"/>
          <w:szCs w:val="18"/>
        </w:rPr>
        <w:t xml:space="preserve"> </w:t>
      </w:r>
      <w:r w:rsidR="00C03941" w:rsidRPr="007107FF">
        <w:rPr>
          <w:rFonts w:ascii="Arial" w:hAnsi="Arial" w:cs="Arial"/>
          <w:b/>
          <w:sz w:val="18"/>
          <w:szCs w:val="18"/>
        </w:rPr>
        <w:t xml:space="preserve">Bankgeschäfte können </w:t>
      </w:r>
      <w:r w:rsidR="00A801B9">
        <w:rPr>
          <w:rFonts w:ascii="Arial" w:hAnsi="Arial" w:cs="Arial"/>
          <w:b/>
          <w:sz w:val="18"/>
          <w:szCs w:val="18"/>
        </w:rPr>
        <w:t>mit ihr</w:t>
      </w:r>
      <w:r w:rsidR="00A801B9" w:rsidRPr="007107FF">
        <w:rPr>
          <w:rFonts w:ascii="Arial" w:hAnsi="Arial" w:cs="Arial"/>
          <w:b/>
          <w:sz w:val="18"/>
          <w:szCs w:val="18"/>
        </w:rPr>
        <w:t xml:space="preserve"> </w:t>
      </w:r>
      <w:r w:rsidR="00C03941" w:rsidRPr="007107FF">
        <w:rPr>
          <w:rFonts w:ascii="Arial" w:hAnsi="Arial" w:cs="Arial"/>
          <w:b/>
          <w:sz w:val="18"/>
          <w:szCs w:val="18"/>
        </w:rPr>
        <w:t xml:space="preserve">nicht nur </w:t>
      </w:r>
      <w:r w:rsidR="00122BAE">
        <w:rPr>
          <w:rFonts w:ascii="Arial" w:hAnsi="Arial" w:cs="Arial"/>
          <w:b/>
          <w:sz w:val="18"/>
          <w:szCs w:val="18"/>
        </w:rPr>
        <w:t xml:space="preserve">nochmals </w:t>
      </w:r>
      <w:r w:rsidR="00C03941" w:rsidRPr="007107FF">
        <w:rPr>
          <w:rFonts w:ascii="Arial" w:hAnsi="Arial" w:cs="Arial"/>
          <w:b/>
          <w:sz w:val="18"/>
          <w:szCs w:val="18"/>
        </w:rPr>
        <w:t xml:space="preserve">einfacher und </w:t>
      </w:r>
      <w:r w:rsidR="00122BAE">
        <w:rPr>
          <w:rFonts w:ascii="Arial" w:hAnsi="Arial" w:cs="Arial"/>
          <w:b/>
          <w:sz w:val="18"/>
          <w:szCs w:val="18"/>
        </w:rPr>
        <w:t xml:space="preserve">übersichtlicher, sondern </w:t>
      </w:r>
      <w:r w:rsidR="00421234">
        <w:rPr>
          <w:rFonts w:ascii="Arial" w:hAnsi="Arial" w:cs="Arial"/>
          <w:b/>
          <w:sz w:val="18"/>
          <w:szCs w:val="18"/>
        </w:rPr>
        <w:t>dank</w:t>
      </w:r>
      <w:r w:rsidR="00122BAE">
        <w:rPr>
          <w:rFonts w:ascii="Arial" w:hAnsi="Arial" w:cs="Arial"/>
          <w:b/>
          <w:sz w:val="18"/>
          <w:szCs w:val="18"/>
        </w:rPr>
        <w:t xml:space="preserve"> vieler neuer Funktionen und Service</w:t>
      </w:r>
      <w:r w:rsidR="00421234">
        <w:rPr>
          <w:rFonts w:ascii="Arial" w:hAnsi="Arial" w:cs="Arial"/>
          <w:b/>
          <w:sz w:val="18"/>
          <w:szCs w:val="18"/>
        </w:rPr>
        <w:t>s</w:t>
      </w:r>
      <w:r w:rsidR="00122BAE">
        <w:rPr>
          <w:rFonts w:ascii="Arial" w:hAnsi="Arial" w:cs="Arial"/>
          <w:b/>
          <w:sz w:val="18"/>
          <w:szCs w:val="18"/>
        </w:rPr>
        <w:t xml:space="preserve"> vor allem auch deutlich </w:t>
      </w:r>
      <w:r w:rsidR="00C03941" w:rsidRPr="007107FF">
        <w:rPr>
          <w:rFonts w:ascii="Arial" w:hAnsi="Arial" w:cs="Arial"/>
          <w:b/>
          <w:sz w:val="18"/>
          <w:szCs w:val="18"/>
        </w:rPr>
        <w:t>intuitiver</w:t>
      </w:r>
      <w:r w:rsidR="00122BAE">
        <w:rPr>
          <w:rFonts w:ascii="Arial" w:hAnsi="Arial" w:cs="Arial"/>
          <w:b/>
          <w:sz w:val="18"/>
          <w:szCs w:val="18"/>
        </w:rPr>
        <w:t xml:space="preserve"> abgewickelt werden. Und das alles </w:t>
      </w:r>
      <w:r w:rsidR="00C03941" w:rsidRPr="007107FF">
        <w:rPr>
          <w:rFonts w:ascii="Arial" w:hAnsi="Arial" w:cs="Arial"/>
          <w:b/>
          <w:sz w:val="18"/>
          <w:szCs w:val="18"/>
        </w:rPr>
        <w:t xml:space="preserve">jederzeit und an jedem Ort </w:t>
      </w:r>
      <w:r w:rsidR="00AC2DC0" w:rsidRPr="00FD560F">
        <w:rPr>
          <w:rFonts w:ascii="Arial" w:hAnsi="Arial" w:cs="Arial"/>
          <w:b/>
          <w:sz w:val="18"/>
          <w:szCs w:val="18"/>
        </w:rPr>
        <w:t>auf Basis modern</w:t>
      </w:r>
      <w:r w:rsidR="00122BAE" w:rsidRPr="00FD560F">
        <w:rPr>
          <w:rFonts w:ascii="Arial" w:hAnsi="Arial" w:cs="Arial"/>
          <w:b/>
          <w:sz w:val="18"/>
          <w:szCs w:val="18"/>
        </w:rPr>
        <w:t>st</w:t>
      </w:r>
      <w:r w:rsidR="00AC2DC0" w:rsidRPr="00FD560F">
        <w:rPr>
          <w:rFonts w:ascii="Arial" w:hAnsi="Arial" w:cs="Arial"/>
          <w:b/>
          <w:sz w:val="18"/>
          <w:szCs w:val="18"/>
        </w:rPr>
        <w:t>er Sicherheitsstandards</w:t>
      </w:r>
      <w:r w:rsidR="00F22553">
        <w:rPr>
          <w:rFonts w:ascii="Arial" w:hAnsi="Arial" w:cs="Arial"/>
          <w:b/>
          <w:sz w:val="18"/>
          <w:szCs w:val="18"/>
        </w:rPr>
        <w:t>.</w:t>
      </w:r>
      <w:r w:rsidR="00AC2DC0">
        <w:rPr>
          <w:rFonts w:ascii="Arial" w:hAnsi="Arial" w:cs="Arial"/>
          <w:b/>
          <w:sz w:val="18"/>
          <w:szCs w:val="18"/>
        </w:rPr>
        <w:t xml:space="preserve"> Mit dem modularen Aufbau </w:t>
      </w:r>
      <w:r w:rsidR="00122BAE">
        <w:rPr>
          <w:rFonts w:ascii="Arial" w:hAnsi="Arial" w:cs="Arial"/>
          <w:b/>
          <w:sz w:val="18"/>
          <w:szCs w:val="18"/>
        </w:rPr>
        <w:t xml:space="preserve">der App </w:t>
      </w:r>
      <w:r w:rsidR="00AC2DC0">
        <w:rPr>
          <w:rFonts w:ascii="Arial" w:hAnsi="Arial" w:cs="Arial"/>
          <w:b/>
          <w:sz w:val="18"/>
          <w:szCs w:val="18"/>
        </w:rPr>
        <w:t xml:space="preserve">und </w:t>
      </w:r>
      <w:r w:rsidR="00122BAE">
        <w:rPr>
          <w:rFonts w:ascii="Arial" w:hAnsi="Arial" w:cs="Arial"/>
          <w:b/>
          <w:sz w:val="18"/>
          <w:szCs w:val="18"/>
        </w:rPr>
        <w:t xml:space="preserve">den neuen </w:t>
      </w:r>
      <w:r w:rsidR="00AC2DC0">
        <w:rPr>
          <w:rFonts w:ascii="Arial" w:hAnsi="Arial" w:cs="Arial"/>
          <w:b/>
          <w:sz w:val="18"/>
          <w:szCs w:val="18"/>
        </w:rPr>
        <w:t xml:space="preserve">Schnittstellen bietet die App </w:t>
      </w:r>
      <w:r w:rsidR="00122BAE">
        <w:rPr>
          <w:rFonts w:ascii="Arial" w:hAnsi="Arial" w:cs="Arial"/>
          <w:b/>
          <w:sz w:val="18"/>
          <w:szCs w:val="18"/>
        </w:rPr>
        <w:t xml:space="preserve">der Bank </w:t>
      </w:r>
      <w:r w:rsidR="00A00897">
        <w:rPr>
          <w:rFonts w:ascii="Arial" w:hAnsi="Arial" w:cs="Arial"/>
          <w:b/>
          <w:sz w:val="18"/>
          <w:szCs w:val="18"/>
        </w:rPr>
        <w:t xml:space="preserve">ihren Kunden </w:t>
      </w:r>
      <w:r w:rsidR="00122BAE">
        <w:rPr>
          <w:rFonts w:ascii="Arial" w:hAnsi="Arial" w:cs="Arial"/>
          <w:b/>
          <w:sz w:val="18"/>
          <w:szCs w:val="18"/>
        </w:rPr>
        <w:t xml:space="preserve">dazu </w:t>
      </w:r>
      <w:r w:rsidR="00AC2DC0">
        <w:rPr>
          <w:rFonts w:ascii="Arial" w:hAnsi="Arial" w:cs="Arial"/>
          <w:b/>
          <w:sz w:val="18"/>
          <w:szCs w:val="18"/>
        </w:rPr>
        <w:t xml:space="preserve">die Möglichkeit, in Zukunft schnell und einfach </w:t>
      </w:r>
      <w:r w:rsidR="00122BAE">
        <w:rPr>
          <w:rFonts w:ascii="Arial" w:hAnsi="Arial" w:cs="Arial"/>
          <w:b/>
          <w:sz w:val="18"/>
          <w:szCs w:val="18"/>
        </w:rPr>
        <w:t xml:space="preserve">auch </w:t>
      </w:r>
      <w:r w:rsidR="00AC2DC0">
        <w:rPr>
          <w:rFonts w:ascii="Arial" w:hAnsi="Arial" w:cs="Arial"/>
          <w:b/>
          <w:sz w:val="18"/>
          <w:szCs w:val="18"/>
        </w:rPr>
        <w:t>weitere Funktionen auszurollen.</w:t>
      </w:r>
    </w:p>
    <w:p w14:paraId="7A417D38" w14:textId="77777777" w:rsidR="00057A6A" w:rsidRPr="004F28B2" w:rsidRDefault="00057A6A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3D6DC06F" w14:textId="599F62CA" w:rsidR="002D017B" w:rsidRDefault="009448D5" w:rsidP="00D033F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</w:t>
      </w:r>
      <w:r w:rsidR="00057A6A">
        <w:rPr>
          <w:rFonts w:ascii="Arial" w:hAnsi="Arial" w:cs="Arial"/>
          <w:sz w:val="18"/>
          <w:szCs w:val="18"/>
        </w:rPr>
        <w:t>neue</w:t>
      </w:r>
      <w:r w:rsidR="00F22553">
        <w:rPr>
          <w:rFonts w:ascii="Arial" w:hAnsi="Arial" w:cs="Arial"/>
          <w:sz w:val="18"/>
          <w:szCs w:val="18"/>
        </w:rPr>
        <w:t xml:space="preserve"> norisbank </w:t>
      </w:r>
      <w:r w:rsidR="00D033F3" w:rsidRPr="00E775EE">
        <w:rPr>
          <w:rFonts w:ascii="Arial" w:hAnsi="Arial" w:cs="Arial"/>
          <w:sz w:val="18"/>
          <w:szCs w:val="18"/>
        </w:rPr>
        <w:t>App</w:t>
      </w:r>
      <w:r w:rsidR="00142E8F">
        <w:rPr>
          <w:rFonts w:ascii="Arial" w:hAnsi="Arial" w:cs="Arial"/>
          <w:sz w:val="18"/>
          <w:szCs w:val="18"/>
        </w:rPr>
        <w:t xml:space="preserve"> ist für Android und </w:t>
      </w:r>
      <w:proofErr w:type="spellStart"/>
      <w:r w:rsidR="00142E8F">
        <w:rPr>
          <w:rFonts w:ascii="Arial" w:hAnsi="Arial" w:cs="Arial"/>
          <w:sz w:val="18"/>
          <w:szCs w:val="18"/>
        </w:rPr>
        <w:t>iOS</w:t>
      </w:r>
      <w:proofErr w:type="spellEnd"/>
      <w:r w:rsidR="00142E8F">
        <w:rPr>
          <w:rFonts w:ascii="Arial" w:hAnsi="Arial" w:cs="Arial"/>
          <w:sz w:val="18"/>
          <w:szCs w:val="18"/>
        </w:rPr>
        <w:t xml:space="preserve"> verfügbar und</w:t>
      </w:r>
      <w:r w:rsidR="00D033F3" w:rsidRPr="00E775EE">
        <w:rPr>
          <w:rFonts w:ascii="Arial" w:hAnsi="Arial" w:cs="Arial"/>
          <w:sz w:val="18"/>
          <w:szCs w:val="18"/>
        </w:rPr>
        <w:t xml:space="preserve"> </w:t>
      </w:r>
      <w:r w:rsidR="00C03941">
        <w:rPr>
          <w:rFonts w:ascii="Arial" w:hAnsi="Arial" w:cs="Arial"/>
          <w:sz w:val="18"/>
          <w:szCs w:val="18"/>
        </w:rPr>
        <w:t xml:space="preserve">lässt sich </w:t>
      </w:r>
      <w:r w:rsidR="00122BAE">
        <w:rPr>
          <w:rFonts w:ascii="Arial" w:hAnsi="Arial" w:cs="Arial"/>
          <w:sz w:val="18"/>
          <w:szCs w:val="18"/>
        </w:rPr>
        <w:t xml:space="preserve">sehr </w:t>
      </w:r>
      <w:r w:rsidR="00C03941">
        <w:rPr>
          <w:rFonts w:ascii="Arial" w:hAnsi="Arial" w:cs="Arial"/>
          <w:sz w:val="18"/>
          <w:szCs w:val="18"/>
        </w:rPr>
        <w:t xml:space="preserve">intuitiv mit </w:t>
      </w:r>
      <w:r w:rsidR="00AC2DC0">
        <w:rPr>
          <w:rFonts w:ascii="Arial" w:hAnsi="Arial" w:cs="Arial"/>
          <w:sz w:val="18"/>
          <w:szCs w:val="18"/>
        </w:rPr>
        <w:t xml:space="preserve">dem Smartphone </w:t>
      </w:r>
      <w:r w:rsidR="00122BAE">
        <w:rPr>
          <w:rFonts w:ascii="Arial" w:hAnsi="Arial" w:cs="Arial"/>
          <w:sz w:val="18"/>
          <w:szCs w:val="18"/>
        </w:rPr>
        <w:t xml:space="preserve">oder Tablet </w:t>
      </w:r>
      <w:r w:rsidR="00C03941">
        <w:rPr>
          <w:rFonts w:ascii="Arial" w:hAnsi="Arial" w:cs="Arial"/>
          <w:sz w:val="18"/>
          <w:szCs w:val="18"/>
        </w:rPr>
        <w:t>steuern</w:t>
      </w:r>
      <w:r w:rsidR="00142E8F">
        <w:rPr>
          <w:rFonts w:ascii="Arial" w:hAnsi="Arial" w:cs="Arial"/>
          <w:sz w:val="18"/>
          <w:szCs w:val="18"/>
        </w:rPr>
        <w:t xml:space="preserve">. </w:t>
      </w:r>
      <w:r w:rsidR="00477F55">
        <w:rPr>
          <w:rFonts w:ascii="Arial" w:hAnsi="Arial" w:cs="Arial"/>
          <w:sz w:val="18"/>
          <w:szCs w:val="18"/>
        </w:rPr>
        <w:t xml:space="preserve">Durch die Aktivierung des </w:t>
      </w:r>
      <w:proofErr w:type="gramStart"/>
      <w:r w:rsidR="00477F55">
        <w:rPr>
          <w:rFonts w:ascii="Arial" w:hAnsi="Arial" w:cs="Arial"/>
          <w:sz w:val="18"/>
          <w:szCs w:val="18"/>
        </w:rPr>
        <w:t>Fingerprint</w:t>
      </w:r>
      <w:r w:rsidR="00445EE3">
        <w:rPr>
          <w:rFonts w:ascii="Arial" w:hAnsi="Arial" w:cs="Arial"/>
          <w:sz w:val="18"/>
          <w:szCs w:val="18"/>
        </w:rPr>
        <w:t>-</w:t>
      </w:r>
      <w:r w:rsidR="00477F55">
        <w:rPr>
          <w:rFonts w:ascii="Arial" w:hAnsi="Arial" w:cs="Arial"/>
          <w:sz w:val="18"/>
          <w:szCs w:val="18"/>
        </w:rPr>
        <w:t>Login</w:t>
      </w:r>
      <w:proofErr w:type="gramEnd"/>
      <w:r w:rsidR="00477F55">
        <w:rPr>
          <w:rFonts w:ascii="Arial" w:hAnsi="Arial" w:cs="Arial"/>
          <w:sz w:val="18"/>
          <w:szCs w:val="18"/>
        </w:rPr>
        <w:t xml:space="preserve"> kann sich der Kunde </w:t>
      </w:r>
      <w:r w:rsidR="00122BAE">
        <w:rPr>
          <w:rFonts w:ascii="Arial" w:hAnsi="Arial" w:cs="Arial"/>
          <w:sz w:val="18"/>
          <w:szCs w:val="18"/>
        </w:rPr>
        <w:t xml:space="preserve">dazu </w:t>
      </w:r>
      <w:r w:rsidR="00477F55">
        <w:rPr>
          <w:rFonts w:ascii="Arial" w:hAnsi="Arial" w:cs="Arial"/>
          <w:sz w:val="18"/>
          <w:szCs w:val="18"/>
        </w:rPr>
        <w:t>komfortabel, schnell und sicher</w:t>
      </w:r>
      <w:r w:rsidR="00122BAE" w:rsidRPr="001B2518">
        <w:rPr>
          <w:rFonts w:ascii="Arial" w:hAnsi="Arial" w:cs="Arial"/>
          <w:sz w:val="18"/>
          <w:szCs w:val="18"/>
        </w:rPr>
        <w:t xml:space="preserve"> </w:t>
      </w:r>
      <w:r w:rsidR="00122BAE" w:rsidRPr="00122BAE">
        <w:rPr>
          <w:rFonts w:ascii="Arial" w:hAnsi="Arial" w:cs="Arial"/>
          <w:sz w:val="18"/>
          <w:szCs w:val="18"/>
        </w:rPr>
        <w:t>über die norisbank App</w:t>
      </w:r>
      <w:r w:rsidR="00477F55">
        <w:rPr>
          <w:rFonts w:ascii="Arial" w:hAnsi="Arial" w:cs="Arial"/>
          <w:sz w:val="18"/>
          <w:szCs w:val="18"/>
        </w:rPr>
        <w:t xml:space="preserve"> in sein Konto einloggen.</w:t>
      </w:r>
      <w:r w:rsidR="00EE3432">
        <w:rPr>
          <w:rFonts w:ascii="Arial" w:hAnsi="Arial" w:cs="Arial"/>
          <w:sz w:val="18"/>
          <w:szCs w:val="18"/>
        </w:rPr>
        <w:t xml:space="preserve"> </w:t>
      </w:r>
      <w:r w:rsidR="002629EF">
        <w:rPr>
          <w:rFonts w:ascii="Arial" w:hAnsi="Arial" w:cs="Arial"/>
          <w:sz w:val="18"/>
          <w:szCs w:val="18"/>
        </w:rPr>
        <w:t>Zu</w:t>
      </w:r>
      <w:r w:rsidR="00142E8F">
        <w:rPr>
          <w:rFonts w:ascii="Arial" w:hAnsi="Arial" w:cs="Arial"/>
          <w:sz w:val="18"/>
          <w:szCs w:val="18"/>
        </w:rPr>
        <w:t>sätzlich</w:t>
      </w:r>
      <w:r w:rsidR="002629EF">
        <w:rPr>
          <w:rFonts w:ascii="Arial" w:hAnsi="Arial" w:cs="Arial"/>
          <w:sz w:val="18"/>
          <w:szCs w:val="18"/>
        </w:rPr>
        <w:t xml:space="preserve"> </w:t>
      </w:r>
      <w:r w:rsidR="00D033F3" w:rsidRPr="00E775EE">
        <w:rPr>
          <w:rFonts w:ascii="Arial" w:hAnsi="Arial" w:cs="Arial"/>
          <w:sz w:val="18"/>
          <w:szCs w:val="18"/>
        </w:rPr>
        <w:t xml:space="preserve">bietet </w:t>
      </w:r>
      <w:r w:rsidR="002629EF">
        <w:rPr>
          <w:rFonts w:ascii="Arial" w:hAnsi="Arial" w:cs="Arial"/>
          <w:sz w:val="18"/>
          <w:szCs w:val="18"/>
        </w:rPr>
        <w:t xml:space="preserve">die Anwendung </w:t>
      </w:r>
      <w:r w:rsidR="00D033F3" w:rsidRPr="00E775EE">
        <w:rPr>
          <w:rFonts w:ascii="Arial" w:hAnsi="Arial" w:cs="Arial"/>
          <w:sz w:val="18"/>
          <w:szCs w:val="18"/>
        </w:rPr>
        <w:t>den Nutzern durch neue Design</w:t>
      </w:r>
      <w:r w:rsidR="00445EE3">
        <w:rPr>
          <w:rFonts w:ascii="Arial" w:hAnsi="Arial" w:cs="Arial"/>
          <w:sz w:val="18"/>
          <w:szCs w:val="18"/>
        </w:rPr>
        <w:t>-F</w:t>
      </w:r>
      <w:r w:rsidR="00D033F3" w:rsidRPr="00E775EE">
        <w:rPr>
          <w:rFonts w:ascii="Arial" w:hAnsi="Arial" w:cs="Arial"/>
          <w:sz w:val="18"/>
          <w:szCs w:val="18"/>
        </w:rPr>
        <w:t xml:space="preserve">eatures die Möglichkeit, </w:t>
      </w:r>
      <w:r w:rsidR="00952E84">
        <w:rPr>
          <w:rFonts w:ascii="Arial" w:hAnsi="Arial" w:cs="Arial"/>
          <w:sz w:val="18"/>
          <w:szCs w:val="18"/>
        </w:rPr>
        <w:t>die</w:t>
      </w:r>
      <w:r w:rsidR="00477F55" w:rsidRPr="00E775EE">
        <w:rPr>
          <w:rFonts w:ascii="Arial" w:hAnsi="Arial" w:cs="Arial"/>
          <w:sz w:val="18"/>
          <w:szCs w:val="18"/>
        </w:rPr>
        <w:t xml:space="preserve"> </w:t>
      </w:r>
      <w:r w:rsidR="00D033F3" w:rsidRPr="00E775EE">
        <w:rPr>
          <w:rFonts w:ascii="Arial" w:hAnsi="Arial" w:cs="Arial"/>
          <w:sz w:val="18"/>
          <w:szCs w:val="18"/>
        </w:rPr>
        <w:t xml:space="preserve">App individuell </w:t>
      </w:r>
      <w:r w:rsidR="005E5D30">
        <w:rPr>
          <w:rFonts w:ascii="Arial" w:hAnsi="Arial" w:cs="Arial"/>
          <w:sz w:val="18"/>
          <w:szCs w:val="18"/>
        </w:rPr>
        <w:t xml:space="preserve">mit einem Bild </w:t>
      </w:r>
      <w:r w:rsidR="00952E84">
        <w:rPr>
          <w:rFonts w:ascii="Arial" w:hAnsi="Arial" w:cs="Arial"/>
          <w:sz w:val="18"/>
          <w:szCs w:val="18"/>
        </w:rPr>
        <w:t>d</w:t>
      </w:r>
      <w:r w:rsidR="00477F55">
        <w:rPr>
          <w:rFonts w:ascii="Arial" w:hAnsi="Arial" w:cs="Arial"/>
          <w:sz w:val="18"/>
          <w:szCs w:val="18"/>
        </w:rPr>
        <w:t xml:space="preserve">er </w:t>
      </w:r>
      <w:r w:rsidR="005E5D30">
        <w:rPr>
          <w:rFonts w:ascii="Arial" w:hAnsi="Arial" w:cs="Arial"/>
          <w:sz w:val="18"/>
          <w:szCs w:val="18"/>
        </w:rPr>
        <w:t xml:space="preserve">Wahl </w:t>
      </w:r>
      <w:r w:rsidR="00122BAE">
        <w:rPr>
          <w:rFonts w:ascii="Arial" w:hAnsi="Arial" w:cs="Arial"/>
          <w:sz w:val="18"/>
          <w:szCs w:val="18"/>
        </w:rPr>
        <w:t xml:space="preserve">– </w:t>
      </w:r>
      <w:r w:rsidR="0017618E">
        <w:rPr>
          <w:rFonts w:ascii="Arial" w:hAnsi="Arial" w:cs="Arial"/>
          <w:sz w:val="18"/>
          <w:szCs w:val="18"/>
        </w:rPr>
        <w:t>zum Beispiel</w:t>
      </w:r>
      <w:r w:rsidR="00122BAE">
        <w:rPr>
          <w:rFonts w:ascii="Arial" w:hAnsi="Arial" w:cs="Arial"/>
          <w:sz w:val="18"/>
          <w:szCs w:val="18"/>
        </w:rPr>
        <w:t xml:space="preserve"> mit </w:t>
      </w:r>
      <w:r w:rsidR="005E5D30">
        <w:rPr>
          <w:rFonts w:ascii="Arial" w:hAnsi="Arial" w:cs="Arial"/>
          <w:sz w:val="18"/>
          <w:szCs w:val="18"/>
        </w:rPr>
        <w:t xml:space="preserve">einem Foto aus der </w:t>
      </w:r>
      <w:r w:rsidR="00122BAE">
        <w:rPr>
          <w:rFonts w:ascii="Arial" w:hAnsi="Arial" w:cs="Arial"/>
          <w:sz w:val="18"/>
          <w:szCs w:val="18"/>
        </w:rPr>
        <w:t xml:space="preserve">eigenen </w:t>
      </w:r>
      <w:r w:rsidR="005E5D30">
        <w:rPr>
          <w:rFonts w:ascii="Arial" w:hAnsi="Arial" w:cs="Arial"/>
          <w:sz w:val="18"/>
          <w:szCs w:val="18"/>
        </w:rPr>
        <w:t>Fotogalerie</w:t>
      </w:r>
      <w:r w:rsidR="00407A0B" w:rsidRPr="00407A0B">
        <w:rPr>
          <w:rFonts w:ascii="Arial" w:hAnsi="Arial" w:cs="Arial"/>
          <w:sz w:val="18"/>
          <w:szCs w:val="18"/>
        </w:rPr>
        <w:t xml:space="preserve"> </w:t>
      </w:r>
      <w:r w:rsidR="0017618E">
        <w:rPr>
          <w:rFonts w:ascii="Arial" w:hAnsi="Arial" w:cs="Arial"/>
          <w:sz w:val="18"/>
          <w:szCs w:val="18"/>
        </w:rPr>
        <w:t>–</w:t>
      </w:r>
      <w:r w:rsidR="00122BAE">
        <w:rPr>
          <w:rFonts w:ascii="Arial" w:hAnsi="Arial" w:cs="Arial"/>
          <w:sz w:val="18"/>
          <w:szCs w:val="18"/>
        </w:rPr>
        <w:t xml:space="preserve"> </w:t>
      </w:r>
      <w:r w:rsidR="00407A0B" w:rsidRPr="00E775EE">
        <w:rPr>
          <w:rFonts w:ascii="Arial" w:hAnsi="Arial" w:cs="Arial"/>
          <w:sz w:val="18"/>
          <w:szCs w:val="18"/>
        </w:rPr>
        <w:t>zu gestalten</w:t>
      </w:r>
      <w:r w:rsidR="005E5D30">
        <w:rPr>
          <w:rFonts w:ascii="Arial" w:hAnsi="Arial" w:cs="Arial"/>
          <w:sz w:val="18"/>
          <w:szCs w:val="18"/>
        </w:rPr>
        <w:t xml:space="preserve">. </w:t>
      </w:r>
      <w:r w:rsidR="00142E8F">
        <w:rPr>
          <w:rFonts w:ascii="Arial" w:hAnsi="Arial" w:cs="Arial"/>
          <w:sz w:val="18"/>
          <w:szCs w:val="18"/>
        </w:rPr>
        <w:t>Darüber hinaus</w:t>
      </w:r>
      <w:r w:rsidR="00AC2DC0">
        <w:rPr>
          <w:rFonts w:ascii="Arial" w:hAnsi="Arial" w:cs="Arial"/>
          <w:sz w:val="18"/>
          <w:szCs w:val="18"/>
        </w:rPr>
        <w:t xml:space="preserve"> lä</w:t>
      </w:r>
      <w:r w:rsidR="00727CC8">
        <w:rPr>
          <w:rFonts w:ascii="Arial" w:hAnsi="Arial" w:cs="Arial"/>
          <w:sz w:val="18"/>
          <w:szCs w:val="18"/>
        </w:rPr>
        <w:t>ss</w:t>
      </w:r>
      <w:r w:rsidR="00AC2DC0">
        <w:rPr>
          <w:rFonts w:ascii="Arial" w:hAnsi="Arial" w:cs="Arial"/>
          <w:sz w:val="18"/>
          <w:szCs w:val="18"/>
        </w:rPr>
        <w:t xml:space="preserve">t sich in den Einstellungen die </w:t>
      </w:r>
      <w:r w:rsidR="00122BAE">
        <w:rPr>
          <w:rFonts w:ascii="Arial" w:hAnsi="Arial" w:cs="Arial"/>
          <w:sz w:val="18"/>
          <w:szCs w:val="18"/>
        </w:rPr>
        <w:t xml:space="preserve">Art der </w:t>
      </w:r>
      <w:r w:rsidR="00AC2DC0">
        <w:rPr>
          <w:rFonts w:ascii="Arial" w:hAnsi="Arial" w:cs="Arial"/>
          <w:sz w:val="18"/>
          <w:szCs w:val="18"/>
        </w:rPr>
        <w:t xml:space="preserve">Ansicht </w:t>
      </w:r>
      <w:r w:rsidR="00122BAE">
        <w:rPr>
          <w:rFonts w:ascii="Arial" w:hAnsi="Arial" w:cs="Arial"/>
          <w:sz w:val="18"/>
          <w:szCs w:val="18"/>
        </w:rPr>
        <w:t xml:space="preserve">individuell </w:t>
      </w:r>
      <w:r w:rsidR="00AC2DC0">
        <w:rPr>
          <w:rFonts w:ascii="Arial" w:hAnsi="Arial" w:cs="Arial"/>
          <w:sz w:val="18"/>
          <w:szCs w:val="18"/>
        </w:rPr>
        <w:t xml:space="preserve">auswählen. </w:t>
      </w:r>
      <w:r w:rsidR="005E5D30">
        <w:rPr>
          <w:rFonts w:ascii="Arial" w:hAnsi="Arial" w:cs="Arial"/>
          <w:sz w:val="18"/>
          <w:szCs w:val="18"/>
        </w:rPr>
        <w:t>So kann jeder selbst entscheiden, wie die eigene Banking-App aussieht.</w:t>
      </w:r>
      <w:r w:rsidR="00407A0B">
        <w:rPr>
          <w:rFonts w:ascii="Arial" w:hAnsi="Arial" w:cs="Arial"/>
          <w:sz w:val="18"/>
          <w:szCs w:val="18"/>
        </w:rPr>
        <w:t xml:space="preserve"> </w:t>
      </w:r>
    </w:p>
    <w:p w14:paraId="367C3C2A" w14:textId="77777777" w:rsidR="002D017B" w:rsidRDefault="002D017B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0B20CBDB" w14:textId="08E11C76" w:rsidR="00F6144C" w:rsidRDefault="00444ECB" w:rsidP="00D033F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Einen </w:t>
      </w:r>
      <w:r w:rsidR="00122BAE">
        <w:rPr>
          <w:rFonts w:ascii="Arial" w:hAnsi="Arial" w:cs="Arial"/>
          <w:sz w:val="18"/>
          <w:szCs w:val="18"/>
        </w:rPr>
        <w:t xml:space="preserve">schnellen </w:t>
      </w:r>
      <w:r w:rsidR="00122BAE" w:rsidRPr="001B2518">
        <w:rPr>
          <w:rFonts w:ascii="Arial" w:hAnsi="Arial" w:cs="Arial"/>
          <w:sz w:val="18"/>
          <w:szCs w:val="18"/>
        </w:rPr>
        <w:t xml:space="preserve">und übersichtlichen </w:t>
      </w:r>
      <w:r w:rsidR="00BE5E51" w:rsidRPr="001B2518">
        <w:rPr>
          <w:rFonts w:ascii="Arial" w:hAnsi="Arial" w:cs="Arial"/>
          <w:sz w:val="18"/>
          <w:szCs w:val="18"/>
        </w:rPr>
        <w:t xml:space="preserve">Blick auf </w:t>
      </w:r>
      <w:r w:rsidR="00407A0B" w:rsidRPr="001B2518">
        <w:rPr>
          <w:rFonts w:ascii="Arial" w:hAnsi="Arial" w:cs="Arial"/>
          <w:sz w:val="18"/>
          <w:szCs w:val="18"/>
        </w:rPr>
        <w:t>seine Finanzen erhält</w:t>
      </w:r>
      <w:r w:rsidRPr="001B2518">
        <w:rPr>
          <w:rFonts w:ascii="Arial" w:hAnsi="Arial" w:cs="Arial"/>
          <w:sz w:val="18"/>
          <w:szCs w:val="18"/>
        </w:rPr>
        <w:t xml:space="preserve"> der Kunde </w:t>
      </w:r>
      <w:r w:rsidR="00407A0B" w:rsidRPr="001B2518">
        <w:rPr>
          <w:rFonts w:ascii="Arial" w:hAnsi="Arial" w:cs="Arial"/>
          <w:sz w:val="18"/>
          <w:szCs w:val="18"/>
        </w:rPr>
        <w:t>ab sofort dank</w:t>
      </w:r>
      <w:r w:rsidRPr="001B2518">
        <w:rPr>
          <w:rFonts w:ascii="Arial" w:hAnsi="Arial" w:cs="Arial"/>
          <w:sz w:val="18"/>
          <w:szCs w:val="18"/>
        </w:rPr>
        <w:t xml:space="preserve"> </w:t>
      </w:r>
      <w:r w:rsidR="00AC2DC0" w:rsidRPr="001B2518">
        <w:rPr>
          <w:rFonts w:ascii="Arial" w:hAnsi="Arial" w:cs="Arial"/>
          <w:sz w:val="18"/>
          <w:szCs w:val="18"/>
        </w:rPr>
        <w:t>interaktiver</w:t>
      </w:r>
      <w:r w:rsidR="00115169">
        <w:rPr>
          <w:rFonts w:ascii="Arial" w:hAnsi="Arial" w:cs="Arial"/>
          <w:sz w:val="18"/>
          <w:szCs w:val="18"/>
        </w:rPr>
        <w:t>,</w:t>
      </w:r>
      <w:r w:rsidR="00122BAE" w:rsidRPr="001B2518">
        <w:rPr>
          <w:rFonts w:ascii="Arial" w:hAnsi="Arial" w:cs="Arial"/>
          <w:sz w:val="18"/>
          <w:szCs w:val="18"/>
        </w:rPr>
        <w:t xml:space="preserve"> wahlweise grafischer oder tabel</w:t>
      </w:r>
      <w:r w:rsidR="00A63428" w:rsidRPr="001B2518">
        <w:rPr>
          <w:rFonts w:ascii="Arial" w:hAnsi="Arial" w:cs="Arial"/>
          <w:sz w:val="18"/>
          <w:szCs w:val="18"/>
        </w:rPr>
        <w:t>l</w:t>
      </w:r>
      <w:r w:rsidR="00122BAE" w:rsidRPr="001B2518">
        <w:rPr>
          <w:rFonts w:ascii="Arial" w:hAnsi="Arial" w:cs="Arial"/>
          <w:sz w:val="18"/>
          <w:szCs w:val="18"/>
        </w:rPr>
        <w:t>arischer</w:t>
      </w:r>
      <w:r w:rsidR="00957376" w:rsidRPr="001B2518">
        <w:rPr>
          <w:rFonts w:ascii="Arial" w:hAnsi="Arial" w:cs="Arial"/>
          <w:sz w:val="18"/>
          <w:szCs w:val="18"/>
        </w:rPr>
        <w:t xml:space="preserve"> </w:t>
      </w:r>
      <w:r w:rsidRPr="001B2518">
        <w:rPr>
          <w:rFonts w:ascii="Arial" w:hAnsi="Arial" w:cs="Arial"/>
          <w:sz w:val="18"/>
          <w:szCs w:val="18"/>
        </w:rPr>
        <w:t>Kontoübersicht. Per</w:t>
      </w:r>
      <w:r>
        <w:rPr>
          <w:rFonts w:ascii="Arial" w:hAnsi="Arial" w:cs="Arial"/>
          <w:sz w:val="18"/>
          <w:szCs w:val="18"/>
        </w:rPr>
        <w:t xml:space="preserve"> </w:t>
      </w:r>
      <w:r w:rsidR="00122BAE">
        <w:rPr>
          <w:rFonts w:ascii="Arial" w:hAnsi="Arial" w:cs="Arial"/>
          <w:sz w:val="18"/>
          <w:szCs w:val="18"/>
        </w:rPr>
        <w:t xml:space="preserve">Fingertipp und </w:t>
      </w:r>
      <w:proofErr w:type="spellStart"/>
      <w:r>
        <w:rPr>
          <w:rFonts w:ascii="Arial" w:hAnsi="Arial" w:cs="Arial"/>
          <w:sz w:val="18"/>
          <w:szCs w:val="18"/>
        </w:rPr>
        <w:t>Slide</w:t>
      </w:r>
      <w:r w:rsidR="00122BAE">
        <w:rPr>
          <w:rFonts w:ascii="Arial" w:hAnsi="Arial" w:cs="Arial"/>
          <w:sz w:val="18"/>
          <w:szCs w:val="18"/>
        </w:rPr>
        <w:t>n</w:t>
      </w:r>
      <w:proofErr w:type="spellEnd"/>
      <w:r>
        <w:rPr>
          <w:rFonts w:ascii="Arial" w:hAnsi="Arial" w:cs="Arial"/>
          <w:sz w:val="18"/>
          <w:szCs w:val="18"/>
        </w:rPr>
        <w:t xml:space="preserve"> können Kontosalden und die taggenauen Umsätze der letzten </w:t>
      </w:r>
      <w:r w:rsidR="00AC2DC0">
        <w:rPr>
          <w:rFonts w:ascii="Arial" w:hAnsi="Arial" w:cs="Arial"/>
          <w:sz w:val="18"/>
          <w:szCs w:val="18"/>
        </w:rPr>
        <w:t xml:space="preserve">180 </w:t>
      </w:r>
      <w:r>
        <w:rPr>
          <w:rFonts w:ascii="Arial" w:hAnsi="Arial" w:cs="Arial"/>
          <w:sz w:val="18"/>
          <w:szCs w:val="18"/>
        </w:rPr>
        <w:t>Tage angesehen werden. Als interaktive Grafik zeigt die Übersicht alle Konten</w:t>
      </w:r>
      <w:r w:rsidR="003C4593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Karten und Produkte an, die der</w:t>
      </w:r>
      <w:r w:rsidR="005A2630">
        <w:rPr>
          <w:rFonts w:ascii="Arial" w:hAnsi="Arial" w:cs="Arial"/>
          <w:sz w:val="18"/>
          <w:szCs w:val="18"/>
        </w:rPr>
        <w:t xml:space="preserve"> Kunde bei der</w:t>
      </w:r>
      <w:r>
        <w:rPr>
          <w:rFonts w:ascii="Arial" w:hAnsi="Arial" w:cs="Arial"/>
          <w:sz w:val="18"/>
          <w:szCs w:val="18"/>
        </w:rPr>
        <w:t xml:space="preserve"> norisbank führt. </w:t>
      </w:r>
      <w:r w:rsidR="00AB6804">
        <w:rPr>
          <w:rFonts w:ascii="Arial" w:hAnsi="Arial" w:cs="Arial"/>
          <w:sz w:val="18"/>
          <w:szCs w:val="18"/>
        </w:rPr>
        <w:t xml:space="preserve">Mit einer einfachen Auswahl innerhalb der grafischen Darstellung des Kontostands kann man </w:t>
      </w:r>
      <w:r w:rsidR="00122BAE">
        <w:rPr>
          <w:rFonts w:ascii="Arial" w:hAnsi="Arial" w:cs="Arial"/>
          <w:sz w:val="18"/>
          <w:szCs w:val="18"/>
        </w:rPr>
        <w:t xml:space="preserve">bequem konkrete </w:t>
      </w:r>
      <w:r w:rsidR="00AB6804">
        <w:rPr>
          <w:rFonts w:ascii="Arial" w:hAnsi="Arial" w:cs="Arial"/>
          <w:sz w:val="18"/>
          <w:szCs w:val="18"/>
        </w:rPr>
        <w:t>Zeiträume auswählen und seine dazugehörigen Umsätze einsehen</w:t>
      </w:r>
      <w:r w:rsidR="00EF35F0">
        <w:rPr>
          <w:rFonts w:ascii="Arial" w:hAnsi="Arial" w:cs="Arial"/>
          <w:sz w:val="18"/>
          <w:szCs w:val="18"/>
        </w:rPr>
        <w:t>.</w:t>
      </w:r>
      <w:r w:rsidR="004636AE">
        <w:rPr>
          <w:rFonts w:ascii="Arial" w:hAnsi="Arial" w:cs="Arial"/>
          <w:sz w:val="18"/>
          <w:szCs w:val="18"/>
        </w:rPr>
        <w:t xml:space="preserve"> </w:t>
      </w:r>
      <w:r w:rsidR="00AB6804">
        <w:rPr>
          <w:rFonts w:ascii="Arial" w:hAnsi="Arial" w:cs="Arial"/>
          <w:sz w:val="18"/>
          <w:szCs w:val="18"/>
        </w:rPr>
        <w:t xml:space="preserve">Darüber hinaus </w:t>
      </w:r>
      <w:r w:rsidR="009524C7">
        <w:rPr>
          <w:rFonts w:ascii="Arial" w:hAnsi="Arial" w:cs="Arial"/>
          <w:sz w:val="18"/>
          <w:szCs w:val="18"/>
        </w:rPr>
        <w:t xml:space="preserve">kann </w:t>
      </w:r>
      <w:r w:rsidR="00AB6804">
        <w:rPr>
          <w:rFonts w:ascii="Arial" w:hAnsi="Arial" w:cs="Arial"/>
          <w:sz w:val="18"/>
          <w:szCs w:val="18"/>
        </w:rPr>
        <w:t xml:space="preserve">der Nutzer </w:t>
      </w:r>
      <w:r w:rsidR="009524C7">
        <w:rPr>
          <w:rFonts w:ascii="Arial" w:hAnsi="Arial" w:cs="Arial"/>
          <w:sz w:val="18"/>
          <w:szCs w:val="18"/>
        </w:rPr>
        <w:t xml:space="preserve">bestimmte zurückliegende </w:t>
      </w:r>
      <w:r w:rsidR="00AB6804">
        <w:rPr>
          <w:rFonts w:ascii="Arial" w:hAnsi="Arial" w:cs="Arial"/>
          <w:sz w:val="18"/>
          <w:szCs w:val="18"/>
        </w:rPr>
        <w:t>Transaktion</w:t>
      </w:r>
      <w:r w:rsidR="00122BAE">
        <w:rPr>
          <w:rFonts w:ascii="Arial" w:hAnsi="Arial" w:cs="Arial"/>
          <w:sz w:val="18"/>
          <w:szCs w:val="18"/>
        </w:rPr>
        <w:t>en</w:t>
      </w:r>
      <w:r w:rsidR="00AB6804">
        <w:rPr>
          <w:rFonts w:ascii="Arial" w:hAnsi="Arial" w:cs="Arial"/>
          <w:sz w:val="18"/>
          <w:szCs w:val="18"/>
        </w:rPr>
        <w:t xml:space="preserve"> mit der Suchfunktion</w:t>
      </w:r>
      <w:r w:rsidR="00115169">
        <w:rPr>
          <w:rFonts w:ascii="Arial" w:hAnsi="Arial" w:cs="Arial"/>
          <w:sz w:val="18"/>
          <w:szCs w:val="18"/>
        </w:rPr>
        <w:t xml:space="preserve"> – </w:t>
      </w:r>
      <w:r w:rsidR="009524C7">
        <w:rPr>
          <w:rFonts w:ascii="Arial" w:hAnsi="Arial" w:cs="Arial"/>
          <w:sz w:val="18"/>
          <w:szCs w:val="18"/>
        </w:rPr>
        <w:t>z</w:t>
      </w:r>
      <w:r w:rsidR="00A63428">
        <w:rPr>
          <w:rFonts w:ascii="Arial" w:hAnsi="Arial" w:cs="Arial"/>
          <w:sz w:val="18"/>
          <w:szCs w:val="18"/>
        </w:rPr>
        <w:t>um Beispiel</w:t>
      </w:r>
      <w:r w:rsidR="00115169">
        <w:rPr>
          <w:rFonts w:ascii="Arial" w:hAnsi="Arial" w:cs="Arial"/>
          <w:sz w:val="18"/>
          <w:szCs w:val="18"/>
        </w:rPr>
        <w:t xml:space="preserve"> nach</w:t>
      </w:r>
      <w:r w:rsidR="009524C7">
        <w:rPr>
          <w:rFonts w:ascii="Arial" w:hAnsi="Arial" w:cs="Arial"/>
          <w:sz w:val="18"/>
          <w:szCs w:val="18"/>
        </w:rPr>
        <w:t xml:space="preserve"> </w:t>
      </w:r>
      <w:r w:rsidR="00AB6804">
        <w:rPr>
          <w:rFonts w:ascii="Arial" w:hAnsi="Arial" w:cs="Arial"/>
          <w:sz w:val="18"/>
          <w:szCs w:val="18"/>
        </w:rPr>
        <w:t>Verwendungszweck, Empfänger</w:t>
      </w:r>
      <w:r w:rsidR="00115169">
        <w:rPr>
          <w:rFonts w:ascii="Arial" w:hAnsi="Arial" w:cs="Arial"/>
          <w:sz w:val="18"/>
          <w:szCs w:val="18"/>
        </w:rPr>
        <w:t xml:space="preserve"> </w:t>
      </w:r>
      <w:r w:rsidR="001654C6">
        <w:rPr>
          <w:rFonts w:ascii="Arial" w:hAnsi="Arial" w:cs="Arial"/>
          <w:sz w:val="18"/>
          <w:szCs w:val="18"/>
        </w:rPr>
        <w:t>oder</w:t>
      </w:r>
      <w:r w:rsidR="00AB6804">
        <w:rPr>
          <w:rFonts w:ascii="Arial" w:hAnsi="Arial" w:cs="Arial"/>
          <w:sz w:val="18"/>
          <w:szCs w:val="18"/>
        </w:rPr>
        <w:t xml:space="preserve"> Datum</w:t>
      </w:r>
      <w:r w:rsidR="00115169">
        <w:rPr>
          <w:rFonts w:ascii="Arial" w:hAnsi="Arial" w:cs="Arial"/>
          <w:sz w:val="18"/>
          <w:szCs w:val="18"/>
        </w:rPr>
        <w:t xml:space="preserve"> – </w:t>
      </w:r>
      <w:r w:rsidR="009524C7">
        <w:rPr>
          <w:rFonts w:ascii="Arial" w:hAnsi="Arial" w:cs="Arial"/>
          <w:sz w:val="18"/>
          <w:szCs w:val="18"/>
        </w:rPr>
        <w:t>schnell und besonders einfach finden</w:t>
      </w:r>
      <w:r w:rsidR="00AB6804">
        <w:rPr>
          <w:rFonts w:ascii="Arial" w:hAnsi="Arial" w:cs="Arial"/>
          <w:sz w:val="18"/>
          <w:szCs w:val="18"/>
        </w:rPr>
        <w:t xml:space="preserve">. </w:t>
      </w:r>
      <w:r w:rsidR="00310658">
        <w:rPr>
          <w:rFonts w:ascii="Arial" w:hAnsi="Arial" w:cs="Arial"/>
          <w:sz w:val="18"/>
          <w:szCs w:val="18"/>
        </w:rPr>
        <w:t xml:space="preserve">Bei Nutzern mit </w:t>
      </w:r>
      <w:proofErr w:type="spellStart"/>
      <w:r w:rsidR="00310658">
        <w:rPr>
          <w:rFonts w:ascii="Arial" w:hAnsi="Arial" w:cs="Arial"/>
          <w:sz w:val="18"/>
          <w:szCs w:val="18"/>
        </w:rPr>
        <w:t>iOS</w:t>
      </w:r>
      <w:proofErr w:type="spellEnd"/>
      <w:r w:rsidR="00310658">
        <w:rPr>
          <w:rFonts w:ascii="Arial" w:hAnsi="Arial" w:cs="Arial"/>
          <w:sz w:val="18"/>
          <w:szCs w:val="18"/>
        </w:rPr>
        <w:t xml:space="preserve">-Betriebssystem sorgt der </w:t>
      </w:r>
      <w:r w:rsidR="009524C7">
        <w:rPr>
          <w:rFonts w:ascii="Arial" w:hAnsi="Arial" w:cs="Arial"/>
          <w:sz w:val="18"/>
          <w:szCs w:val="18"/>
        </w:rPr>
        <w:t>sog</w:t>
      </w:r>
      <w:r w:rsidR="00A63428">
        <w:rPr>
          <w:rFonts w:ascii="Arial" w:hAnsi="Arial" w:cs="Arial"/>
          <w:sz w:val="18"/>
          <w:szCs w:val="18"/>
        </w:rPr>
        <w:t>enannte</w:t>
      </w:r>
      <w:r w:rsidR="009524C7">
        <w:rPr>
          <w:rFonts w:ascii="Arial" w:hAnsi="Arial" w:cs="Arial"/>
          <w:sz w:val="18"/>
          <w:szCs w:val="18"/>
        </w:rPr>
        <w:t xml:space="preserve"> </w:t>
      </w:r>
      <w:r w:rsidR="00310658">
        <w:rPr>
          <w:rFonts w:ascii="Arial" w:hAnsi="Arial" w:cs="Arial"/>
          <w:sz w:val="18"/>
          <w:szCs w:val="18"/>
        </w:rPr>
        <w:t xml:space="preserve">Finanzplaner für zusätzlichen Überblick: </w:t>
      </w:r>
      <w:r w:rsidR="00115169">
        <w:rPr>
          <w:rFonts w:ascii="Arial" w:hAnsi="Arial" w:cs="Arial"/>
          <w:sz w:val="18"/>
          <w:szCs w:val="18"/>
        </w:rPr>
        <w:t>S</w:t>
      </w:r>
      <w:r w:rsidR="009524C7">
        <w:rPr>
          <w:rFonts w:ascii="Arial" w:hAnsi="Arial" w:cs="Arial"/>
          <w:sz w:val="18"/>
          <w:szCs w:val="18"/>
        </w:rPr>
        <w:t>o erhält der Kunde die</w:t>
      </w:r>
      <w:r w:rsidR="00310658">
        <w:rPr>
          <w:rFonts w:ascii="Arial" w:hAnsi="Arial" w:cs="Arial"/>
          <w:sz w:val="18"/>
          <w:szCs w:val="18"/>
        </w:rPr>
        <w:t xml:space="preserve"> Einnahmen und Ausgaben </w:t>
      </w:r>
      <w:r w:rsidR="009524C7">
        <w:rPr>
          <w:rFonts w:ascii="Arial" w:hAnsi="Arial" w:cs="Arial"/>
          <w:sz w:val="18"/>
          <w:szCs w:val="18"/>
        </w:rPr>
        <w:t xml:space="preserve">bestimmter Perioden </w:t>
      </w:r>
      <w:r w:rsidR="00310658">
        <w:rPr>
          <w:rFonts w:ascii="Arial" w:hAnsi="Arial" w:cs="Arial"/>
          <w:sz w:val="18"/>
          <w:szCs w:val="18"/>
        </w:rPr>
        <w:t>in einfachen Grafiken dar</w:t>
      </w:r>
      <w:r w:rsidR="009524C7">
        <w:rPr>
          <w:rFonts w:ascii="Arial" w:hAnsi="Arial" w:cs="Arial"/>
          <w:sz w:val="18"/>
          <w:szCs w:val="18"/>
        </w:rPr>
        <w:t>gestellt und kann diese auf Wunsch sogar mit individuell definierten Kategorien unterscheiden</w:t>
      </w:r>
      <w:r w:rsidR="00310658">
        <w:rPr>
          <w:rFonts w:ascii="Arial" w:hAnsi="Arial" w:cs="Arial"/>
          <w:sz w:val="18"/>
          <w:szCs w:val="18"/>
        </w:rPr>
        <w:t xml:space="preserve">. </w:t>
      </w:r>
    </w:p>
    <w:p w14:paraId="7DA4BA4D" w14:textId="77777777" w:rsidR="00C23BFF" w:rsidRDefault="00C23BFF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0439386D" w14:textId="785F091F" w:rsidR="00952E84" w:rsidRDefault="009524C7" w:rsidP="00D033F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Mit dem </w:t>
      </w:r>
      <w:r w:rsidR="00310658">
        <w:rPr>
          <w:rFonts w:ascii="Arial" w:hAnsi="Arial" w:cs="Arial"/>
          <w:sz w:val="18"/>
          <w:szCs w:val="18"/>
        </w:rPr>
        <w:t>digitale</w:t>
      </w:r>
      <w:r>
        <w:rPr>
          <w:rFonts w:ascii="Arial" w:hAnsi="Arial" w:cs="Arial"/>
          <w:sz w:val="18"/>
          <w:szCs w:val="18"/>
        </w:rPr>
        <w:t>n</w:t>
      </w:r>
      <w:r w:rsidR="00310658">
        <w:rPr>
          <w:rFonts w:ascii="Arial" w:hAnsi="Arial" w:cs="Arial"/>
          <w:sz w:val="18"/>
          <w:szCs w:val="18"/>
        </w:rPr>
        <w:t xml:space="preserve"> Postfach steht </w:t>
      </w:r>
      <w:r>
        <w:rPr>
          <w:rFonts w:ascii="Arial" w:hAnsi="Arial" w:cs="Arial"/>
          <w:sz w:val="18"/>
          <w:szCs w:val="18"/>
        </w:rPr>
        <w:t xml:space="preserve">den </w:t>
      </w:r>
      <w:r w:rsidR="00310658">
        <w:rPr>
          <w:rFonts w:ascii="Arial" w:hAnsi="Arial" w:cs="Arial"/>
          <w:sz w:val="18"/>
          <w:szCs w:val="18"/>
        </w:rPr>
        <w:t xml:space="preserve">Nutzern </w:t>
      </w:r>
      <w:r>
        <w:rPr>
          <w:rFonts w:ascii="Arial" w:hAnsi="Arial" w:cs="Arial"/>
          <w:sz w:val="18"/>
          <w:szCs w:val="18"/>
        </w:rPr>
        <w:t>ein weiterer neuer Service</w:t>
      </w:r>
      <w:r w:rsidR="00310658">
        <w:rPr>
          <w:rFonts w:ascii="Arial" w:hAnsi="Arial" w:cs="Arial"/>
          <w:sz w:val="18"/>
          <w:szCs w:val="18"/>
        </w:rPr>
        <w:t xml:space="preserve"> in der App zur Verfügung</w:t>
      </w:r>
      <w:r>
        <w:rPr>
          <w:rFonts w:ascii="Arial" w:hAnsi="Arial" w:cs="Arial"/>
          <w:sz w:val="18"/>
          <w:szCs w:val="18"/>
        </w:rPr>
        <w:t>. Hier</w:t>
      </w:r>
      <w:r w:rsidR="0095737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wird </w:t>
      </w:r>
      <w:r w:rsidR="00AB6804">
        <w:rPr>
          <w:rFonts w:ascii="Arial" w:hAnsi="Arial" w:cs="Arial"/>
          <w:sz w:val="18"/>
          <w:szCs w:val="18"/>
        </w:rPr>
        <w:t xml:space="preserve">die „digitale </w:t>
      </w:r>
      <w:proofErr w:type="spellStart"/>
      <w:r w:rsidR="00AB6804">
        <w:rPr>
          <w:rFonts w:ascii="Arial" w:hAnsi="Arial" w:cs="Arial"/>
          <w:sz w:val="18"/>
          <w:szCs w:val="18"/>
        </w:rPr>
        <w:t>Bankpost</w:t>
      </w:r>
      <w:proofErr w:type="spellEnd"/>
      <w:r w:rsidR="00AB6804">
        <w:rPr>
          <w:rFonts w:ascii="Arial" w:hAnsi="Arial" w:cs="Arial"/>
          <w:sz w:val="18"/>
          <w:szCs w:val="18"/>
        </w:rPr>
        <w:t xml:space="preserve">“ </w:t>
      </w:r>
      <w:r w:rsidR="00C23BFF">
        <w:rPr>
          <w:rFonts w:ascii="Arial" w:hAnsi="Arial" w:cs="Arial"/>
          <w:sz w:val="18"/>
          <w:szCs w:val="18"/>
        </w:rPr>
        <w:t>von der Aktivierung an unbefristet im Postfach sichtbar</w:t>
      </w:r>
      <w:r w:rsidRPr="009524C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gespeichert</w:t>
      </w:r>
      <w:r w:rsidR="00310658">
        <w:rPr>
          <w:rFonts w:ascii="Arial" w:hAnsi="Arial" w:cs="Arial"/>
          <w:sz w:val="18"/>
          <w:szCs w:val="18"/>
        </w:rPr>
        <w:t xml:space="preserve">. </w:t>
      </w:r>
      <w:r w:rsidR="00477F55">
        <w:rPr>
          <w:rFonts w:ascii="Arial" w:hAnsi="Arial" w:cs="Arial"/>
          <w:sz w:val="18"/>
          <w:szCs w:val="18"/>
        </w:rPr>
        <w:t>Kunden</w:t>
      </w:r>
      <w:r w:rsidR="00310658">
        <w:rPr>
          <w:rFonts w:ascii="Arial" w:hAnsi="Arial" w:cs="Arial"/>
          <w:sz w:val="18"/>
          <w:szCs w:val="18"/>
        </w:rPr>
        <w:t xml:space="preserve"> haben damit</w:t>
      </w:r>
      <w:r w:rsidR="00477F5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insbesondere </w:t>
      </w:r>
      <w:r w:rsidR="00477F55">
        <w:rPr>
          <w:rFonts w:ascii="Arial" w:hAnsi="Arial" w:cs="Arial"/>
          <w:sz w:val="18"/>
          <w:szCs w:val="18"/>
        </w:rPr>
        <w:t>ihre Konto</w:t>
      </w:r>
      <w:r>
        <w:rPr>
          <w:rFonts w:ascii="Arial" w:hAnsi="Arial" w:cs="Arial"/>
          <w:sz w:val="18"/>
          <w:szCs w:val="18"/>
        </w:rPr>
        <w:t>auszüge sowie die Konto-</w:t>
      </w:r>
      <w:r w:rsidR="00477F55">
        <w:rPr>
          <w:rFonts w:ascii="Arial" w:hAnsi="Arial" w:cs="Arial"/>
          <w:sz w:val="18"/>
          <w:szCs w:val="18"/>
        </w:rPr>
        <w:t xml:space="preserve"> und Kreditkartenabrechnungen jetzt überall dabei und können sie</w:t>
      </w:r>
      <w:r w:rsidR="00F43A2C">
        <w:rPr>
          <w:rFonts w:ascii="Arial" w:hAnsi="Arial" w:cs="Arial"/>
          <w:sz w:val="18"/>
          <w:szCs w:val="18"/>
        </w:rPr>
        <w:t>, wann und wo auch immer gewünscht</w:t>
      </w:r>
      <w:r w:rsidR="00477F55">
        <w:rPr>
          <w:rFonts w:ascii="Arial" w:hAnsi="Arial" w:cs="Arial"/>
          <w:sz w:val="18"/>
          <w:szCs w:val="18"/>
        </w:rPr>
        <w:t xml:space="preserve"> einsehen. </w:t>
      </w:r>
      <w:r w:rsidR="004636AE">
        <w:rPr>
          <w:rFonts w:ascii="Arial" w:hAnsi="Arial" w:cs="Arial"/>
          <w:sz w:val="18"/>
          <w:szCs w:val="18"/>
        </w:rPr>
        <w:t xml:space="preserve">Und wer in der </w:t>
      </w:r>
      <w:r w:rsidR="00407A0B">
        <w:rPr>
          <w:rFonts w:ascii="Arial" w:hAnsi="Arial" w:cs="Arial"/>
          <w:sz w:val="18"/>
          <w:szCs w:val="18"/>
        </w:rPr>
        <w:t>realen</w:t>
      </w:r>
      <w:r w:rsidR="004636AE">
        <w:rPr>
          <w:rFonts w:ascii="Arial" w:hAnsi="Arial" w:cs="Arial"/>
          <w:sz w:val="18"/>
          <w:szCs w:val="18"/>
        </w:rPr>
        <w:t xml:space="preserve"> Welt unterwegs </w:t>
      </w:r>
      <w:r w:rsidR="00F43A2C">
        <w:rPr>
          <w:rFonts w:ascii="Arial" w:hAnsi="Arial" w:cs="Arial"/>
          <w:sz w:val="18"/>
          <w:szCs w:val="18"/>
        </w:rPr>
        <w:t xml:space="preserve">ist und </w:t>
      </w:r>
      <w:r w:rsidR="009A0699">
        <w:rPr>
          <w:rFonts w:ascii="Arial" w:hAnsi="Arial" w:cs="Arial"/>
          <w:sz w:val="18"/>
          <w:szCs w:val="18"/>
        </w:rPr>
        <w:t xml:space="preserve">zum Beispiel </w:t>
      </w:r>
      <w:r w:rsidR="004636AE">
        <w:rPr>
          <w:rFonts w:ascii="Arial" w:hAnsi="Arial" w:cs="Arial"/>
          <w:sz w:val="18"/>
          <w:szCs w:val="18"/>
        </w:rPr>
        <w:t xml:space="preserve">Bargeld abheben will, findet </w:t>
      </w:r>
      <w:r w:rsidR="00407A0B">
        <w:rPr>
          <w:rFonts w:ascii="Arial" w:hAnsi="Arial" w:cs="Arial"/>
          <w:sz w:val="18"/>
          <w:szCs w:val="18"/>
        </w:rPr>
        <w:t xml:space="preserve">mit </w:t>
      </w:r>
      <w:r w:rsidR="00F6144C">
        <w:rPr>
          <w:rFonts w:ascii="Arial" w:hAnsi="Arial" w:cs="Arial"/>
          <w:sz w:val="18"/>
          <w:szCs w:val="18"/>
        </w:rPr>
        <w:t xml:space="preserve">der </w:t>
      </w:r>
      <w:r w:rsidR="00407A0B">
        <w:rPr>
          <w:rFonts w:ascii="Arial" w:hAnsi="Arial" w:cs="Arial"/>
          <w:sz w:val="18"/>
          <w:szCs w:val="18"/>
        </w:rPr>
        <w:t>neue</w:t>
      </w:r>
      <w:r w:rsidR="00F6144C">
        <w:rPr>
          <w:rFonts w:ascii="Arial" w:hAnsi="Arial" w:cs="Arial"/>
          <w:sz w:val="18"/>
          <w:szCs w:val="18"/>
        </w:rPr>
        <w:t>n</w:t>
      </w:r>
      <w:r w:rsidR="00407A0B">
        <w:rPr>
          <w:rFonts w:ascii="Arial" w:hAnsi="Arial" w:cs="Arial"/>
          <w:sz w:val="18"/>
          <w:szCs w:val="18"/>
        </w:rPr>
        <w:t xml:space="preserve"> </w:t>
      </w:r>
      <w:r w:rsidR="00AB6804">
        <w:rPr>
          <w:rFonts w:ascii="Arial" w:hAnsi="Arial" w:cs="Arial"/>
          <w:sz w:val="18"/>
          <w:szCs w:val="18"/>
        </w:rPr>
        <w:t>Geldautomaten-</w:t>
      </w:r>
      <w:r w:rsidR="00407A0B">
        <w:rPr>
          <w:rFonts w:ascii="Arial" w:hAnsi="Arial" w:cs="Arial"/>
          <w:sz w:val="18"/>
          <w:szCs w:val="18"/>
        </w:rPr>
        <w:t>Suchfunktion in der App</w:t>
      </w:r>
      <w:r w:rsidR="004636AE">
        <w:rPr>
          <w:rFonts w:ascii="Arial" w:hAnsi="Arial" w:cs="Arial"/>
          <w:sz w:val="18"/>
          <w:szCs w:val="18"/>
        </w:rPr>
        <w:t xml:space="preserve"> schnell</w:t>
      </w:r>
      <w:r w:rsidR="00F43A2C">
        <w:rPr>
          <w:rFonts w:ascii="Arial" w:hAnsi="Arial" w:cs="Arial"/>
          <w:sz w:val="18"/>
          <w:szCs w:val="18"/>
        </w:rPr>
        <w:t xml:space="preserve"> und bequem</w:t>
      </w:r>
      <w:r w:rsidR="004636AE">
        <w:rPr>
          <w:rFonts w:ascii="Arial" w:hAnsi="Arial" w:cs="Arial"/>
          <w:sz w:val="18"/>
          <w:szCs w:val="18"/>
        </w:rPr>
        <w:t xml:space="preserve"> den nächsten Geldautomaten.</w:t>
      </w:r>
    </w:p>
    <w:p w14:paraId="223652FD" w14:textId="77777777" w:rsidR="00EB6F23" w:rsidRDefault="00EB6F23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79A932D5" w14:textId="19797772" w:rsidR="002D093C" w:rsidRPr="001654C6" w:rsidRDefault="002D093C" w:rsidP="00D033F3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1654C6">
        <w:rPr>
          <w:rFonts w:ascii="Arial" w:hAnsi="Arial" w:cs="Arial"/>
          <w:b/>
          <w:sz w:val="18"/>
          <w:szCs w:val="18"/>
        </w:rPr>
        <w:t xml:space="preserve">Überweisungen mit der neuen norisbank App – </w:t>
      </w:r>
      <w:r w:rsidR="001654C6" w:rsidRPr="001654C6">
        <w:rPr>
          <w:rFonts w:ascii="Arial" w:hAnsi="Arial" w:cs="Arial"/>
          <w:b/>
          <w:sz w:val="18"/>
          <w:szCs w:val="18"/>
        </w:rPr>
        <w:t>einfach</w:t>
      </w:r>
      <w:r w:rsidR="005C173B">
        <w:rPr>
          <w:rFonts w:ascii="Arial" w:hAnsi="Arial" w:cs="Arial"/>
          <w:b/>
          <w:sz w:val="18"/>
          <w:szCs w:val="18"/>
        </w:rPr>
        <w:t>,</w:t>
      </w:r>
      <w:r w:rsidR="001654C6" w:rsidRPr="001654C6">
        <w:rPr>
          <w:rFonts w:ascii="Arial" w:hAnsi="Arial" w:cs="Arial"/>
          <w:b/>
          <w:sz w:val="18"/>
          <w:szCs w:val="18"/>
        </w:rPr>
        <w:t xml:space="preserve"> </w:t>
      </w:r>
      <w:r w:rsidR="009E0BC1">
        <w:rPr>
          <w:rFonts w:ascii="Arial" w:hAnsi="Arial" w:cs="Arial"/>
          <w:b/>
          <w:sz w:val="18"/>
          <w:szCs w:val="18"/>
        </w:rPr>
        <w:t>immer</w:t>
      </w:r>
      <w:r w:rsidR="005C173B">
        <w:rPr>
          <w:rFonts w:ascii="Arial" w:hAnsi="Arial" w:cs="Arial"/>
          <w:b/>
          <w:sz w:val="18"/>
          <w:szCs w:val="18"/>
        </w:rPr>
        <w:t xml:space="preserve"> und überall</w:t>
      </w:r>
    </w:p>
    <w:p w14:paraId="191A7FE4" w14:textId="7C7619BF" w:rsidR="002D017B" w:rsidRDefault="003816C1" w:rsidP="00D033F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Überweisungen schnell und einfach erledigen – auch das ist mit der neuen</w:t>
      </w:r>
      <w:r w:rsidR="00AD3E6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norisbank</w:t>
      </w:r>
      <w:r w:rsidR="00F6144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App kein Problem.</w:t>
      </w:r>
      <w:r w:rsidR="00BC638B">
        <w:rPr>
          <w:rFonts w:ascii="Arial" w:hAnsi="Arial" w:cs="Arial"/>
          <w:sz w:val="18"/>
          <w:szCs w:val="18"/>
        </w:rPr>
        <w:t xml:space="preserve"> Mit der klassischen S</w:t>
      </w:r>
      <w:r w:rsidR="00477F55">
        <w:rPr>
          <w:rFonts w:ascii="Arial" w:hAnsi="Arial" w:cs="Arial"/>
          <w:sz w:val="18"/>
          <w:szCs w:val="18"/>
        </w:rPr>
        <w:t>EPA</w:t>
      </w:r>
      <w:r w:rsidR="00F22553">
        <w:rPr>
          <w:rFonts w:ascii="Arial" w:hAnsi="Arial" w:cs="Arial"/>
          <w:sz w:val="18"/>
          <w:szCs w:val="18"/>
        </w:rPr>
        <w:t xml:space="preserve">-Überweisung kann </w:t>
      </w:r>
      <w:r w:rsidR="00BC638B">
        <w:rPr>
          <w:rFonts w:ascii="Arial" w:hAnsi="Arial" w:cs="Arial"/>
          <w:sz w:val="18"/>
          <w:szCs w:val="18"/>
        </w:rPr>
        <w:t xml:space="preserve">Geld </w:t>
      </w:r>
      <w:r w:rsidR="00F43A2C">
        <w:rPr>
          <w:rFonts w:ascii="Arial" w:hAnsi="Arial" w:cs="Arial"/>
          <w:sz w:val="18"/>
          <w:szCs w:val="18"/>
        </w:rPr>
        <w:t xml:space="preserve">bekannt </w:t>
      </w:r>
      <w:r w:rsidR="00BC638B">
        <w:rPr>
          <w:rFonts w:ascii="Arial" w:hAnsi="Arial" w:cs="Arial"/>
          <w:sz w:val="18"/>
          <w:szCs w:val="18"/>
        </w:rPr>
        <w:t xml:space="preserve">komfortabel überwiesen und auch Vorlagen aus dem Online-Banking </w:t>
      </w:r>
      <w:r w:rsidR="002D017B">
        <w:rPr>
          <w:rFonts w:ascii="Arial" w:hAnsi="Arial" w:cs="Arial"/>
          <w:sz w:val="18"/>
          <w:szCs w:val="18"/>
        </w:rPr>
        <w:t xml:space="preserve">können </w:t>
      </w:r>
      <w:r w:rsidR="00BC638B">
        <w:rPr>
          <w:rFonts w:ascii="Arial" w:hAnsi="Arial" w:cs="Arial"/>
          <w:sz w:val="18"/>
          <w:szCs w:val="18"/>
        </w:rPr>
        <w:t xml:space="preserve">genutzt werden. Dank </w:t>
      </w:r>
      <w:r w:rsidR="00477F55">
        <w:rPr>
          <w:rFonts w:ascii="Arial" w:hAnsi="Arial" w:cs="Arial"/>
          <w:sz w:val="18"/>
          <w:szCs w:val="18"/>
        </w:rPr>
        <w:t xml:space="preserve">der sinnvollen Kombination mit der </w:t>
      </w:r>
      <w:proofErr w:type="spellStart"/>
      <w:r w:rsidR="00BC638B">
        <w:rPr>
          <w:rFonts w:ascii="Arial" w:hAnsi="Arial" w:cs="Arial"/>
          <w:sz w:val="18"/>
          <w:szCs w:val="18"/>
        </w:rPr>
        <w:t>photoTAN</w:t>
      </w:r>
      <w:proofErr w:type="spellEnd"/>
      <w:r w:rsidR="00BC638B">
        <w:rPr>
          <w:rFonts w:ascii="Arial" w:hAnsi="Arial" w:cs="Arial"/>
          <w:sz w:val="18"/>
          <w:szCs w:val="18"/>
        </w:rPr>
        <w:t xml:space="preserve">-App ist die Überweisung dann in wenigen Sekunden </w:t>
      </w:r>
      <w:r w:rsidR="00F43A2C">
        <w:rPr>
          <w:rFonts w:ascii="Arial" w:hAnsi="Arial" w:cs="Arial"/>
          <w:sz w:val="18"/>
          <w:szCs w:val="18"/>
        </w:rPr>
        <w:t xml:space="preserve">auf Basis modernster TAN-Sicherheitstechnologie </w:t>
      </w:r>
      <w:r w:rsidR="00BC638B">
        <w:rPr>
          <w:rFonts w:ascii="Arial" w:hAnsi="Arial" w:cs="Arial"/>
          <w:sz w:val="18"/>
          <w:szCs w:val="18"/>
        </w:rPr>
        <w:t xml:space="preserve">abgeschlossen. </w:t>
      </w:r>
    </w:p>
    <w:p w14:paraId="28A90859" w14:textId="77777777" w:rsidR="002D017B" w:rsidRDefault="002D017B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77B212D9" w14:textId="71DD7C78" w:rsidR="002D017B" w:rsidRDefault="00F43A2C" w:rsidP="00D033F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Und mit </w:t>
      </w:r>
      <w:r w:rsidR="00BC638B">
        <w:rPr>
          <w:rFonts w:ascii="Arial" w:hAnsi="Arial" w:cs="Arial"/>
          <w:sz w:val="18"/>
          <w:szCs w:val="18"/>
        </w:rPr>
        <w:t xml:space="preserve">der </w:t>
      </w:r>
      <w:r>
        <w:rPr>
          <w:rFonts w:ascii="Arial" w:hAnsi="Arial" w:cs="Arial"/>
          <w:sz w:val="18"/>
          <w:szCs w:val="18"/>
        </w:rPr>
        <w:t xml:space="preserve">innovativen </w:t>
      </w:r>
      <w:r w:rsidR="00BC638B">
        <w:rPr>
          <w:rFonts w:ascii="Arial" w:hAnsi="Arial" w:cs="Arial"/>
          <w:sz w:val="18"/>
          <w:szCs w:val="18"/>
        </w:rPr>
        <w:t>„</w:t>
      </w:r>
      <w:proofErr w:type="spellStart"/>
      <w:r>
        <w:rPr>
          <w:rFonts w:ascii="Arial" w:hAnsi="Arial" w:cs="Arial"/>
          <w:sz w:val="18"/>
          <w:szCs w:val="18"/>
        </w:rPr>
        <w:t>P</w:t>
      </w:r>
      <w:r w:rsidR="00BC638B">
        <w:rPr>
          <w:rFonts w:ascii="Arial" w:hAnsi="Arial" w:cs="Arial"/>
          <w:sz w:val="18"/>
          <w:szCs w:val="18"/>
        </w:rPr>
        <w:t>ayMyFriends</w:t>
      </w:r>
      <w:proofErr w:type="spellEnd"/>
      <w:r w:rsidR="00BC638B">
        <w:rPr>
          <w:rFonts w:ascii="Arial" w:hAnsi="Arial" w:cs="Arial"/>
          <w:sz w:val="18"/>
          <w:szCs w:val="18"/>
        </w:rPr>
        <w:t xml:space="preserve">“-Funktion können Kunden </w:t>
      </w:r>
      <w:r>
        <w:rPr>
          <w:rFonts w:ascii="Arial" w:hAnsi="Arial" w:cs="Arial"/>
          <w:sz w:val="18"/>
          <w:szCs w:val="18"/>
        </w:rPr>
        <w:t xml:space="preserve">nun alternativ sehr komfortabel in </w:t>
      </w:r>
      <w:r w:rsidR="007451FC">
        <w:rPr>
          <w:rFonts w:ascii="Arial" w:hAnsi="Arial" w:cs="Arial"/>
          <w:sz w:val="18"/>
          <w:szCs w:val="18"/>
        </w:rPr>
        <w:t xml:space="preserve">nur wenigen </w:t>
      </w:r>
      <w:r>
        <w:rPr>
          <w:rFonts w:ascii="Arial" w:hAnsi="Arial" w:cs="Arial"/>
          <w:sz w:val="18"/>
          <w:szCs w:val="18"/>
        </w:rPr>
        <w:t xml:space="preserve">Sekunden </w:t>
      </w:r>
      <w:r w:rsidR="007451FC">
        <w:rPr>
          <w:rFonts w:ascii="Arial" w:hAnsi="Arial" w:cs="Arial"/>
          <w:sz w:val="18"/>
          <w:szCs w:val="18"/>
        </w:rPr>
        <w:t>Geld an vorher festgelegte Freunde überweisen</w:t>
      </w:r>
      <w:r w:rsidR="003E6F77">
        <w:rPr>
          <w:rFonts w:ascii="Arial" w:hAnsi="Arial" w:cs="Arial"/>
          <w:sz w:val="18"/>
          <w:szCs w:val="18"/>
        </w:rPr>
        <w:t xml:space="preserve"> – ganz ohne die lästige Eingabe </w:t>
      </w:r>
      <w:r w:rsidR="00421234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jeweiligen </w:t>
      </w:r>
      <w:r w:rsidR="003E6F77">
        <w:rPr>
          <w:rFonts w:ascii="Arial" w:hAnsi="Arial" w:cs="Arial"/>
          <w:sz w:val="18"/>
          <w:szCs w:val="18"/>
        </w:rPr>
        <w:t>Empfängerdaten.</w:t>
      </w:r>
      <w:r w:rsidR="007451FC">
        <w:rPr>
          <w:rFonts w:ascii="Arial" w:hAnsi="Arial" w:cs="Arial"/>
          <w:sz w:val="18"/>
          <w:szCs w:val="18"/>
        </w:rPr>
        <w:t xml:space="preserve"> Die Kontakte</w:t>
      </w:r>
      <w:r w:rsidR="00093A2F">
        <w:rPr>
          <w:rFonts w:ascii="Arial" w:hAnsi="Arial" w:cs="Arial"/>
          <w:sz w:val="18"/>
          <w:szCs w:val="18"/>
        </w:rPr>
        <w:t xml:space="preserve"> erkennen sie über ein festgelegtes Profilfoto und wählen sie direkt durch Antippen aus dem </w:t>
      </w:r>
      <w:r>
        <w:rPr>
          <w:rFonts w:ascii="Arial" w:hAnsi="Arial" w:cs="Arial"/>
          <w:sz w:val="18"/>
          <w:szCs w:val="18"/>
        </w:rPr>
        <w:t>sog</w:t>
      </w:r>
      <w:r w:rsidR="00A63428">
        <w:rPr>
          <w:rFonts w:ascii="Arial" w:hAnsi="Arial" w:cs="Arial"/>
          <w:sz w:val="18"/>
          <w:szCs w:val="18"/>
        </w:rPr>
        <w:t>enannten</w:t>
      </w:r>
      <w:r>
        <w:rPr>
          <w:rFonts w:ascii="Arial" w:hAnsi="Arial" w:cs="Arial"/>
          <w:sz w:val="18"/>
          <w:szCs w:val="18"/>
        </w:rPr>
        <w:t xml:space="preserve"> </w:t>
      </w:r>
      <w:r w:rsidR="00093A2F">
        <w:rPr>
          <w:rFonts w:ascii="Arial" w:hAnsi="Arial" w:cs="Arial"/>
          <w:sz w:val="18"/>
          <w:szCs w:val="18"/>
        </w:rPr>
        <w:t xml:space="preserve">„Freunde-Cover-Flow“. Daten aus dem Adressbuch </w:t>
      </w:r>
      <w:r>
        <w:rPr>
          <w:rFonts w:ascii="Arial" w:hAnsi="Arial" w:cs="Arial"/>
          <w:sz w:val="18"/>
          <w:szCs w:val="18"/>
        </w:rPr>
        <w:t xml:space="preserve">im Smartphone </w:t>
      </w:r>
      <w:r w:rsidR="00093A2F">
        <w:rPr>
          <w:rFonts w:ascii="Arial" w:hAnsi="Arial" w:cs="Arial"/>
          <w:sz w:val="18"/>
          <w:szCs w:val="18"/>
        </w:rPr>
        <w:t xml:space="preserve">können </w:t>
      </w:r>
      <w:r>
        <w:rPr>
          <w:rFonts w:ascii="Arial" w:hAnsi="Arial" w:cs="Arial"/>
          <w:sz w:val="18"/>
          <w:szCs w:val="18"/>
        </w:rPr>
        <w:t xml:space="preserve">dazu auf Wunsch </w:t>
      </w:r>
      <w:r w:rsidR="00093A2F">
        <w:rPr>
          <w:rFonts w:ascii="Arial" w:hAnsi="Arial" w:cs="Arial"/>
          <w:sz w:val="18"/>
          <w:szCs w:val="18"/>
        </w:rPr>
        <w:t>automatisch übernommen werden.</w:t>
      </w:r>
      <w:r w:rsidR="00BC638B">
        <w:rPr>
          <w:rFonts w:ascii="Arial" w:hAnsi="Arial" w:cs="Arial"/>
          <w:sz w:val="18"/>
          <w:szCs w:val="18"/>
        </w:rPr>
        <w:t xml:space="preserve"> </w:t>
      </w:r>
    </w:p>
    <w:p w14:paraId="058A0AD8" w14:textId="77777777" w:rsidR="002D017B" w:rsidRDefault="002D017B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1BCEA543" w14:textId="28C027F0" w:rsidR="00027A4E" w:rsidRDefault="001B2518" w:rsidP="00D033F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="00BC638B">
        <w:rPr>
          <w:rFonts w:ascii="Arial" w:hAnsi="Arial" w:cs="Arial"/>
          <w:sz w:val="18"/>
          <w:szCs w:val="18"/>
        </w:rPr>
        <w:t xml:space="preserve">er es sich noch einfacher machen will, nutzt die Sprachsteuerung seines Handys: Denn Nutzer mit </w:t>
      </w:r>
      <w:proofErr w:type="spellStart"/>
      <w:r w:rsidR="00BC638B">
        <w:rPr>
          <w:rFonts w:ascii="Arial" w:hAnsi="Arial" w:cs="Arial"/>
          <w:sz w:val="18"/>
          <w:szCs w:val="18"/>
        </w:rPr>
        <w:t>iOS</w:t>
      </w:r>
      <w:proofErr w:type="spellEnd"/>
      <w:r w:rsidR="00BC638B">
        <w:rPr>
          <w:rFonts w:ascii="Arial" w:hAnsi="Arial" w:cs="Arial"/>
          <w:sz w:val="18"/>
          <w:szCs w:val="18"/>
        </w:rPr>
        <w:t xml:space="preserve">-Betriebssystem können auch </w:t>
      </w:r>
      <w:r w:rsidR="00952E84">
        <w:rPr>
          <w:rFonts w:ascii="Arial" w:hAnsi="Arial" w:cs="Arial"/>
          <w:sz w:val="18"/>
          <w:szCs w:val="18"/>
        </w:rPr>
        <w:t xml:space="preserve">den Apple Sprachassistenten </w:t>
      </w:r>
      <w:r w:rsidR="002D017B">
        <w:rPr>
          <w:rFonts w:ascii="Arial" w:hAnsi="Arial" w:cs="Arial"/>
          <w:sz w:val="18"/>
          <w:szCs w:val="18"/>
        </w:rPr>
        <w:t>S</w:t>
      </w:r>
      <w:r w:rsidR="00BC638B">
        <w:rPr>
          <w:rFonts w:ascii="Arial" w:hAnsi="Arial" w:cs="Arial"/>
          <w:sz w:val="18"/>
          <w:szCs w:val="18"/>
        </w:rPr>
        <w:t xml:space="preserve">iri für Überweisungen nutzen. Dazu muss sich der Kunde einloggen und </w:t>
      </w:r>
      <w:r w:rsidR="00952E84">
        <w:rPr>
          <w:rFonts w:ascii="Arial" w:hAnsi="Arial" w:cs="Arial"/>
          <w:sz w:val="18"/>
          <w:szCs w:val="18"/>
        </w:rPr>
        <w:t xml:space="preserve">braucht dann nur noch </w:t>
      </w:r>
      <w:r w:rsidR="00BC638B">
        <w:rPr>
          <w:rFonts w:ascii="Arial" w:hAnsi="Arial" w:cs="Arial"/>
          <w:sz w:val="18"/>
          <w:szCs w:val="18"/>
        </w:rPr>
        <w:t xml:space="preserve">den </w:t>
      </w:r>
      <w:r w:rsidR="002F301F">
        <w:rPr>
          <w:rFonts w:ascii="Arial" w:hAnsi="Arial" w:cs="Arial"/>
          <w:sz w:val="18"/>
          <w:szCs w:val="18"/>
        </w:rPr>
        <w:t xml:space="preserve">per „Spracheingabe“ </w:t>
      </w:r>
      <w:r w:rsidR="00BC638B">
        <w:rPr>
          <w:rFonts w:ascii="Arial" w:hAnsi="Arial" w:cs="Arial"/>
          <w:sz w:val="18"/>
          <w:szCs w:val="18"/>
        </w:rPr>
        <w:t xml:space="preserve">vorausgefüllten Überweisungsträger per TAN autorisieren. </w:t>
      </w:r>
    </w:p>
    <w:p w14:paraId="61A6B5EF" w14:textId="77777777" w:rsidR="00CE1EB8" w:rsidRDefault="00CE1EB8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539E6D50" w14:textId="25F6BAAD" w:rsidR="00570929" w:rsidRDefault="000467FD" w:rsidP="00BB531C">
      <w:pPr>
        <w:spacing w:line="360" w:lineRule="auto"/>
        <w:rPr>
          <w:rFonts w:ascii="Arial" w:hAnsi="Arial" w:cs="Arial"/>
          <w:sz w:val="18"/>
          <w:szCs w:val="18"/>
        </w:rPr>
      </w:pPr>
      <w:r w:rsidRPr="00727CC8">
        <w:rPr>
          <w:rFonts w:ascii="Arial" w:hAnsi="Arial" w:cs="Arial"/>
          <w:sz w:val="18"/>
          <w:szCs w:val="18"/>
        </w:rPr>
        <w:t>„</w:t>
      </w:r>
      <w:r w:rsidR="00727CC8">
        <w:rPr>
          <w:rFonts w:ascii="Arial" w:hAnsi="Arial" w:cs="Arial"/>
          <w:sz w:val="18"/>
          <w:szCs w:val="18"/>
        </w:rPr>
        <w:t xml:space="preserve">Die neue App </w:t>
      </w:r>
      <w:r w:rsidR="001340DC">
        <w:rPr>
          <w:rFonts w:ascii="Arial" w:hAnsi="Arial" w:cs="Arial"/>
          <w:sz w:val="18"/>
          <w:szCs w:val="18"/>
        </w:rPr>
        <w:t xml:space="preserve">zeigt bestens, was wir meinen, wenn wir </w:t>
      </w:r>
      <w:r w:rsidR="00C23BFF">
        <w:rPr>
          <w:rFonts w:ascii="Arial" w:hAnsi="Arial" w:cs="Arial"/>
          <w:sz w:val="18"/>
          <w:szCs w:val="18"/>
        </w:rPr>
        <w:t>von</w:t>
      </w:r>
      <w:r w:rsidR="001340DC">
        <w:rPr>
          <w:rFonts w:ascii="Arial" w:hAnsi="Arial" w:cs="Arial"/>
          <w:sz w:val="18"/>
          <w:szCs w:val="18"/>
        </w:rPr>
        <w:t xml:space="preserve"> der </w:t>
      </w:r>
      <w:r w:rsidR="001340DC" w:rsidRPr="001654C6">
        <w:rPr>
          <w:rFonts w:ascii="Arial" w:hAnsi="Arial" w:cs="Arial"/>
          <w:sz w:val="18"/>
          <w:szCs w:val="18"/>
        </w:rPr>
        <w:t>norisbank</w:t>
      </w:r>
      <w:r w:rsidR="001340DC">
        <w:rPr>
          <w:rFonts w:ascii="Arial" w:hAnsi="Arial" w:cs="Arial"/>
          <w:sz w:val="18"/>
          <w:szCs w:val="18"/>
        </w:rPr>
        <w:t xml:space="preserve"> </w:t>
      </w:r>
      <w:r w:rsidR="00C23BFF">
        <w:rPr>
          <w:rFonts w:ascii="Arial" w:hAnsi="Arial" w:cs="Arial"/>
          <w:sz w:val="18"/>
          <w:szCs w:val="18"/>
        </w:rPr>
        <w:t>als</w:t>
      </w:r>
      <w:r w:rsidR="001340DC">
        <w:rPr>
          <w:rFonts w:ascii="Arial" w:hAnsi="Arial" w:cs="Arial"/>
          <w:sz w:val="18"/>
          <w:szCs w:val="18"/>
        </w:rPr>
        <w:t xml:space="preserve"> </w:t>
      </w:r>
      <w:proofErr w:type="gramStart"/>
      <w:r w:rsidR="001340DC">
        <w:rPr>
          <w:rFonts w:ascii="Arial" w:hAnsi="Arial" w:cs="Arial"/>
          <w:sz w:val="18"/>
          <w:szCs w:val="18"/>
        </w:rPr>
        <w:t xml:space="preserve">der </w:t>
      </w:r>
      <w:r w:rsidR="00E110A5">
        <w:rPr>
          <w:rFonts w:ascii="Arial" w:hAnsi="Arial" w:cs="Arial"/>
          <w:sz w:val="18"/>
          <w:szCs w:val="18"/>
        </w:rPr>
        <w:t>,</w:t>
      </w:r>
      <w:r w:rsidR="008414C1">
        <w:rPr>
          <w:rFonts w:ascii="Arial" w:hAnsi="Arial" w:cs="Arial"/>
          <w:sz w:val="18"/>
          <w:szCs w:val="18"/>
        </w:rPr>
        <w:t>Immer</w:t>
      </w:r>
      <w:proofErr w:type="gramEnd"/>
      <w:r w:rsidR="008414C1">
        <w:rPr>
          <w:rFonts w:ascii="Arial" w:hAnsi="Arial" w:cs="Arial"/>
          <w:sz w:val="18"/>
          <w:szCs w:val="18"/>
        </w:rPr>
        <w:t>-und-</w:t>
      </w:r>
      <w:r w:rsidR="00BE5E51">
        <w:rPr>
          <w:rFonts w:ascii="Arial" w:hAnsi="Arial" w:cs="Arial"/>
          <w:sz w:val="18"/>
          <w:szCs w:val="18"/>
        </w:rPr>
        <w:t>ü</w:t>
      </w:r>
      <w:r w:rsidR="001340DC">
        <w:rPr>
          <w:rFonts w:ascii="Arial" w:hAnsi="Arial" w:cs="Arial"/>
          <w:sz w:val="18"/>
          <w:szCs w:val="18"/>
        </w:rPr>
        <w:t>berall-dabei-</w:t>
      </w:r>
      <w:r w:rsidR="001340DC" w:rsidRPr="001654C6">
        <w:rPr>
          <w:rFonts w:ascii="Arial" w:hAnsi="Arial" w:cs="Arial"/>
          <w:sz w:val="18"/>
          <w:szCs w:val="18"/>
        </w:rPr>
        <w:t>Bank</w:t>
      </w:r>
      <w:r w:rsidR="002D093C">
        <w:rPr>
          <w:rFonts w:ascii="Arial" w:hAnsi="Arial" w:cs="Arial"/>
          <w:sz w:val="18"/>
          <w:szCs w:val="18"/>
        </w:rPr>
        <w:t>‘</w:t>
      </w:r>
      <w:r w:rsidR="001340DC">
        <w:rPr>
          <w:rFonts w:ascii="Arial" w:hAnsi="Arial" w:cs="Arial"/>
          <w:sz w:val="18"/>
          <w:szCs w:val="18"/>
        </w:rPr>
        <w:t xml:space="preserve"> sprechen. </w:t>
      </w:r>
      <w:r w:rsidR="001654C6">
        <w:rPr>
          <w:rFonts w:ascii="Arial" w:hAnsi="Arial" w:cs="Arial"/>
          <w:sz w:val="18"/>
          <w:szCs w:val="18"/>
        </w:rPr>
        <w:t>Wir sind</w:t>
      </w:r>
      <w:r w:rsidR="001340DC">
        <w:rPr>
          <w:rFonts w:ascii="Arial" w:hAnsi="Arial" w:cs="Arial"/>
          <w:sz w:val="18"/>
          <w:szCs w:val="18"/>
        </w:rPr>
        <w:t xml:space="preserve"> immer da, wo der Kunde ist. 24 Stunden zu Diensten</w:t>
      </w:r>
      <w:r w:rsidR="00727CC8">
        <w:rPr>
          <w:rFonts w:ascii="Arial" w:hAnsi="Arial" w:cs="Arial"/>
          <w:sz w:val="18"/>
          <w:szCs w:val="18"/>
        </w:rPr>
        <w:t xml:space="preserve">“, erklärt Martin Hellinger, Leiter </w:t>
      </w:r>
      <w:proofErr w:type="spellStart"/>
      <w:r w:rsidR="00727CC8">
        <w:rPr>
          <w:rFonts w:ascii="Arial" w:hAnsi="Arial" w:cs="Arial"/>
          <w:sz w:val="18"/>
          <w:szCs w:val="18"/>
        </w:rPr>
        <w:t>eSales</w:t>
      </w:r>
      <w:proofErr w:type="spellEnd"/>
      <w:r w:rsidR="00727CC8">
        <w:rPr>
          <w:rFonts w:ascii="Arial" w:hAnsi="Arial" w:cs="Arial"/>
          <w:sz w:val="18"/>
          <w:szCs w:val="18"/>
        </w:rPr>
        <w:t xml:space="preserve"> &amp; </w:t>
      </w:r>
      <w:proofErr w:type="spellStart"/>
      <w:r w:rsidR="00727CC8">
        <w:rPr>
          <w:rFonts w:ascii="Arial" w:hAnsi="Arial" w:cs="Arial"/>
          <w:sz w:val="18"/>
          <w:szCs w:val="18"/>
        </w:rPr>
        <w:t>Direct</w:t>
      </w:r>
      <w:proofErr w:type="spellEnd"/>
      <w:r w:rsidR="00727CC8">
        <w:rPr>
          <w:rFonts w:ascii="Arial" w:hAnsi="Arial" w:cs="Arial"/>
          <w:sz w:val="18"/>
          <w:szCs w:val="18"/>
        </w:rPr>
        <w:t xml:space="preserve"> Banking der norisbank</w:t>
      </w:r>
      <w:r w:rsidR="00957376">
        <w:rPr>
          <w:rFonts w:ascii="Arial" w:hAnsi="Arial" w:cs="Arial"/>
          <w:sz w:val="18"/>
          <w:szCs w:val="18"/>
        </w:rPr>
        <w:t>,</w:t>
      </w:r>
      <w:r w:rsidR="001340DC">
        <w:rPr>
          <w:rFonts w:ascii="Arial" w:hAnsi="Arial" w:cs="Arial"/>
          <w:sz w:val="18"/>
          <w:szCs w:val="18"/>
        </w:rPr>
        <w:t xml:space="preserve"> und führt aus</w:t>
      </w:r>
      <w:r w:rsidR="00570929">
        <w:rPr>
          <w:rFonts w:ascii="Arial" w:hAnsi="Arial" w:cs="Arial"/>
          <w:sz w:val="18"/>
          <w:szCs w:val="18"/>
        </w:rPr>
        <w:t>:</w:t>
      </w:r>
      <w:r w:rsidR="001340DC">
        <w:rPr>
          <w:rFonts w:ascii="Arial" w:hAnsi="Arial" w:cs="Arial"/>
          <w:sz w:val="18"/>
          <w:szCs w:val="18"/>
        </w:rPr>
        <w:t xml:space="preserve"> </w:t>
      </w:r>
      <w:r w:rsidR="00F6144C">
        <w:rPr>
          <w:rFonts w:ascii="Arial" w:hAnsi="Arial" w:cs="Arial"/>
          <w:sz w:val="18"/>
          <w:szCs w:val="18"/>
        </w:rPr>
        <w:t>„</w:t>
      </w:r>
      <w:r w:rsidR="001340DC">
        <w:rPr>
          <w:rFonts w:ascii="Arial" w:hAnsi="Arial" w:cs="Arial"/>
          <w:sz w:val="18"/>
          <w:szCs w:val="18"/>
        </w:rPr>
        <w:t>Die neue App nutzt modernste Technologie</w:t>
      </w:r>
      <w:r w:rsidR="005C173B">
        <w:rPr>
          <w:rFonts w:ascii="Arial" w:hAnsi="Arial" w:cs="Arial"/>
          <w:sz w:val="18"/>
          <w:szCs w:val="18"/>
        </w:rPr>
        <w:t xml:space="preserve"> und ermöglicht so </w:t>
      </w:r>
      <w:r w:rsidR="00B52D38">
        <w:rPr>
          <w:rFonts w:ascii="Arial" w:hAnsi="Arial" w:cs="Arial"/>
          <w:sz w:val="18"/>
          <w:szCs w:val="18"/>
        </w:rPr>
        <w:t>den</w:t>
      </w:r>
      <w:r w:rsidR="001340DC">
        <w:rPr>
          <w:rFonts w:ascii="Arial" w:hAnsi="Arial" w:cs="Arial"/>
          <w:sz w:val="18"/>
          <w:szCs w:val="18"/>
        </w:rPr>
        <w:t xml:space="preserve"> Kunden, die immer mehr Bankgeschäfte</w:t>
      </w:r>
      <w:r w:rsidR="008454AC">
        <w:rPr>
          <w:rFonts w:ascii="Arial" w:hAnsi="Arial" w:cs="Arial"/>
          <w:sz w:val="18"/>
          <w:szCs w:val="18"/>
        </w:rPr>
        <w:t xml:space="preserve"> mobil, zum Beispiel über Smartphones</w:t>
      </w:r>
      <w:r w:rsidR="001B2518">
        <w:rPr>
          <w:rFonts w:ascii="Arial" w:hAnsi="Arial" w:cs="Arial"/>
          <w:sz w:val="18"/>
          <w:szCs w:val="18"/>
        </w:rPr>
        <w:t>,</w:t>
      </w:r>
      <w:r w:rsidR="001340DC">
        <w:rPr>
          <w:rFonts w:ascii="Arial" w:hAnsi="Arial" w:cs="Arial"/>
          <w:sz w:val="18"/>
          <w:szCs w:val="18"/>
        </w:rPr>
        <w:t xml:space="preserve"> durchführen, </w:t>
      </w:r>
      <w:r w:rsidR="005C173B">
        <w:rPr>
          <w:rFonts w:ascii="Arial" w:hAnsi="Arial" w:cs="Arial"/>
          <w:sz w:val="18"/>
          <w:szCs w:val="18"/>
        </w:rPr>
        <w:t>innovatives Banking</w:t>
      </w:r>
      <w:r w:rsidR="001340DC">
        <w:rPr>
          <w:rFonts w:ascii="Arial" w:hAnsi="Arial" w:cs="Arial"/>
          <w:sz w:val="18"/>
          <w:szCs w:val="18"/>
        </w:rPr>
        <w:t>.</w:t>
      </w:r>
      <w:r w:rsidR="00BE5E51">
        <w:rPr>
          <w:rFonts w:ascii="Arial" w:hAnsi="Arial" w:cs="Arial"/>
          <w:sz w:val="18"/>
          <w:szCs w:val="18"/>
        </w:rPr>
        <w:t>“</w:t>
      </w:r>
      <w:r w:rsidR="001340DC">
        <w:rPr>
          <w:rFonts w:ascii="Arial" w:hAnsi="Arial" w:cs="Arial"/>
          <w:sz w:val="18"/>
          <w:szCs w:val="18"/>
        </w:rPr>
        <w:t xml:space="preserve"> </w:t>
      </w:r>
      <w:r w:rsidR="00727CC8">
        <w:rPr>
          <w:rFonts w:ascii="Arial" w:hAnsi="Arial" w:cs="Arial"/>
          <w:sz w:val="18"/>
          <w:szCs w:val="18"/>
        </w:rPr>
        <w:t>Weiterhin ist sie auf Grund der</w:t>
      </w:r>
      <w:r w:rsidR="00E367A0">
        <w:rPr>
          <w:rFonts w:ascii="Arial" w:hAnsi="Arial" w:cs="Arial"/>
          <w:sz w:val="18"/>
          <w:szCs w:val="18"/>
        </w:rPr>
        <w:t xml:space="preserve"> </w:t>
      </w:r>
      <w:r w:rsidR="00E367A0" w:rsidRPr="00440F43">
        <w:rPr>
          <w:rFonts w:ascii="Arial" w:hAnsi="Arial" w:cs="Arial"/>
          <w:sz w:val="18"/>
          <w:szCs w:val="18"/>
        </w:rPr>
        <w:t>plattformspezifischen,</w:t>
      </w:r>
      <w:r w:rsidR="00727CC8" w:rsidRPr="00440F43">
        <w:rPr>
          <w:rFonts w:ascii="Arial" w:hAnsi="Arial" w:cs="Arial"/>
          <w:sz w:val="18"/>
          <w:szCs w:val="18"/>
        </w:rPr>
        <w:t xml:space="preserve"> </w:t>
      </w:r>
      <w:r w:rsidR="00AD3E6E" w:rsidRPr="00440F43">
        <w:rPr>
          <w:rFonts w:ascii="Arial" w:hAnsi="Arial" w:cs="Arial"/>
          <w:sz w:val="18"/>
          <w:szCs w:val="18"/>
        </w:rPr>
        <w:t xml:space="preserve">nativen </w:t>
      </w:r>
      <w:r w:rsidR="00727CC8" w:rsidRPr="00440F43">
        <w:rPr>
          <w:rFonts w:ascii="Arial" w:hAnsi="Arial" w:cs="Arial"/>
          <w:sz w:val="18"/>
          <w:szCs w:val="18"/>
        </w:rPr>
        <w:t xml:space="preserve">Programmierung </w:t>
      </w:r>
      <w:r w:rsidR="001340DC" w:rsidRPr="00440F43">
        <w:rPr>
          <w:rFonts w:ascii="Arial" w:hAnsi="Arial" w:cs="Arial"/>
          <w:sz w:val="18"/>
          <w:szCs w:val="18"/>
        </w:rPr>
        <w:t xml:space="preserve">selbst </w:t>
      </w:r>
      <w:r w:rsidR="00727CC8" w:rsidRPr="00440F43">
        <w:rPr>
          <w:rFonts w:ascii="Arial" w:hAnsi="Arial" w:cs="Arial"/>
          <w:sz w:val="18"/>
          <w:szCs w:val="18"/>
        </w:rPr>
        <w:t xml:space="preserve">bei schlechteren Netzverbindungen </w:t>
      </w:r>
      <w:r w:rsidR="00942730" w:rsidRPr="00440F43">
        <w:rPr>
          <w:rFonts w:ascii="Arial" w:hAnsi="Arial" w:cs="Arial"/>
          <w:sz w:val="18"/>
          <w:szCs w:val="18"/>
        </w:rPr>
        <w:t>optimal</w:t>
      </w:r>
      <w:r w:rsidR="00727CC8" w:rsidRPr="00440F43">
        <w:rPr>
          <w:rFonts w:ascii="Arial" w:hAnsi="Arial" w:cs="Arial"/>
          <w:sz w:val="18"/>
          <w:szCs w:val="18"/>
        </w:rPr>
        <w:t xml:space="preserve"> nutz</w:t>
      </w:r>
      <w:r w:rsidR="00F6144C" w:rsidRPr="00440F43">
        <w:rPr>
          <w:rFonts w:ascii="Arial" w:hAnsi="Arial" w:cs="Arial"/>
          <w:sz w:val="18"/>
          <w:szCs w:val="18"/>
        </w:rPr>
        <w:t>bar</w:t>
      </w:r>
      <w:r w:rsidR="00727CC8" w:rsidRPr="00440F43">
        <w:rPr>
          <w:rFonts w:ascii="Arial" w:hAnsi="Arial" w:cs="Arial"/>
          <w:sz w:val="18"/>
          <w:szCs w:val="18"/>
        </w:rPr>
        <w:t xml:space="preserve">. </w:t>
      </w:r>
      <w:r w:rsidR="00BE5E51" w:rsidRPr="00440F43">
        <w:rPr>
          <w:rFonts w:ascii="Arial" w:hAnsi="Arial" w:cs="Arial"/>
          <w:sz w:val="18"/>
          <w:szCs w:val="18"/>
        </w:rPr>
        <w:t>„</w:t>
      </w:r>
      <w:r w:rsidR="001340DC" w:rsidRPr="00440F43">
        <w:rPr>
          <w:rFonts w:ascii="Arial" w:hAnsi="Arial" w:cs="Arial"/>
          <w:sz w:val="18"/>
          <w:szCs w:val="18"/>
        </w:rPr>
        <w:t>Sie</w:t>
      </w:r>
      <w:r w:rsidR="00727CC8">
        <w:rPr>
          <w:rFonts w:ascii="Arial" w:hAnsi="Arial" w:cs="Arial"/>
          <w:sz w:val="18"/>
          <w:szCs w:val="18"/>
        </w:rPr>
        <w:t xml:space="preserve"> </w:t>
      </w:r>
      <w:r w:rsidR="001340DC">
        <w:rPr>
          <w:rFonts w:ascii="Arial" w:hAnsi="Arial" w:cs="Arial"/>
          <w:sz w:val="18"/>
          <w:szCs w:val="18"/>
        </w:rPr>
        <w:t>ist</w:t>
      </w:r>
      <w:r w:rsidR="00945A15">
        <w:rPr>
          <w:rFonts w:ascii="Arial" w:hAnsi="Arial" w:cs="Arial"/>
          <w:sz w:val="18"/>
          <w:szCs w:val="18"/>
        </w:rPr>
        <w:t xml:space="preserve"> also</w:t>
      </w:r>
      <w:r w:rsidR="001340DC">
        <w:rPr>
          <w:rFonts w:ascii="Arial" w:hAnsi="Arial" w:cs="Arial"/>
          <w:sz w:val="18"/>
          <w:szCs w:val="18"/>
        </w:rPr>
        <w:t xml:space="preserve"> </w:t>
      </w:r>
      <w:r w:rsidR="00727CC8">
        <w:rPr>
          <w:rFonts w:ascii="Arial" w:hAnsi="Arial" w:cs="Arial"/>
          <w:sz w:val="18"/>
          <w:szCs w:val="18"/>
        </w:rPr>
        <w:t xml:space="preserve">der </w:t>
      </w:r>
      <w:r w:rsidR="00942730">
        <w:rPr>
          <w:rFonts w:ascii="Arial" w:hAnsi="Arial" w:cs="Arial"/>
          <w:sz w:val="18"/>
          <w:szCs w:val="18"/>
        </w:rPr>
        <w:t>perfekte</w:t>
      </w:r>
      <w:r w:rsidR="00727CC8">
        <w:rPr>
          <w:rFonts w:ascii="Arial" w:hAnsi="Arial" w:cs="Arial"/>
          <w:sz w:val="18"/>
          <w:szCs w:val="18"/>
        </w:rPr>
        <w:t xml:space="preserve"> Begleiter,</w:t>
      </w:r>
      <w:r w:rsidR="00BB531C">
        <w:rPr>
          <w:rFonts w:ascii="Arial" w:hAnsi="Arial" w:cs="Arial"/>
          <w:sz w:val="18"/>
          <w:szCs w:val="18"/>
        </w:rPr>
        <w:t xml:space="preserve"> </w:t>
      </w:r>
      <w:r w:rsidR="00727CC8">
        <w:rPr>
          <w:rFonts w:ascii="Arial" w:hAnsi="Arial" w:cs="Arial"/>
          <w:sz w:val="18"/>
          <w:szCs w:val="18"/>
        </w:rPr>
        <w:t xml:space="preserve">um Bankgeschäfte </w:t>
      </w:r>
      <w:r w:rsidR="001340DC">
        <w:rPr>
          <w:rFonts w:ascii="Arial" w:hAnsi="Arial" w:cs="Arial"/>
          <w:sz w:val="18"/>
          <w:szCs w:val="18"/>
        </w:rPr>
        <w:t>sehr schnell</w:t>
      </w:r>
      <w:r w:rsidR="005C173B">
        <w:rPr>
          <w:rFonts w:ascii="Arial" w:hAnsi="Arial" w:cs="Arial"/>
          <w:sz w:val="18"/>
          <w:szCs w:val="18"/>
        </w:rPr>
        <w:t>, einfach</w:t>
      </w:r>
      <w:r w:rsidR="001340DC">
        <w:rPr>
          <w:rFonts w:ascii="Arial" w:hAnsi="Arial" w:cs="Arial"/>
          <w:sz w:val="18"/>
          <w:szCs w:val="18"/>
        </w:rPr>
        <w:t xml:space="preserve"> und bequem </w:t>
      </w:r>
      <w:r w:rsidR="00F6144C">
        <w:rPr>
          <w:rFonts w:ascii="Arial" w:hAnsi="Arial" w:cs="Arial"/>
          <w:sz w:val="18"/>
          <w:szCs w:val="18"/>
        </w:rPr>
        <w:t>tätigen zu können</w:t>
      </w:r>
      <w:r w:rsidR="00727CC8">
        <w:rPr>
          <w:rFonts w:ascii="Arial" w:hAnsi="Arial" w:cs="Arial"/>
          <w:sz w:val="18"/>
          <w:szCs w:val="18"/>
        </w:rPr>
        <w:t>“</w:t>
      </w:r>
      <w:r w:rsidR="00E77E85">
        <w:rPr>
          <w:rFonts w:ascii="Arial" w:hAnsi="Arial" w:cs="Arial"/>
          <w:sz w:val="18"/>
          <w:szCs w:val="18"/>
        </w:rPr>
        <w:t>, resümiert Hellinger.</w:t>
      </w:r>
      <w:r w:rsidR="00BB531C" w:rsidRPr="001B2518">
        <w:rPr>
          <w:rFonts w:ascii="Arial" w:hAnsi="Arial" w:cs="Arial"/>
          <w:sz w:val="18"/>
          <w:szCs w:val="18"/>
        </w:rPr>
        <w:t xml:space="preserve"> </w:t>
      </w:r>
    </w:p>
    <w:p w14:paraId="686676A4" w14:textId="77777777" w:rsidR="001B2518" w:rsidRPr="001B2518" w:rsidRDefault="001B2518" w:rsidP="00BB531C">
      <w:pPr>
        <w:spacing w:line="360" w:lineRule="auto"/>
        <w:rPr>
          <w:rFonts w:ascii="Arial" w:hAnsi="Arial" w:cs="Arial"/>
          <w:sz w:val="18"/>
          <w:szCs w:val="18"/>
        </w:rPr>
      </w:pPr>
    </w:p>
    <w:p w14:paraId="7FD46795" w14:textId="4C9ABB00" w:rsidR="004962F7" w:rsidRPr="00F6144C" w:rsidRDefault="001340DC" w:rsidP="00BB531C">
      <w:pPr>
        <w:spacing w:line="360" w:lineRule="auto"/>
        <w:rPr>
          <w:sz w:val="22"/>
          <w:szCs w:val="22"/>
        </w:rPr>
      </w:pPr>
      <w:r>
        <w:rPr>
          <w:rFonts w:ascii="Arial" w:hAnsi="Arial" w:cs="Arial"/>
          <w:sz w:val="18"/>
          <w:szCs w:val="18"/>
        </w:rPr>
        <w:t xml:space="preserve">Um die neue App mit all </w:t>
      </w:r>
      <w:r w:rsidR="00570929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 xml:space="preserve">hren Funktionen und Services auch </w:t>
      </w:r>
      <w:r w:rsidR="003930C1">
        <w:rPr>
          <w:rFonts w:ascii="Arial" w:hAnsi="Arial" w:cs="Arial"/>
          <w:sz w:val="18"/>
          <w:szCs w:val="18"/>
        </w:rPr>
        <w:t>für</w:t>
      </w:r>
      <w:r w:rsidR="00E77E85">
        <w:rPr>
          <w:rFonts w:ascii="Arial" w:hAnsi="Arial" w:cs="Arial"/>
          <w:sz w:val="18"/>
          <w:szCs w:val="18"/>
        </w:rPr>
        <w:t xml:space="preserve"> die</w:t>
      </w:r>
      <w:r w:rsidR="003930C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Kunden erlebbar zu </w:t>
      </w:r>
      <w:r w:rsidR="003930C1">
        <w:rPr>
          <w:rFonts w:ascii="Arial" w:hAnsi="Arial" w:cs="Arial"/>
          <w:sz w:val="18"/>
          <w:szCs w:val="18"/>
        </w:rPr>
        <w:t>mach</w:t>
      </w:r>
      <w:r>
        <w:rPr>
          <w:rFonts w:ascii="Arial" w:hAnsi="Arial" w:cs="Arial"/>
          <w:sz w:val="18"/>
          <w:szCs w:val="18"/>
        </w:rPr>
        <w:t xml:space="preserve">en, die </w:t>
      </w:r>
      <w:r w:rsidR="00474A2B">
        <w:rPr>
          <w:rFonts w:ascii="Arial" w:hAnsi="Arial" w:cs="Arial"/>
          <w:sz w:val="18"/>
          <w:szCs w:val="18"/>
        </w:rPr>
        <w:t>noch kein Girokonto der norisbank nutzen</w:t>
      </w:r>
      <w:r w:rsidR="00E77E85">
        <w:rPr>
          <w:rFonts w:ascii="Arial" w:hAnsi="Arial" w:cs="Arial"/>
          <w:sz w:val="18"/>
          <w:szCs w:val="18"/>
        </w:rPr>
        <w:t>,</w:t>
      </w:r>
      <w:r w:rsidR="00474A2B">
        <w:rPr>
          <w:rFonts w:ascii="Arial" w:hAnsi="Arial" w:cs="Arial"/>
          <w:sz w:val="18"/>
          <w:szCs w:val="18"/>
        </w:rPr>
        <w:t xml:space="preserve"> </w:t>
      </w:r>
      <w:r w:rsidR="00A63428">
        <w:rPr>
          <w:rFonts w:ascii="Arial" w:hAnsi="Arial" w:cs="Arial"/>
          <w:sz w:val="18"/>
          <w:szCs w:val="18"/>
        </w:rPr>
        <w:t>beziehungsweise</w:t>
      </w:r>
      <w:r w:rsidR="00474A2B">
        <w:rPr>
          <w:rFonts w:ascii="Arial" w:hAnsi="Arial" w:cs="Arial"/>
          <w:sz w:val="18"/>
          <w:szCs w:val="18"/>
        </w:rPr>
        <w:t xml:space="preserve"> die neue App</w:t>
      </w:r>
      <w:r>
        <w:rPr>
          <w:rFonts w:ascii="Arial" w:hAnsi="Arial" w:cs="Arial"/>
          <w:sz w:val="18"/>
          <w:szCs w:val="18"/>
        </w:rPr>
        <w:t xml:space="preserve"> noch nicht kennen, bietet die norisbank</w:t>
      </w:r>
      <w:r w:rsidR="00474A2B">
        <w:rPr>
          <w:rFonts w:ascii="Arial" w:hAnsi="Arial" w:cs="Arial"/>
          <w:sz w:val="18"/>
          <w:szCs w:val="18"/>
        </w:rPr>
        <w:t xml:space="preserve"> einen</w:t>
      </w:r>
      <w:r w:rsidR="00570929">
        <w:rPr>
          <w:rFonts w:ascii="Arial" w:hAnsi="Arial" w:cs="Arial"/>
          <w:sz w:val="18"/>
          <w:szCs w:val="18"/>
        </w:rPr>
        <w:t xml:space="preserve"> </w:t>
      </w:r>
      <w:r w:rsidR="0025699E">
        <w:rPr>
          <w:rFonts w:ascii="Arial" w:hAnsi="Arial" w:cs="Arial"/>
          <w:sz w:val="18"/>
          <w:szCs w:val="18"/>
        </w:rPr>
        <w:t>Demo-Mode in der App</w:t>
      </w:r>
      <w:r w:rsidR="00474A2B">
        <w:rPr>
          <w:rFonts w:ascii="Arial" w:hAnsi="Arial" w:cs="Arial"/>
          <w:sz w:val="18"/>
          <w:szCs w:val="18"/>
        </w:rPr>
        <w:t xml:space="preserve">. Hier </w:t>
      </w:r>
      <w:r w:rsidR="00DC47ED">
        <w:rPr>
          <w:rFonts w:ascii="Arial" w:hAnsi="Arial" w:cs="Arial"/>
          <w:sz w:val="18"/>
          <w:szCs w:val="18"/>
        </w:rPr>
        <w:t>können</w:t>
      </w:r>
      <w:r w:rsidR="00474A2B">
        <w:rPr>
          <w:rFonts w:ascii="Arial" w:hAnsi="Arial" w:cs="Arial"/>
          <w:sz w:val="18"/>
          <w:szCs w:val="18"/>
        </w:rPr>
        <w:t xml:space="preserve"> Interessierte</w:t>
      </w:r>
      <w:r w:rsidR="0025699E">
        <w:rPr>
          <w:rFonts w:ascii="Arial" w:hAnsi="Arial" w:cs="Arial"/>
          <w:sz w:val="18"/>
          <w:szCs w:val="18"/>
        </w:rPr>
        <w:t xml:space="preserve"> </w:t>
      </w:r>
      <w:r w:rsidR="00474A2B">
        <w:rPr>
          <w:rFonts w:ascii="Arial" w:hAnsi="Arial" w:cs="Arial"/>
          <w:sz w:val="18"/>
          <w:szCs w:val="18"/>
        </w:rPr>
        <w:t xml:space="preserve">unverbindlich </w:t>
      </w:r>
      <w:r w:rsidR="0025699E">
        <w:rPr>
          <w:rFonts w:ascii="Arial" w:hAnsi="Arial" w:cs="Arial"/>
          <w:sz w:val="18"/>
          <w:szCs w:val="18"/>
        </w:rPr>
        <w:t>alle Funktionen des Ko</w:t>
      </w:r>
      <w:r w:rsidR="00415480">
        <w:rPr>
          <w:rFonts w:ascii="Arial" w:hAnsi="Arial" w:cs="Arial"/>
          <w:sz w:val="18"/>
          <w:szCs w:val="18"/>
        </w:rPr>
        <w:t xml:space="preserve">ntos </w:t>
      </w:r>
      <w:r w:rsidR="000467FD">
        <w:rPr>
          <w:rFonts w:ascii="Arial" w:hAnsi="Arial" w:cs="Arial"/>
          <w:sz w:val="18"/>
          <w:szCs w:val="18"/>
        </w:rPr>
        <w:t xml:space="preserve">ausprobieren </w:t>
      </w:r>
      <w:r w:rsidR="00415480">
        <w:rPr>
          <w:rFonts w:ascii="Arial" w:hAnsi="Arial" w:cs="Arial"/>
          <w:sz w:val="18"/>
          <w:szCs w:val="18"/>
        </w:rPr>
        <w:t xml:space="preserve">und </w:t>
      </w:r>
      <w:r w:rsidR="000467FD">
        <w:rPr>
          <w:rFonts w:ascii="Arial" w:hAnsi="Arial" w:cs="Arial"/>
          <w:sz w:val="18"/>
          <w:szCs w:val="18"/>
        </w:rPr>
        <w:t xml:space="preserve">sich von neuen wie altbewährten </w:t>
      </w:r>
      <w:r w:rsidR="00474A2B">
        <w:rPr>
          <w:rFonts w:ascii="Arial" w:hAnsi="Arial" w:cs="Arial"/>
          <w:sz w:val="18"/>
          <w:szCs w:val="18"/>
        </w:rPr>
        <w:t xml:space="preserve">und </w:t>
      </w:r>
      <w:r w:rsidR="00477F55">
        <w:rPr>
          <w:rFonts w:ascii="Arial" w:hAnsi="Arial" w:cs="Arial"/>
          <w:sz w:val="18"/>
          <w:szCs w:val="18"/>
        </w:rPr>
        <w:t>nochmal</w:t>
      </w:r>
      <w:r w:rsidR="00474A2B">
        <w:rPr>
          <w:rFonts w:ascii="Arial" w:hAnsi="Arial" w:cs="Arial"/>
          <w:sz w:val="18"/>
          <w:szCs w:val="18"/>
        </w:rPr>
        <w:t>s</w:t>
      </w:r>
      <w:r w:rsidR="00477F55">
        <w:rPr>
          <w:rFonts w:ascii="Arial" w:hAnsi="Arial" w:cs="Arial"/>
          <w:sz w:val="18"/>
          <w:szCs w:val="18"/>
        </w:rPr>
        <w:t xml:space="preserve"> </w:t>
      </w:r>
      <w:r w:rsidR="000467FD">
        <w:rPr>
          <w:rFonts w:ascii="Arial" w:hAnsi="Arial" w:cs="Arial"/>
          <w:sz w:val="18"/>
          <w:szCs w:val="18"/>
        </w:rPr>
        <w:t>v</w:t>
      </w:r>
      <w:r w:rsidR="008C634C">
        <w:rPr>
          <w:rFonts w:ascii="Arial" w:hAnsi="Arial" w:cs="Arial"/>
          <w:sz w:val="18"/>
          <w:szCs w:val="18"/>
        </w:rPr>
        <w:t xml:space="preserve">erbesserten Features </w:t>
      </w:r>
      <w:r w:rsidR="008C634C" w:rsidRPr="00F6144C">
        <w:rPr>
          <w:rFonts w:ascii="Arial" w:hAnsi="Arial" w:cs="Arial"/>
          <w:sz w:val="18"/>
          <w:szCs w:val="18"/>
        </w:rPr>
        <w:t xml:space="preserve">überzeugen. </w:t>
      </w:r>
    </w:p>
    <w:p w14:paraId="1296B0F3" w14:textId="77777777" w:rsidR="00952E84" w:rsidRDefault="00952E84" w:rsidP="00D033F3">
      <w:pPr>
        <w:spacing w:line="360" w:lineRule="auto"/>
        <w:rPr>
          <w:rFonts w:ascii="Arial" w:hAnsi="Arial" w:cs="Arial"/>
          <w:sz w:val="18"/>
          <w:szCs w:val="18"/>
        </w:rPr>
      </w:pPr>
    </w:p>
    <w:p w14:paraId="3147D5F6" w14:textId="0B5168AC" w:rsidR="009901E8" w:rsidRDefault="002A7AA3" w:rsidP="00871076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Weiteres Bildmaterial zur </w:t>
      </w:r>
      <w:r w:rsidR="00AD3E6E">
        <w:rPr>
          <w:rFonts w:ascii="Arial" w:hAnsi="Arial" w:cs="Arial"/>
          <w:sz w:val="18"/>
          <w:szCs w:val="18"/>
        </w:rPr>
        <w:t xml:space="preserve">norisbank </w:t>
      </w:r>
      <w:r>
        <w:rPr>
          <w:rFonts w:ascii="Arial" w:hAnsi="Arial" w:cs="Arial"/>
          <w:sz w:val="18"/>
          <w:szCs w:val="18"/>
        </w:rPr>
        <w:t xml:space="preserve">App </w:t>
      </w:r>
      <w:r w:rsidR="00407A0B">
        <w:rPr>
          <w:rFonts w:ascii="Arial" w:hAnsi="Arial" w:cs="Arial"/>
          <w:sz w:val="18"/>
          <w:szCs w:val="18"/>
        </w:rPr>
        <w:t>steht für die redaktionelle Verwendung zum Download zur Verfügung</w:t>
      </w:r>
      <w:r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9901E8" w:rsidRPr="006E046F">
          <w:rPr>
            <w:rStyle w:val="Hyperlink"/>
            <w:rFonts w:ascii="Arial" w:hAnsi="Arial" w:cs="Arial"/>
            <w:sz w:val="18"/>
            <w:szCs w:val="18"/>
          </w:rPr>
          <w:t>https://www.norisbank.de/ueberuns/presseinformation-norisbank-neue-app-generation-für-mobiles-banking.html</w:t>
        </w:r>
      </w:hyperlink>
    </w:p>
    <w:p w14:paraId="6E10FC79" w14:textId="77777777" w:rsidR="00057A6A" w:rsidRDefault="00057A6A" w:rsidP="00871076">
      <w:pPr>
        <w:spacing w:line="360" w:lineRule="auto"/>
        <w:rPr>
          <w:rFonts w:ascii="Arial" w:hAnsi="Arial" w:cs="Arial"/>
          <w:sz w:val="18"/>
          <w:szCs w:val="18"/>
        </w:rPr>
      </w:pPr>
    </w:p>
    <w:p w14:paraId="48A16F9F" w14:textId="77777777" w:rsidR="001B2518" w:rsidRDefault="001B2518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1CB2A339" w14:textId="0883F02C" w:rsidR="007B2C92" w:rsidRPr="000B4340" w:rsidRDefault="007B2C92" w:rsidP="007B2C9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lastRenderedPageBreak/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0C2C7F87" w14:textId="77777777" w:rsidR="008D198A" w:rsidRPr="00160BAD" w:rsidRDefault="008D198A" w:rsidP="008D198A">
      <w:pPr>
        <w:rPr>
          <w:rFonts w:ascii="Arial" w:hAnsi="Arial" w:cs="Arial"/>
          <w:sz w:val="18"/>
          <w:szCs w:val="18"/>
        </w:rPr>
      </w:pPr>
      <w:r w:rsidRPr="00160BAD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22250BE7" w14:textId="77777777" w:rsidR="008D198A" w:rsidRPr="00160BAD" w:rsidRDefault="008D198A" w:rsidP="008D198A">
      <w:pPr>
        <w:rPr>
          <w:rFonts w:ascii="Arial" w:hAnsi="Arial" w:cs="Arial"/>
          <w:sz w:val="18"/>
          <w:szCs w:val="18"/>
        </w:rPr>
      </w:pPr>
    </w:p>
    <w:p w14:paraId="024656B1" w14:textId="77777777" w:rsidR="008D198A" w:rsidRDefault="008D198A" w:rsidP="008D198A">
      <w:pPr>
        <w:rPr>
          <w:rFonts w:ascii="Arial" w:hAnsi="Arial" w:cs="Arial"/>
          <w:sz w:val="18"/>
          <w:szCs w:val="18"/>
        </w:rPr>
      </w:pPr>
      <w:r w:rsidRPr="00160BAD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Anfang 2017 wurde die norisbank gleich fünffach von Focus Money ausgezeichnet – u. a. als „Fairster </w:t>
      </w:r>
      <w:proofErr w:type="spellStart"/>
      <w:r w:rsidRPr="00160BAD">
        <w:rPr>
          <w:rFonts w:ascii="Arial" w:hAnsi="Arial" w:cs="Arial"/>
          <w:sz w:val="18"/>
          <w:szCs w:val="18"/>
        </w:rPr>
        <w:t>Autofinanzierer</w:t>
      </w:r>
      <w:proofErr w:type="spellEnd"/>
      <w:r w:rsidRPr="00160BAD">
        <w:rPr>
          <w:rFonts w:ascii="Arial" w:hAnsi="Arial" w:cs="Arial"/>
          <w:sz w:val="18"/>
          <w:szCs w:val="18"/>
        </w:rPr>
        <w:t>“. Und in Finanztest (Ausgabe 12/2016) erhielt die Direktbank für ihren Online-Ratenkredit die Note „1,9“. Der Nachrichtensender n-</w:t>
      </w:r>
      <w:proofErr w:type="spellStart"/>
      <w:r w:rsidRPr="00160BAD">
        <w:rPr>
          <w:rFonts w:ascii="Arial" w:hAnsi="Arial" w:cs="Arial"/>
          <w:sz w:val="18"/>
          <w:szCs w:val="18"/>
        </w:rPr>
        <w:t>tv</w:t>
      </w:r>
      <w:proofErr w:type="spellEnd"/>
      <w:r w:rsidRPr="00160BAD">
        <w:rPr>
          <w:rFonts w:ascii="Arial" w:hAnsi="Arial" w:cs="Arial"/>
          <w:sz w:val="18"/>
          <w:szCs w:val="18"/>
        </w:rPr>
        <w:t xml:space="preserve"> zeichnete die norisbank im Juli 2017 mit dem Zins-Award für den „Besten Ratenkredit“ aus. Im umfassenden Girokonten-Vergleichstest der Stiftung Warentest wurde der norisbank im September 2017 erneut das begehrte Siegel für ihr „kostenloses Girokonto ohne Bedingungen“ verliehen. Auch n-</w:t>
      </w:r>
      <w:proofErr w:type="spellStart"/>
      <w:r w:rsidRPr="00160BAD">
        <w:rPr>
          <w:rFonts w:ascii="Arial" w:hAnsi="Arial" w:cs="Arial"/>
          <w:sz w:val="18"/>
          <w:szCs w:val="18"/>
        </w:rPr>
        <w:t>tv</w:t>
      </w:r>
      <w:proofErr w:type="spellEnd"/>
      <w:r w:rsidRPr="00160BAD">
        <w:rPr>
          <w:rFonts w:ascii="Arial" w:hAnsi="Arial" w:cs="Arial"/>
          <w:sz w:val="18"/>
          <w:szCs w:val="18"/>
        </w:rPr>
        <w:t xml:space="preserve"> würdigte das norisbank Top-Girokonto mit dem Siegel „Bestes Girokonto 2017“.</w:t>
      </w:r>
      <w:r>
        <w:rPr>
          <w:rFonts w:ascii="Arial" w:hAnsi="Arial" w:cs="Arial"/>
          <w:sz w:val="18"/>
          <w:szCs w:val="18"/>
        </w:rPr>
        <w:t xml:space="preserve"> Mit Top-Bewertungen zeichnete Focus Money im Sommer 2017 die Kreditkarten-Angebote der norisbank aus.</w:t>
      </w:r>
      <w:r w:rsidRPr="00160BAD">
        <w:rPr>
          <w:rFonts w:ascii="Arial" w:hAnsi="Arial" w:cs="Arial"/>
          <w:sz w:val="18"/>
          <w:szCs w:val="18"/>
        </w:rPr>
        <w:t xml:space="preserve"> Die Prüfung der norisbank durch den TÜV Saarland Ende 2016 bestätigt die Attraktivität des Angebots bzgl. des Preis-Leistungsverhältnisses mit der Note „sehr gut“. Im Juni 2017 erhielt die Direktbank zudem von Deutschlandtest und Focus Money das Siegel „Sicherste Online-Bank“</w:t>
      </w:r>
      <w:r>
        <w:rPr>
          <w:rFonts w:ascii="Arial" w:hAnsi="Arial" w:cs="Arial"/>
          <w:sz w:val="18"/>
          <w:szCs w:val="18"/>
        </w:rPr>
        <w:t xml:space="preserve"> und CHIP bescheinigte der norisbank Ende 2017 ein „sehr gut“ unter anderem für die Servicequalität des Angebots</w:t>
      </w:r>
      <w:r w:rsidRPr="00160BA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F787980" w14:textId="77777777" w:rsidR="008D198A" w:rsidRPr="00FB7B65" w:rsidRDefault="008D198A" w:rsidP="008D198A">
      <w:pPr>
        <w:rPr>
          <w:rFonts w:ascii="Arial" w:hAnsi="Arial" w:cs="Arial"/>
          <w:color w:val="35312E"/>
          <w:sz w:val="18"/>
          <w:szCs w:val="18"/>
        </w:rPr>
      </w:pPr>
    </w:p>
    <w:p w14:paraId="2BD9FBFF" w14:textId="77777777" w:rsidR="003847AB" w:rsidRDefault="003847AB" w:rsidP="007B2C92">
      <w:pPr>
        <w:rPr>
          <w:rFonts w:ascii="Arial" w:hAnsi="Arial" w:cs="Arial"/>
          <w:color w:val="35312E"/>
          <w:sz w:val="18"/>
          <w:szCs w:val="18"/>
        </w:rPr>
      </w:pPr>
    </w:p>
    <w:p w14:paraId="64A51D9B" w14:textId="77777777" w:rsidR="006107BF" w:rsidRPr="00D42BE4" w:rsidRDefault="003847AB" w:rsidP="006107BF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CA1051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6107BF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6107BF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und auf </w:t>
      </w:r>
      <w:r w:rsidR="006107BF" w:rsidRPr="00D42BE4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unserem </w:t>
      </w:r>
      <w:r w:rsidR="006107BF" w:rsidRPr="00D42BE4">
        <w:rPr>
          <w:rFonts w:ascii="Arial" w:hAnsi="Arial" w:cs="Arial"/>
          <w:bCs/>
          <w:sz w:val="18"/>
          <w:szCs w:val="18"/>
        </w:rPr>
        <w:t xml:space="preserve">Twitter-Account unter </w:t>
      </w:r>
      <w:hyperlink r:id="rId10" w:tgtFrame="_blank" w:history="1">
        <w:r w:rsidR="00F6144C" w:rsidRPr="00F6144C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  <w:r w:rsidR="006107BF">
        <w:rPr>
          <w:rFonts w:ascii="Arial" w:hAnsi="Arial" w:cs="Arial"/>
          <w:sz w:val="18"/>
          <w:szCs w:val="18"/>
        </w:rPr>
        <w:t>.</w:t>
      </w:r>
    </w:p>
    <w:p w14:paraId="2D6DB773" w14:textId="77777777" w:rsidR="003847AB" w:rsidRPr="003847AB" w:rsidRDefault="003847AB" w:rsidP="007B2C92">
      <w:pPr>
        <w:rPr>
          <w:rFonts w:ascii="Arial" w:hAnsi="Arial" w:cs="Arial"/>
          <w:sz w:val="18"/>
          <w:szCs w:val="18"/>
        </w:rPr>
      </w:pPr>
    </w:p>
    <w:p w14:paraId="65237F15" w14:textId="77777777" w:rsidR="00990F5E" w:rsidRPr="00AF2312" w:rsidRDefault="00990F5E" w:rsidP="004F47E2">
      <w:pPr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1DCF2D56" w14:textId="77777777" w:rsidR="00F81D48" w:rsidRPr="001F7271" w:rsidRDefault="00FD7A19" w:rsidP="001F7271">
      <w:pPr>
        <w:rPr>
          <w:rFonts w:ascii="Arial" w:hAnsi="Arial" w:cs="Arial"/>
          <w:color w:val="0000FF"/>
          <w:sz w:val="18"/>
          <w:szCs w:val="18"/>
          <w:u w:val="single"/>
          <w:lang w:eastAsia="ja-JP"/>
        </w:rPr>
      </w:pPr>
      <w:r w:rsidRPr="00CA1051">
        <w:rPr>
          <w:rFonts w:ascii="Arial" w:hAnsi="Arial" w:cs="Arial"/>
          <w:b/>
          <w:sz w:val="18"/>
          <w:szCs w:val="18"/>
        </w:rPr>
        <w:t>Pressekontakt der norisbank:</w:t>
      </w:r>
      <w:r w:rsidRPr="00CA1051">
        <w:rPr>
          <w:rFonts w:ascii="Arial" w:hAnsi="Arial" w:cs="Arial"/>
          <w:b/>
          <w:sz w:val="18"/>
          <w:szCs w:val="18"/>
        </w:rPr>
        <w:br/>
      </w:r>
      <w:r w:rsidRPr="00CA1051">
        <w:rPr>
          <w:rFonts w:ascii="Arial" w:hAnsi="Arial" w:cs="Arial"/>
          <w:sz w:val="18"/>
          <w:szCs w:val="18"/>
        </w:rPr>
        <w:t>Christian Jacobs</w:t>
      </w:r>
      <w:r w:rsidRPr="00CA1051">
        <w:rPr>
          <w:rFonts w:ascii="Arial" w:hAnsi="Arial" w:cs="Arial"/>
          <w:sz w:val="18"/>
          <w:szCs w:val="18"/>
        </w:rPr>
        <w:br/>
        <w:t>Kommunikation &amp; Presse</w:t>
      </w:r>
      <w:r w:rsidRPr="00CA1051">
        <w:rPr>
          <w:rFonts w:ascii="Arial" w:hAnsi="Arial" w:cs="Arial"/>
          <w:sz w:val="18"/>
          <w:szCs w:val="18"/>
        </w:rPr>
        <w:br/>
        <w:t>Reuterstr</w:t>
      </w:r>
      <w:r w:rsidR="00AF11F3">
        <w:rPr>
          <w:rFonts w:ascii="Arial" w:hAnsi="Arial" w:cs="Arial"/>
          <w:sz w:val="18"/>
          <w:szCs w:val="18"/>
        </w:rPr>
        <w:t>aße 122, 53129 Bonn</w:t>
      </w:r>
      <w:r w:rsidR="00AF11F3">
        <w:rPr>
          <w:rFonts w:ascii="Arial" w:hAnsi="Arial" w:cs="Arial"/>
          <w:sz w:val="18"/>
          <w:szCs w:val="18"/>
        </w:rPr>
        <w:br/>
        <w:t xml:space="preserve">Tel.: +49 228 </w:t>
      </w:r>
      <w:r w:rsidRPr="00CA1051">
        <w:rPr>
          <w:rFonts w:ascii="Arial" w:hAnsi="Arial" w:cs="Arial"/>
          <w:sz w:val="18"/>
          <w:szCs w:val="18"/>
        </w:rPr>
        <w:t>280 45-190</w:t>
      </w:r>
      <w:r w:rsidRPr="00CA1051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CA1051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F81D48" w:rsidRPr="001F7271" w:rsidSect="00C12CE7"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E605A" w14:textId="77777777" w:rsidR="002F6953" w:rsidRDefault="002F6953" w:rsidP="007A6FBB">
      <w:r>
        <w:separator/>
      </w:r>
    </w:p>
  </w:endnote>
  <w:endnote w:type="continuationSeparator" w:id="0">
    <w:p w14:paraId="57FF7B10" w14:textId="77777777" w:rsidR="002F6953" w:rsidRDefault="002F6953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AA772" w14:textId="2E28D9E3" w:rsidR="003A5522" w:rsidRDefault="003A5522" w:rsidP="001E5631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1" w:name="aliashAdvancedHF1FooterEvenPages"/>
  </w:p>
  <w:bookmarkEnd w:id="1"/>
  <w:p w14:paraId="49D6C38A" w14:textId="77777777" w:rsidR="00797538" w:rsidRPr="009901E8" w:rsidRDefault="00797538" w:rsidP="003C0A8C">
    <w:pPr>
      <w:pStyle w:val="Fuzeile"/>
      <w:jc w:val="center"/>
    </w:pPr>
    <w:r>
      <w:fldChar w:fldCharType="begin"/>
    </w:r>
    <w:r w:rsidRPr="009901E8">
      <w:instrText xml:space="preserve"> DOCPROPERTY "aliashDocumentMarking" \* MERGEFORMAT </w:instrText>
    </w:r>
    <w:r>
      <w:fldChar w:fldCharType="separate"/>
    </w:r>
    <w:r w:rsidR="00997086">
      <w:rPr>
        <w:b/>
        <w:bCs/>
      </w:rPr>
      <w:t>Fehler! Unbekannter Name für Dokument-Eigenschaft.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17A61" w14:textId="67858D8D" w:rsidR="003A5522" w:rsidRDefault="003A5522" w:rsidP="001E5631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2" w:name="aliashAdvancedHF1FooterPrimary"/>
  </w:p>
  <w:bookmarkEnd w:id="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46B1E" w14:textId="37DBF5AF" w:rsidR="003A5522" w:rsidRDefault="003A5522" w:rsidP="001E5631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3" w:name="aliashAdvancedHF1FooterFirstPage"/>
  </w:p>
  <w:bookmarkEnd w:id="3"/>
  <w:p w14:paraId="193E66DF" w14:textId="77777777" w:rsidR="00797538" w:rsidRPr="009901E8" w:rsidRDefault="00797538" w:rsidP="003C0A8C">
    <w:pPr>
      <w:pStyle w:val="Fuzeile"/>
      <w:jc w:val="center"/>
    </w:pPr>
    <w:r>
      <w:fldChar w:fldCharType="begin"/>
    </w:r>
    <w:r w:rsidRPr="009901E8">
      <w:instrText xml:space="preserve"> DOCPROPERTY "aliashDocumentMarking" \* MERGEFORMAT </w:instrText>
    </w:r>
    <w:r>
      <w:fldChar w:fldCharType="separate"/>
    </w:r>
    <w:r w:rsidR="00997086">
      <w:rPr>
        <w:b/>
        <w:bCs/>
      </w:rPr>
      <w:t>Fehler! Unbekannter Name für Dokument-Eigenschaft.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7BC5D" w14:textId="77777777" w:rsidR="002F6953" w:rsidRDefault="002F6953" w:rsidP="007A6FBB">
      <w:r>
        <w:separator/>
      </w:r>
    </w:p>
  </w:footnote>
  <w:footnote w:type="continuationSeparator" w:id="0">
    <w:p w14:paraId="42C09A52" w14:textId="77777777" w:rsidR="002F6953" w:rsidRDefault="002F6953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A8E9A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3809D5" wp14:editId="1BDE0619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C23CD"/>
    <w:multiLevelType w:val="hybridMultilevel"/>
    <w:tmpl w:val="345C269E"/>
    <w:lvl w:ilvl="0" w:tplc="C3C87DEC">
      <w:start w:val="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35676BAA"/>
    <w:multiLevelType w:val="hybridMultilevel"/>
    <w:tmpl w:val="478406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1374B"/>
    <w:multiLevelType w:val="hybridMultilevel"/>
    <w:tmpl w:val="CE1EF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7567"/>
    <w:multiLevelType w:val="hybridMultilevel"/>
    <w:tmpl w:val="7CAEA1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2"/>
  </w:num>
  <w:num w:numId="5">
    <w:abstractNumId w:val="7"/>
  </w:num>
  <w:num w:numId="6">
    <w:abstractNumId w:val="15"/>
  </w:num>
  <w:num w:numId="7">
    <w:abstractNumId w:val="1"/>
  </w:num>
  <w:num w:numId="8">
    <w:abstractNumId w:val="13"/>
  </w:num>
  <w:num w:numId="9">
    <w:abstractNumId w:val="14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7"/>
  </w:num>
  <w:num w:numId="14">
    <w:abstractNumId w:val="4"/>
  </w:num>
  <w:num w:numId="15">
    <w:abstractNumId w:val="11"/>
  </w:num>
  <w:num w:numId="16">
    <w:abstractNumId w:val="12"/>
  </w:num>
  <w:num w:numId="17">
    <w:abstractNumId w:val="8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7089"/>
    <w:rsid w:val="0001495E"/>
    <w:rsid w:val="00017D43"/>
    <w:rsid w:val="00021202"/>
    <w:rsid w:val="00023DD1"/>
    <w:rsid w:val="0002555D"/>
    <w:rsid w:val="00027A4E"/>
    <w:rsid w:val="0003035A"/>
    <w:rsid w:val="000340FD"/>
    <w:rsid w:val="000449B5"/>
    <w:rsid w:val="0004631B"/>
    <w:rsid w:val="000467FD"/>
    <w:rsid w:val="000518B1"/>
    <w:rsid w:val="00057A6A"/>
    <w:rsid w:val="00057EDC"/>
    <w:rsid w:val="00063046"/>
    <w:rsid w:val="00063406"/>
    <w:rsid w:val="000669A5"/>
    <w:rsid w:val="000675BB"/>
    <w:rsid w:val="00070E76"/>
    <w:rsid w:val="00071A5C"/>
    <w:rsid w:val="00072EC3"/>
    <w:rsid w:val="000735DA"/>
    <w:rsid w:val="00080677"/>
    <w:rsid w:val="0008466E"/>
    <w:rsid w:val="00086369"/>
    <w:rsid w:val="00090EF5"/>
    <w:rsid w:val="00092688"/>
    <w:rsid w:val="000938A3"/>
    <w:rsid w:val="00093A2F"/>
    <w:rsid w:val="000944D1"/>
    <w:rsid w:val="00094E46"/>
    <w:rsid w:val="000A0259"/>
    <w:rsid w:val="000A0A74"/>
    <w:rsid w:val="000A0DE4"/>
    <w:rsid w:val="000A245E"/>
    <w:rsid w:val="000A2FA9"/>
    <w:rsid w:val="000B0069"/>
    <w:rsid w:val="000B01A3"/>
    <w:rsid w:val="000B2182"/>
    <w:rsid w:val="000B3D1F"/>
    <w:rsid w:val="000B475E"/>
    <w:rsid w:val="000C2DD3"/>
    <w:rsid w:val="000C318E"/>
    <w:rsid w:val="000C5255"/>
    <w:rsid w:val="000C761F"/>
    <w:rsid w:val="000D3112"/>
    <w:rsid w:val="000D6E6A"/>
    <w:rsid w:val="000D7C89"/>
    <w:rsid w:val="000E067E"/>
    <w:rsid w:val="000E5483"/>
    <w:rsid w:val="000E6E4C"/>
    <w:rsid w:val="000E71DD"/>
    <w:rsid w:val="000F14EB"/>
    <w:rsid w:val="000F2A2B"/>
    <w:rsid w:val="000F5714"/>
    <w:rsid w:val="00104816"/>
    <w:rsid w:val="00107C74"/>
    <w:rsid w:val="00111AB1"/>
    <w:rsid w:val="001124B2"/>
    <w:rsid w:val="00115169"/>
    <w:rsid w:val="0011539C"/>
    <w:rsid w:val="00117F54"/>
    <w:rsid w:val="001209FE"/>
    <w:rsid w:val="00120C24"/>
    <w:rsid w:val="00121844"/>
    <w:rsid w:val="00122170"/>
    <w:rsid w:val="00122BAE"/>
    <w:rsid w:val="00125FE3"/>
    <w:rsid w:val="001265AF"/>
    <w:rsid w:val="001340DC"/>
    <w:rsid w:val="001359C8"/>
    <w:rsid w:val="001378B9"/>
    <w:rsid w:val="00140B5B"/>
    <w:rsid w:val="00142E8F"/>
    <w:rsid w:val="001445FA"/>
    <w:rsid w:val="001476BA"/>
    <w:rsid w:val="00150CFA"/>
    <w:rsid w:val="0015329E"/>
    <w:rsid w:val="00153358"/>
    <w:rsid w:val="001550BD"/>
    <w:rsid w:val="00156FFC"/>
    <w:rsid w:val="0015705E"/>
    <w:rsid w:val="00162EA4"/>
    <w:rsid w:val="001654C6"/>
    <w:rsid w:val="00173263"/>
    <w:rsid w:val="001740A0"/>
    <w:rsid w:val="00175563"/>
    <w:rsid w:val="0017618E"/>
    <w:rsid w:val="001833A7"/>
    <w:rsid w:val="00184410"/>
    <w:rsid w:val="00193399"/>
    <w:rsid w:val="00194296"/>
    <w:rsid w:val="00196C09"/>
    <w:rsid w:val="00196D25"/>
    <w:rsid w:val="001979E2"/>
    <w:rsid w:val="001A2EAB"/>
    <w:rsid w:val="001A746A"/>
    <w:rsid w:val="001B04FB"/>
    <w:rsid w:val="001B1390"/>
    <w:rsid w:val="001B2518"/>
    <w:rsid w:val="001B34D6"/>
    <w:rsid w:val="001B4571"/>
    <w:rsid w:val="001B5E3C"/>
    <w:rsid w:val="001B72B4"/>
    <w:rsid w:val="001B7A72"/>
    <w:rsid w:val="001C20A3"/>
    <w:rsid w:val="001C3C0F"/>
    <w:rsid w:val="001C79E7"/>
    <w:rsid w:val="001D263E"/>
    <w:rsid w:val="001E1180"/>
    <w:rsid w:val="001E5631"/>
    <w:rsid w:val="001F0AEB"/>
    <w:rsid w:val="001F1573"/>
    <w:rsid w:val="001F1F12"/>
    <w:rsid w:val="001F3E03"/>
    <w:rsid w:val="001F4171"/>
    <w:rsid w:val="001F48B4"/>
    <w:rsid w:val="001F7271"/>
    <w:rsid w:val="001F7D1F"/>
    <w:rsid w:val="002018C0"/>
    <w:rsid w:val="00203ED7"/>
    <w:rsid w:val="00213B0B"/>
    <w:rsid w:val="002160A3"/>
    <w:rsid w:val="002165DA"/>
    <w:rsid w:val="0022188F"/>
    <w:rsid w:val="00223CE4"/>
    <w:rsid w:val="002249D6"/>
    <w:rsid w:val="00225772"/>
    <w:rsid w:val="002268E9"/>
    <w:rsid w:val="00230FAD"/>
    <w:rsid w:val="002312B1"/>
    <w:rsid w:val="002331EE"/>
    <w:rsid w:val="002347E7"/>
    <w:rsid w:val="0023488B"/>
    <w:rsid w:val="00235173"/>
    <w:rsid w:val="002359AD"/>
    <w:rsid w:val="0023726D"/>
    <w:rsid w:val="002407E9"/>
    <w:rsid w:val="00240DB4"/>
    <w:rsid w:val="0024162E"/>
    <w:rsid w:val="00241CE2"/>
    <w:rsid w:val="00242AF5"/>
    <w:rsid w:val="0024381F"/>
    <w:rsid w:val="002457D7"/>
    <w:rsid w:val="002523DE"/>
    <w:rsid w:val="002548EB"/>
    <w:rsid w:val="0025699E"/>
    <w:rsid w:val="00261CAD"/>
    <w:rsid w:val="002629EF"/>
    <w:rsid w:val="00263359"/>
    <w:rsid w:val="00263BD2"/>
    <w:rsid w:val="00264377"/>
    <w:rsid w:val="002676FF"/>
    <w:rsid w:val="00277325"/>
    <w:rsid w:val="002878EC"/>
    <w:rsid w:val="00287C6F"/>
    <w:rsid w:val="00294C00"/>
    <w:rsid w:val="002966E7"/>
    <w:rsid w:val="00297117"/>
    <w:rsid w:val="002A0FE0"/>
    <w:rsid w:val="002A2763"/>
    <w:rsid w:val="002A2E6F"/>
    <w:rsid w:val="002A343F"/>
    <w:rsid w:val="002A4006"/>
    <w:rsid w:val="002A4FDC"/>
    <w:rsid w:val="002A7AA3"/>
    <w:rsid w:val="002B03F7"/>
    <w:rsid w:val="002B0E65"/>
    <w:rsid w:val="002B2229"/>
    <w:rsid w:val="002B76C9"/>
    <w:rsid w:val="002B775F"/>
    <w:rsid w:val="002C1D5A"/>
    <w:rsid w:val="002C2BCC"/>
    <w:rsid w:val="002C6B5A"/>
    <w:rsid w:val="002D017B"/>
    <w:rsid w:val="002D093C"/>
    <w:rsid w:val="002D2783"/>
    <w:rsid w:val="002D378A"/>
    <w:rsid w:val="002D3A1A"/>
    <w:rsid w:val="002D3E44"/>
    <w:rsid w:val="002D589B"/>
    <w:rsid w:val="002E6AFB"/>
    <w:rsid w:val="002F2478"/>
    <w:rsid w:val="002F301F"/>
    <w:rsid w:val="002F3A43"/>
    <w:rsid w:val="002F6953"/>
    <w:rsid w:val="002F7816"/>
    <w:rsid w:val="00302CCD"/>
    <w:rsid w:val="00305BEB"/>
    <w:rsid w:val="00310658"/>
    <w:rsid w:val="003106E8"/>
    <w:rsid w:val="00311A28"/>
    <w:rsid w:val="00315D36"/>
    <w:rsid w:val="00315E5E"/>
    <w:rsid w:val="00320C3A"/>
    <w:rsid w:val="00322397"/>
    <w:rsid w:val="00323D53"/>
    <w:rsid w:val="00331135"/>
    <w:rsid w:val="00334779"/>
    <w:rsid w:val="00334D57"/>
    <w:rsid w:val="00335EBD"/>
    <w:rsid w:val="003443B4"/>
    <w:rsid w:val="00344584"/>
    <w:rsid w:val="003449E4"/>
    <w:rsid w:val="003466A6"/>
    <w:rsid w:val="00347255"/>
    <w:rsid w:val="00352BEF"/>
    <w:rsid w:val="00353E4F"/>
    <w:rsid w:val="0035471B"/>
    <w:rsid w:val="00354B9A"/>
    <w:rsid w:val="00362CB0"/>
    <w:rsid w:val="00363DF7"/>
    <w:rsid w:val="00364144"/>
    <w:rsid w:val="00364E35"/>
    <w:rsid w:val="00366D2B"/>
    <w:rsid w:val="00367D6E"/>
    <w:rsid w:val="00370324"/>
    <w:rsid w:val="003816C1"/>
    <w:rsid w:val="00382D3F"/>
    <w:rsid w:val="003847AB"/>
    <w:rsid w:val="00387536"/>
    <w:rsid w:val="00391E8C"/>
    <w:rsid w:val="0039289A"/>
    <w:rsid w:val="003930C1"/>
    <w:rsid w:val="003931D6"/>
    <w:rsid w:val="0039341E"/>
    <w:rsid w:val="00393CF7"/>
    <w:rsid w:val="00394CBD"/>
    <w:rsid w:val="003958F4"/>
    <w:rsid w:val="00395F54"/>
    <w:rsid w:val="0039678E"/>
    <w:rsid w:val="00397A7B"/>
    <w:rsid w:val="003A01F4"/>
    <w:rsid w:val="003A50A3"/>
    <w:rsid w:val="003A5522"/>
    <w:rsid w:val="003A69FF"/>
    <w:rsid w:val="003B64C7"/>
    <w:rsid w:val="003B6B3C"/>
    <w:rsid w:val="003C0A8C"/>
    <w:rsid w:val="003C2446"/>
    <w:rsid w:val="003C27B2"/>
    <w:rsid w:val="003C4593"/>
    <w:rsid w:val="003C6875"/>
    <w:rsid w:val="003C73D6"/>
    <w:rsid w:val="003D145A"/>
    <w:rsid w:val="003D1E57"/>
    <w:rsid w:val="003D52BE"/>
    <w:rsid w:val="003D53FF"/>
    <w:rsid w:val="003E2580"/>
    <w:rsid w:val="003E6F77"/>
    <w:rsid w:val="003F3DB6"/>
    <w:rsid w:val="004028DD"/>
    <w:rsid w:val="00407A0B"/>
    <w:rsid w:val="00410352"/>
    <w:rsid w:val="00413316"/>
    <w:rsid w:val="00414235"/>
    <w:rsid w:val="00414EF8"/>
    <w:rsid w:val="00415480"/>
    <w:rsid w:val="00415EFF"/>
    <w:rsid w:val="00420355"/>
    <w:rsid w:val="004203F7"/>
    <w:rsid w:val="00420E46"/>
    <w:rsid w:val="00421234"/>
    <w:rsid w:val="004227A7"/>
    <w:rsid w:val="00423C3A"/>
    <w:rsid w:val="00423F4A"/>
    <w:rsid w:val="0042436B"/>
    <w:rsid w:val="00425C84"/>
    <w:rsid w:val="00426FD3"/>
    <w:rsid w:val="004304E2"/>
    <w:rsid w:val="00435850"/>
    <w:rsid w:val="00440415"/>
    <w:rsid w:val="00440742"/>
    <w:rsid w:val="00440F43"/>
    <w:rsid w:val="00443A07"/>
    <w:rsid w:val="00444ECB"/>
    <w:rsid w:val="004452AD"/>
    <w:rsid w:val="00445EE3"/>
    <w:rsid w:val="00450BE9"/>
    <w:rsid w:val="00451440"/>
    <w:rsid w:val="00451692"/>
    <w:rsid w:val="0045193E"/>
    <w:rsid w:val="00451D19"/>
    <w:rsid w:val="00451D8B"/>
    <w:rsid w:val="004536D6"/>
    <w:rsid w:val="00457AC2"/>
    <w:rsid w:val="004636AE"/>
    <w:rsid w:val="00463B00"/>
    <w:rsid w:val="004658F7"/>
    <w:rsid w:val="0046756F"/>
    <w:rsid w:val="004706A3"/>
    <w:rsid w:val="00472A06"/>
    <w:rsid w:val="00472BD4"/>
    <w:rsid w:val="00473949"/>
    <w:rsid w:val="00474A2B"/>
    <w:rsid w:val="00475101"/>
    <w:rsid w:val="00475119"/>
    <w:rsid w:val="00477478"/>
    <w:rsid w:val="00477F55"/>
    <w:rsid w:val="004843E6"/>
    <w:rsid w:val="00484918"/>
    <w:rsid w:val="00485362"/>
    <w:rsid w:val="00491D90"/>
    <w:rsid w:val="004962F7"/>
    <w:rsid w:val="004A19E8"/>
    <w:rsid w:val="004A56C4"/>
    <w:rsid w:val="004A7549"/>
    <w:rsid w:val="004A760B"/>
    <w:rsid w:val="004B7480"/>
    <w:rsid w:val="004B748D"/>
    <w:rsid w:val="004C6DF6"/>
    <w:rsid w:val="004D2426"/>
    <w:rsid w:val="004D511B"/>
    <w:rsid w:val="004D54B0"/>
    <w:rsid w:val="004D708F"/>
    <w:rsid w:val="004E0C36"/>
    <w:rsid w:val="004E1DC8"/>
    <w:rsid w:val="004E2FC8"/>
    <w:rsid w:val="004E511B"/>
    <w:rsid w:val="004E590E"/>
    <w:rsid w:val="004F0D6A"/>
    <w:rsid w:val="004F28B2"/>
    <w:rsid w:val="004F47E2"/>
    <w:rsid w:val="004F4D14"/>
    <w:rsid w:val="004F5749"/>
    <w:rsid w:val="004F7883"/>
    <w:rsid w:val="005003C1"/>
    <w:rsid w:val="005025C8"/>
    <w:rsid w:val="00503BD2"/>
    <w:rsid w:val="0050400F"/>
    <w:rsid w:val="0050583C"/>
    <w:rsid w:val="00507065"/>
    <w:rsid w:val="00507C79"/>
    <w:rsid w:val="00514E07"/>
    <w:rsid w:val="00517741"/>
    <w:rsid w:val="00520E61"/>
    <w:rsid w:val="0052153C"/>
    <w:rsid w:val="0052572B"/>
    <w:rsid w:val="00527F46"/>
    <w:rsid w:val="00534913"/>
    <w:rsid w:val="0053610F"/>
    <w:rsid w:val="00536506"/>
    <w:rsid w:val="00537065"/>
    <w:rsid w:val="0053741D"/>
    <w:rsid w:val="00537ECD"/>
    <w:rsid w:val="005400DE"/>
    <w:rsid w:val="00541731"/>
    <w:rsid w:val="00551172"/>
    <w:rsid w:val="00551E7B"/>
    <w:rsid w:val="0055423C"/>
    <w:rsid w:val="00554595"/>
    <w:rsid w:val="00555358"/>
    <w:rsid w:val="00557204"/>
    <w:rsid w:val="005612DB"/>
    <w:rsid w:val="00570929"/>
    <w:rsid w:val="0057194B"/>
    <w:rsid w:val="00572651"/>
    <w:rsid w:val="00572D13"/>
    <w:rsid w:val="005735E3"/>
    <w:rsid w:val="00575CDE"/>
    <w:rsid w:val="005760D8"/>
    <w:rsid w:val="00582601"/>
    <w:rsid w:val="005864E7"/>
    <w:rsid w:val="00587A89"/>
    <w:rsid w:val="00590A6D"/>
    <w:rsid w:val="00592366"/>
    <w:rsid w:val="005A2630"/>
    <w:rsid w:val="005A7053"/>
    <w:rsid w:val="005A743F"/>
    <w:rsid w:val="005A7C25"/>
    <w:rsid w:val="005B4510"/>
    <w:rsid w:val="005B6F39"/>
    <w:rsid w:val="005B7E3C"/>
    <w:rsid w:val="005B7E75"/>
    <w:rsid w:val="005C173B"/>
    <w:rsid w:val="005C27AC"/>
    <w:rsid w:val="005C4B40"/>
    <w:rsid w:val="005C72A6"/>
    <w:rsid w:val="005D0245"/>
    <w:rsid w:val="005D0471"/>
    <w:rsid w:val="005D218F"/>
    <w:rsid w:val="005D275F"/>
    <w:rsid w:val="005D4A9C"/>
    <w:rsid w:val="005E5D30"/>
    <w:rsid w:val="005E6086"/>
    <w:rsid w:val="005E7A50"/>
    <w:rsid w:val="005F0BEE"/>
    <w:rsid w:val="005F0F86"/>
    <w:rsid w:val="005F390A"/>
    <w:rsid w:val="005F5A51"/>
    <w:rsid w:val="00601311"/>
    <w:rsid w:val="0060337C"/>
    <w:rsid w:val="006064D3"/>
    <w:rsid w:val="006107BF"/>
    <w:rsid w:val="00612BE7"/>
    <w:rsid w:val="00620831"/>
    <w:rsid w:val="0062725E"/>
    <w:rsid w:val="00630DDA"/>
    <w:rsid w:val="00632959"/>
    <w:rsid w:val="00634D50"/>
    <w:rsid w:val="006356C2"/>
    <w:rsid w:val="00636757"/>
    <w:rsid w:val="00637DC3"/>
    <w:rsid w:val="00642D4E"/>
    <w:rsid w:val="00643DB2"/>
    <w:rsid w:val="0064466F"/>
    <w:rsid w:val="00644B29"/>
    <w:rsid w:val="006451EE"/>
    <w:rsid w:val="0065187F"/>
    <w:rsid w:val="00653CBD"/>
    <w:rsid w:val="00655350"/>
    <w:rsid w:val="006561F2"/>
    <w:rsid w:val="006614AF"/>
    <w:rsid w:val="00662E52"/>
    <w:rsid w:val="00662EF0"/>
    <w:rsid w:val="00663DEA"/>
    <w:rsid w:val="0066409B"/>
    <w:rsid w:val="00664E6B"/>
    <w:rsid w:val="00670782"/>
    <w:rsid w:val="00672867"/>
    <w:rsid w:val="00673083"/>
    <w:rsid w:val="00674F0D"/>
    <w:rsid w:val="0067672C"/>
    <w:rsid w:val="00676AD9"/>
    <w:rsid w:val="0068001C"/>
    <w:rsid w:val="00680E6D"/>
    <w:rsid w:val="006854F0"/>
    <w:rsid w:val="00685ADE"/>
    <w:rsid w:val="006950A2"/>
    <w:rsid w:val="00695159"/>
    <w:rsid w:val="00695E59"/>
    <w:rsid w:val="00696476"/>
    <w:rsid w:val="00697842"/>
    <w:rsid w:val="006A3085"/>
    <w:rsid w:val="006A7B31"/>
    <w:rsid w:val="006B05EF"/>
    <w:rsid w:val="006B089A"/>
    <w:rsid w:val="006B7D37"/>
    <w:rsid w:val="006C012E"/>
    <w:rsid w:val="006C09FC"/>
    <w:rsid w:val="006C4A67"/>
    <w:rsid w:val="006D3768"/>
    <w:rsid w:val="006D5598"/>
    <w:rsid w:val="006D587B"/>
    <w:rsid w:val="006E13A2"/>
    <w:rsid w:val="006E1EBF"/>
    <w:rsid w:val="006E33B6"/>
    <w:rsid w:val="006E450C"/>
    <w:rsid w:val="006E5432"/>
    <w:rsid w:val="006F0E58"/>
    <w:rsid w:val="006F1B48"/>
    <w:rsid w:val="006F2D43"/>
    <w:rsid w:val="006F3584"/>
    <w:rsid w:val="006F71CB"/>
    <w:rsid w:val="007021CF"/>
    <w:rsid w:val="00707149"/>
    <w:rsid w:val="007100D9"/>
    <w:rsid w:val="00710187"/>
    <w:rsid w:val="00710613"/>
    <w:rsid w:val="007107FF"/>
    <w:rsid w:val="0071149F"/>
    <w:rsid w:val="007119F4"/>
    <w:rsid w:val="00712CC4"/>
    <w:rsid w:val="00713DFD"/>
    <w:rsid w:val="007140B4"/>
    <w:rsid w:val="0071585C"/>
    <w:rsid w:val="007212C1"/>
    <w:rsid w:val="007240C7"/>
    <w:rsid w:val="00724325"/>
    <w:rsid w:val="00727CC8"/>
    <w:rsid w:val="00731C13"/>
    <w:rsid w:val="0073330E"/>
    <w:rsid w:val="007348BE"/>
    <w:rsid w:val="00736AEA"/>
    <w:rsid w:val="00741FCF"/>
    <w:rsid w:val="007424CC"/>
    <w:rsid w:val="007433F3"/>
    <w:rsid w:val="007437D4"/>
    <w:rsid w:val="007451FC"/>
    <w:rsid w:val="00745228"/>
    <w:rsid w:val="00751A61"/>
    <w:rsid w:val="00751F94"/>
    <w:rsid w:val="0075708B"/>
    <w:rsid w:val="00760643"/>
    <w:rsid w:val="00770465"/>
    <w:rsid w:val="00771384"/>
    <w:rsid w:val="00771C48"/>
    <w:rsid w:val="007728FF"/>
    <w:rsid w:val="00773503"/>
    <w:rsid w:val="00774468"/>
    <w:rsid w:val="007804CC"/>
    <w:rsid w:val="007830D3"/>
    <w:rsid w:val="00786597"/>
    <w:rsid w:val="007879D7"/>
    <w:rsid w:val="00787C9E"/>
    <w:rsid w:val="00790107"/>
    <w:rsid w:val="00790E1C"/>
    <w:rsid w:val="00791849"/>
    <w:rsid w:val="007923F0"/>
    <w:rsid w:val="0079489F"/>
    <w:rsid w:val="00794ACC"/>
    <w:rsid w:val="00797538"/>
    <w:rsid w:val="007A01B5"/>
    <w:rsid w:val="007A55BE"/>
    <w:rsid w:val="007A5A4F"/>
    <w:rsid w:val="007A6FBB"/>
    <w:rsid w:val="007A755E"/>
    <w:rsid w:val="007B2C92"/>
    <w:rsid w:val="007B3A29"/>
    <w:rsid w:val="007B5C47"/>
    <w:rsid w:val="007B5E49"/>
    <w:rsid w:val="007C2C88"/>
    <w:rsid w:val="007C4058"/>
    <w:rsid w:val="007C4304"/>
    <w:rsid w:val="007C6B1F"/>
    <w:rsid w:val="007D00A6"/>
    <w:rsid w:val="007D431E"/>
    <w:rsid w:val="007D540D"/>
    <w:rsid w:val="007D55AF"/>
    <w:rsid w:val="007D56B8"/>
    <w:rsid w:val="007D5B89"/>
    <w:rsid w:val="007D5BB8"/>
    <w:rsid w:val="007E656A"/>
    <w:rsid w:val="007E685C"/>
    <w:rsid w:val="007F0602"/>
    <w:rsid w:val="007F11FF"/>
    <w:rsid w:val="007F5FB7"/>
    <w:rsid w:val="007F69C1"/>
    <w:rsid w:val="008001B9"/>
    <w:rsid w:val="00804DC0"/>
    <w:rsid w:val="008051DC"/>
    <w:rsid w:val="008052C4"/>
    <w:rsid w:val="00805F14"/>
    <w:rsid w:val="008073A6"/>
    <w:rsid w:val="00814A6A"/>
    <w:rsid w:val="00817219"/>
    <w:rsid w:val="00824A4D"/>
    <w:rsid w:val="00825B9E"/>
    <w:rsid w:val="00826F8E"/>
    <w:rsid w:val="008320CB"/>
    <w:rsid w:val="0083435E"/>
    <w:rsid w:val="00834DD5"/>
    <w:rsid w:val="00836DF0"/>
    <w:rsid w:val="008414C1"/>
    <w:rsid w:val="00841E57"/>
    <w:rsid w:val="0084216C"/>
    <w:rsid w:val="00842596"/>
    <w:rsid w:val="00844F0C"/>
    <w:rsid w:val="008454AC"/>
    <w:rsid w:val="00847660"/>
    <w:rsid w:val="00850137"/>
    <w:rsid w:val="00852381"/>
    <w:rsid w:val="00855795"/>
    <w:rsid w:val="00863B07"/>
    <w:rsid w:val="008649E1"/>
    <w:rsid w:val="00866141"/>
    <w:rsid w:val="00871076"/>
    <w:rsid w:val="008715D4"/>
    <w:rsid w:val="00873899"/>
    <w:rsid w:val="00874904"/>
    <w:rsid w:val="0087502F"/>
    <w:rsid w:val="0087571A"/>
    <w:rsid w:val="008813C7"/>
    <w:rsid w:val="00881947"/>
    <w:rsid w:val="00882607"/>
    <w:rsid w:val="00885504"/>
    <w:rsid w:val="00890CE8"/>
    <w:rsid w:val="00891D75"/>
    <w:rsid w:val="008A058D"/>
    <w:rsid w:val="008A1403"/>
    <w:rsid w:val="008A35CC"/>
    <w:rsid w:val="008B005B"/>
    <w:rsid w:val="008B0667"/>
    <w:rsid w:val="008B0CEB"/>
    <w:rsid w:val="008B0EED"/>
    <w:rsid w:val="008B4346"/>
    <w:rsid w:val="008B60B0"/>
    <w:rsid w:val="008B7A60"/>
    <w:rsid w:val="008C0097"/>
    <w:rsid w:val="008C0D83"/>
    <w:rsid w:val="008C1AE5"/>
    <w:rsid w:val="008C1DB1"/>
    <w:rsid w:val="008C2756"/>
    <w:rsid w:val="008C33CC"/>
    <w:rsid w:val="008C4831"/>
    <w:rsid w:val="008C634C"/>
    <w:rsid w:val="008D198A"/>
    <w:rsid w:val="008D2085"/>
    <w:rsid w:val="008D2D45"/>
    <w:rsid w:val="008E097E"/>
    <w:rsid w:val="008E3733"/>
    <w:rsid w:val="008F0647"/>
    <w:rsid w:val="008F0D45"/>
    <w:rsid w:val="008F1661"/>
    <w:rsid w:val="008F2B1B"/>
    <w:rsid w:val="008F562D"/>
    <w:rsid w:val="0090254C"/>
    <w:rsid w:val="00902721"/>
    <w:rsid w:val="009028D4"/>
    <w:rsid w:val="00904FB3"/>
    <w:rsid w:val="009116F3"/>
    <w:rsid w:val="00911C1D"/>
    <w:rsid w:val="00917046"/>
    <w:rsid w:val="00920717"/>
    <w:rsid w:val="00921338"/>
    <w:rsid w:val="00922096"/>
    <w:rsid w:val="0092460B"/>
    <w:rsid w:val="009261C9"/>
    <w:rsid w:val="00930E55"/>
    <w:rsid w:val="0093766C"/>
    <w:rsid w:val="00941A43"/>
    <w:rsid w:val="00942177"/>
    <w:rsid w:val="00942730"/>
    <w:rsid w:val="00942DC6"/>
    <w:rsid w:val="009448D5"/>
    <w:rsid w:val="00944BFD"/>
    <w:rsid w:val="00945A15"/>
    <w:rsid w:val="0095079A"/>
    <w:rsid w:val="00951706"/>
    <w:rsid w:val="009524C7"/>
    <w:rsid w:val="00952E84"/>
    <w:rsid w:val="00954CE3"/>
    <w:rsid w:val="00957376"/>
    <w:rsid w:val="009575A9"/>
    <w:rsid w:val="00962238"/>
    <w:rsid w:val="0096431F"/>
    <w:rsid w:val="009654D6"/>
    <w:rsid w:val="009709EA"/>
    <w:rsid w:val="00970D06"/>
    <w:rsid w:val="009827B6"/>
    <w:rsid w:val="00982892"/>
    <w:rsid w:val="009837E0"/>
    <w:rsid w:val="00983BD6"/>
    <w:rsid w:val="00983E19"/>
    <w:rsid w:val="0098751C"/>
    <w:rsid w:val="009901E8"/>
    <w:rsid w:val="00990F5E"/>
    <w:rsid w:val="00990FAF"/>
    <w:rsid w:val="00991B26"/>
    <w:rsid w:val="0099215E"/>
    <w:rsid w:val="00993E97"/>
    <w:rsid w:val="00997086"/>
    <w:rsid w:val="009A0699"/>
    <w:rsid w:val="009B1E09"/>
    <w:rsid w:val="009B3780"/>
    <w:rsid w:val="009B54D2"/>
    <w:rsid w:val="009B6FBD"/>
    <w:rsid w:val="009C0DFD"/>
    <w:rsid w:val="009C6D80"/>
    <w:rsid w:val="009D3F4D"/>
    <w:rsid w:val="009E04CA"/>
    <w:rsid w:val="009E0BC1"/>
    <w:rsid w:val="009E5C81"/>
    <w:rsid w:val="009E5EFA"/>
    <w:rsid w:val="009E7F22"/>
    <w:rsid w:val="009F0992"/>
    <w:rsid w:val="009F0C28"/>
    <w:rsid w:val="009F1F48"/>
    <w:rsid w:val="009F4FF2"/>
    <w:rsid w:val="009F7151"/>
    <w:rsid w:val="00A0036A"/>
    <w:rsid w:val="00A00897"/>
    <w:rsid w:val="00A01230"/>
    <w:rsid w:val="00A12E21"/>
    <w:rsid w:val="00A15F3E"/>
    <w:rsid w:val="00A1736F"/>
    <w:rsid w:val="00A177EB"/>
    <w:rsid w:val="00A17B15"/>
    <w:rsid w:val="00A21EB5"/>
    <w:rsid w:val="00A24AF5"/>
    <w:rsid w:val="00A26880"/>
    <w:rsid w:val="00A30F80"/>
    <w:rsid w:val="00A31252"/>
    <w:rsid w:val="00A317B0"/>
    <w:rsid w:val="00A3218C"/>
    <w:rsid w:val="00A33CC9"/>
    <w:rsid w:val="00A35A81"/>
    <w:rsid w:val="00A3786E"/>
    <w:rsid w:val="00A42496"/>
    <w:rsid w:val="00A42B57"/>
    <w:rsid w:val="00A4364C"/>
    <w:rsid w:val="00A60719"/>
    <w:rsid w:val="00A62509"/>
    <w:rsid w:val="00A62BD7"/>
    <w:rsid w:val="00A632FB"/>
    <w:rsid w:val="00A63428"/>
    <w:rsid w:val="00A64FB4"/>
    <w:rsid w:val="00A6635B"/>
    <w:rsid w:val="00A6655F"/>
    <w:rsid w:val="00A676C4"/>
    <w:rsid w:val="00A67DA1"/>
    <w:rsid w:val="00A703B5"/>
    <w:rsid w:val="00A801AB"/>
    <w:rsid w:val="00A801B9"/>
    <w:rsid w:val="00A848F3"/>
    <w:rsid w:val="00A86462"/>
    <w:rsid w:val="00A9143E"/>
    <w:rsid w:val="00A91CC2"/>
    <w:rsid w:val="00A957B1"/>
    <w:rsid w:val="00A97FFC"/>
    <w:rsid w:val="00AA01C8"/>
    <w:rsid w:val="00AA02C8"/>
    <w:rsid w:val="00AA0A64"/>
    <w:rsid w:val="00AA13E3"/>
    <w:rsid w:val="00AA52FF"/>
    <w:rsid w:val="00AA6A9A"/>
    <w:rsid w:val="00AB5B97"/>
    <w:rsid w:val="00AB5CB5"/>
    <w:rsid w:val="00AB6804"/>
    <w:rsid w:val="00AB6D7F"/>
    <w:rsid w:val="00AC10B4"/>
    <w:rsid w:val="00AC1C68"/>
    <w:rsid w:val="00AC2DC0"/>
    <w:rsid w:val="00AC3109"/>
    <w:rsid w:val="00AC5090"/>
    <w:rsid w:val="00AC559D"/>
    <w:rsid w:val="00AD0788"/>
    <w:rsid w:val="00AD3E6E"/>
    <w:rsid w:val="00AD52A5"/>
    <w:rsid w:val="00AD5D12"/>
    <w:rsid w:val="00AD64D9"/>
    <w:rsid w:val="00AD7BEB"/>
    <w:rsid w:val="00AE1621"/>
    <w:rsid w:val="00AE183A"/>
    <w:rsid w:val="00AE206F"/>
    <w:rsid w:val="00AE404C"/>
    <w:rsid w:val="00AE5631"/>
    <w:rsid w:val="00AF11F3"/>
    <w:rsid w:val="00AF2312"/>
    <w:rsid w:val="00AF2C80"/>
    <w:rsid w:val="00AF33FD"/>
    <w:rsid w:val="00B005F9"/>
    <w:rsid w:val="00B00FE2"/>
    <w:rsid w:val="00B02174"/>
    <w:rsid w:val="00B02576"/>
    <w:rsid w:val="00B041A0"/>
    <w:rsid w:val="00B140FB"/>
    <w:rsid w:val="00B1414E"/>
    <w:rsid w:val="00B24008"/>
    <w:rsid w:val="00B27171"/>
    <w:rsid w:val="00B319F0"/>
    <w:rsid w:val="00B35325"/>
    <w:rsid w:val="00B416F0"/>
    <w:rsid w:val="00B45B78"/>
    <w:rsid w:val="00B46815"/>
    <w:rsid w:val="00B52691"/>
    <w:rsid w:val="00B52D38"/>
    <w:rsid w:val="00B534DE"/>
    <w:rsid w:val="00B57EFF"/>
    <w:rsid w:val="00B6089F"/>
    <w:rsid w:val="00B60DFF"/>
    <w:rsid w:val="00B6183B"/>
    <w:rsid w:val="00B619F5"/>
    <w:rsid w:val="00B65888"/>
    <w:rsid w:val="00B65AA4"/>
    <w:rsid w:val="00B714FA"/>
    <w:rsid w:val="00B72F2A"/>
    <w:rsid w:val="00B7349D"/>
    <w:rsid w:val="00B807C2"/>
    <w:rsid w:val="00B82670"/>
    <w:rsid w:val="00B8386B"/>
    <w:rsid w:val="00B849C4"/>
    <w:rsid w:val="00B84D10"/>
    <w:rsid w:val="00B86CBB"/>
    <w:rsid w:val="00B86EAE"/>
    <w:rsid w:val="00B93D1A"/>
    <w:rsid w:val="00B96191"/>
    <w:rsid w:val="00BA34ED"/>
    <w:rsid w:val="00BA6433"/>
    <w:rsid w:val="00BA721B"/>
    <w:rsid w:val="00BB044C"/>
    <w:rsid w:val="00BB271E"/>
    <w:rsid w:val="00BB3125"/>
    <w:rsid w:val="00BB531C"/>
    <w:rsid w:val="00BC0B79"/>
    <w:rsid w:val="00BC1940"/>
    <w:rsid w:val="00BC1C25"/>
    <w:rsid w:val="00BC32C8"/>
    <w:rsid w:val="00BC4D58"/>
    <w:rsid w:val="00BC58EB"/>
    <w:rsid w:val="00BC638B"/>
    <w:rsid w:val="00BD00DC"/>
    <w:rsid w:val="00BD07F3"/>
    <w:rsid w:val="00BD0EED"/>
    <w:rsid w:val="00BD1836"/>
    <w:rsid w:val="00BD2FB0"/>
    <w:rsid w:val="00BD3F1A"/>
    <w:rsid w:val="00BD68B4"/>
    <w:rsid w:val="00BE0778"/>
    <w:rsid w:val="00BE5E51"/>
    <w:rsid w:val="00BE7861"/>
    <w:rsid w:val="00BE7D9B"/>
    <w:rsid w:val="00BE7EAC"/>
    <w:rsid w:val="00BF00EE"/>
    <w:rsid w:val="00BF03A3"/>
    <w:rsid w:val="00BF407C"/>
    <w:rsid w:val="00BF51D1"/>
    <w:rsid w:val="00BF5C25"/>
    <w:rsid w:val="00C0017D"/>
    <w:rsid w:val="00C01E84"/>
    <w:rsid w:val="00C02522"/>
    <w:rsid w:val="00C03941"/>
    <w:rsid w:val="00C127ED"/>
    <w:rsid w:val="00C12CE7"/>
    <w:rsid w:val="00C14B59"/>
    <w:rsid w:val="00C14D9E"/>
    <w:rsid w:val="00C14F25"/>
    <w:rsid w:val="00C15625"/>
    <w:rsid w:val="00C158AD"/>
    <w:rsid w:val="00C15C1B"/>
    <w:rsid w:val="00C16679"/>
    <w:rsid w:val="00C167DF"/>
    <w:rsid w:val="00C16C56"/>
    <w:rsid w:val="00C16DB3"/>
    <w:rsid w:val="00C17C11"/>
    <w:rsid w:val="00C17D2A"/>
    <w:rsid w:val="00C201A0"/>
    <w:rsid w:val="00C219DD"/>
    <w:rsid w:val="00C23BFF"/>
    <w:rsid w:val="00C23E50"/>
    <w:rsid w:val="00C26528"/>
    <w:rsid w:val="00C346F9"/>
    <w:rsid w:val="00C438FC"/>
    <w:rsid w:val="00C50C49"/>
    <w:rsid w:val="00C50CCA"/>
    <w:rsid w:val="00C61AC3"/>
    <w:rsid w:val="00C62910"/>
    <w:rsid w:val="00C64B73"/>
    <w:rsid w:val="00C66D51"/>
    <w:rsid w:val="00C66EAB"/>
    <w:rsid w:val="00C70217"/>
    <w:rsid w:val="00C73DEC"/>
    <w:rsid w:val="00C74699"/>
    <w:rsid w:val="00C74D95"/>
    <w:rsid w:val="00C81F96"/>
    <w:rsid w:val="00C82470"/>
    <w:rsid w:val="00C8353A"/>
    <w:rsid w:val="00C837B5"/>
    <w:rsid w:val="00C857DB"/>
    <w:rsid w:val="00C87F9D"/>
    <w:rsid w:val="00C937A7"/>
    <w:rsid w:val="00C94E6D"/>
    <w:rsid w:val="00C95011"/>
    <w:rsid w:val="00C95889"/>
    <w:rsid w:val="00C9629E"/>
    <w:rsid w:val="00CA122F"/>
    <w:rsid w:val="00CA6132"/>
    <w:rsid w:val="00CA7C21"/>
    <w:rsid w:val="00CB2CA7"/>
    <w:rsid w:val="00CB4E23"/>
    <w:rsid w:val="00CB5132"/>
    <w:rsid w:val="00CB5194"/>
    <w:rsid w:val="00CB6F10"/>
    <w:rsid w:val="00CB7F43"/>
    <w:rsid w:val="00CC2C6D"/>
    <w:rsid w:val="00CC541A"/>
    <w:rsid w:val="00CC548B"/>
    <w:rsid w:val="00CC63CD"/>
    <w:rsid w:val="00CC747D"/>
    <w:rsid w:val="00CD295F"/>
    <w:rsid w:val="00CD3A45"/>
    <w:rsid w:val="00CD5C19"/>
    <w:rsid w:val="00CD63D3"/>
    <w:rsid w:val="00CE0AB9"/>
    <w:rsid w:val="00CE1EB8"/>
    <w:rsid w:val="00CE1EC1"/>
    <w:rsid w:val="00CF0B9D"/>
    <w:rsid w:val="00CF10E4"/>
    <w:rsid w:val="00CF336B"/>
    <w:rsid w:val="00CF45EA"/>
    <w:rsid w:val="00CF488F"/>
    <w:rsid w:val="00CF5F9B"/>
    <w:rsid w:val="00CF7275"/>
    <w:rsid w:val="00D007FC"/>
    <w:rsid w:val="00D033F3"/>
    <w:rsid w:val="00D04281"/>
    <w:rsid w:val="00D1153F"/>
    <w:rsid w:val="00D13B5A"/>
    <w:rsid w:val="00D14E56"/>
    <w:rsid w:val="00D15518"/>
    <w:rsid w:val="00D22894"/>
    <w:rsid w:val="00D22CCD"/>
    <w:rsid w:val="00D22DD8"/>
    <w:rsid w:val="00D24CAF"/>
    <w:rsid w:val="00D25DC3"/>
    <w:rsid w:val="00D272CF"/>
    <w:rsid w:val="00D31975"/>
    <w:rsid w:val="00D36C6F"/>
    <w:rsid w:val="00D3729C"/>
    <w:rsid w:val="00D41270"/>
    <w:rsid w:val="00D457FA"/>
    <w:rsid w:val="00D47769"/>
    <w:rsid w:val="00D51250"/>
    <w:rsid w:val="00D5231B"/>
    <w:rsid w:val="00D52C4A"/>
    <w:rsid w:val="00D55E6B"/>
    <w:rsid w:val="00D60E90"/>
    <w:rsid w:val="00D6284C"/>
    <w:rsid w:val="00D62FE6"/>
    <w:rsid w:val="00D66A02"/>
    <w:rsid w:val="00D722DB"/>
    <w:rsid w:val="00D749C1"/>
    <w:rsid w:val="00D74C17"/>
    <w:rsid w:val="00D76950"/>
    <w:rsid w:val="00D843F2"/>
    <w:rsid w:val="00D8729C"/>
    <w:rsid w:val="00D91193"/>
    <w:rsid w:val="00D967D0"/>
    <w:rsid w:val="00DA0DE0"/>
    <w:rsid w:val="00DA1B30"/>
    <w:rsid w:val="00DA1F26"/>
    <w:rsid w:val="00DA2C61"/>
    <w:rsid w:val="00DA3DB4"/>
    <w:rsid w:val="00DA4D5B"/>
    <w:rsid w:val="00DB0D5D"/>
    <w:rsid w:val="00DB46FE"/>
    <w:rsid w:val="00DC2134"/>
    <w:rsid w:val="00DC284D"/>
    <w:rsid w:val="00DC47ED"/>
    <w:rsid w:val="00DC4920"/>
    <w:rsid w:val="00DC5165"/>
    <w:rsid w:val="00DD128E"/>
    <w:rsid w:val="00DD148C"/>
    <w:rsid w:val="00DD46B1"/>
    <w:rsid w:val="00DD4F5E"/>
    <w:rsid w:val="00DD7307"/>
    <w:rsid w:val="00DD73CA"/>
    <w:rsid w:val="00DE2E07"/>
    <w:rsid w:val="00DE653C"/>
    <w:rsid w:val="00DF0984"/>
    <w:rsid w:val="00DF1E60"/>
    <w:rsid w:val="00DF27EA"/>
    <w:rsid w:val="00DF2FFF"/>
    <w:rsid w:val="00DF3A70"/>
    <w:rsid w:val="00DF529F"/>
    <w:rsid w:val="00DF6DF9"/>
    <w:rsid w:val="00DF73A2"/>
    <w:rsid w:val="00DF7DAC"/>
    <w:rsid w:val="00E03F11"/>
    <w:rsid w:val="00E110A5"/>
    <w:rsid w:val="00E14B14"/>
    <w:rsid w:val="00E154A1"/>
    <w:rsid w:val="00E15F46"/>
    <w:rsid w:val="00E1738E"/>
    <w:rsid w:val="00E22172"/>
    <w:rsid w:val="00E250AD"/>
    <w:rsid w:val="00E30C6B"/>
    <w:rsid w:val="00E30E74"/>
    <w:rsid w:val="00E36370"/>
    <w:rsid w:val="00E367A0"/>
    <w:rsid w:val="00E37171"/>
    <w:rsid w:val="00E44540"/>
    <w:rsid w:val="00E51686"/>
    <w:rsid w:val="00E51A2E"/>
    <w:rsid w:val="00E52288"/>
    <w:rsid w:val="00E526F4"/>
    <w:rsid w:val="00E5750C"/>
    <w:rsid w:val="00E60D79"/>
    <w:rsid w:val="00E629F5"/>
    <w:rsid w:val="00E650B4"/>
    <w:rsid w:val="00E70E50"/>
    <w:rsid w:val="00E753FB"/>
    <w:rsid w:val="00E7643E"/>
    <w:rsid w:val="00E771AF"/>
    <w:rsid w:val="00E775EE"/>
    <w:rsid w:val="00E77E85"/>
    <w:rsid w:val="00E864BA"/>
    <w:rsid w:val="00E9364C"/>
    <w:rsid w:val="00E95273"/>
    <w:rsid w:val="00EA2114"/>
    <w:rsid w:val="00EA32F2"/>
    <w:rsid w:val="00EA3884"/>
    <w:rsid w:val="00EA4A68"/>
    <w:rsid w:val="00EA6E91"/>
    <w:rsid w:val="00EB1566"/>
    <w:rsid w:val="00EB2B8F"/>
    <w:rsid w:val="00EB3C56"/>
    <w:rsid w:val="00EB5CD8"/>
    <w:rsid w:val="00EB5D9A"/>
    <w:rsid w:val="00EB6F23"/>
    <w:rsid w:val="00ED022E"/>
    <w:rsid w:val="00ED34E8"/>
    <w:rsid w:val="00EE12A1"/>
    <w:rsid w:val="00EE1EC9"/>
    <w:rsid w:val="00EE3432"/>
    <w:rsid w:val="00EE3727"/>
    <w:rsid w:val="00EF1485"/>
    <w:rsid w:val="00EF27F0"/>
    <w:rsid w:val="00EF3247"/>
    <w:rsid w:val="00EF35F0"/>
    <w:rsid w:val="00EF679A"/>
    <w:rsid w:val="00F100EC"/>
    <w:rsid w:val="00F10B86"/>
    <w:rsid w:val="00F11DA3"/>
    <w:rsid w:val="00F11F47"/>
    <w:rsid w:val="00F14CFA"/>
    <w:rsid w:val="00F16691"/>
    <w:rsid w:val="00F2074A"/>
    <w:rsid w:val="00F22553"/>
    <w:rsid w:val="00F25810"/>
    <w:rsid w:val="00F27C2A"/>
    <w:rsid w:val="00F3051E"/>
    <w:rsid w:val="00F30EFA"/>
    <w:rsid w:val="00F42CF7"/>
    <w:rsid w:val="00F43A2C"/>
    <w:rsid w:val="00F474AA"/>
    <w:rsid w:val="00F51B85"/>
    <w:rsid w:val="00F54525"/>
    <w:rsid w:val="00F54946"/>
    <w:rsid w:val="00F55842"/>
    <w:rsid w:val="00F56F81"/>
    <w:rsid w:val="00F61020"/>
    <w:rsid w:val="00F6123F"/>
    <w:rsid w:val="00F6144C"/>
    <w:rsid w:val="00F61648"/>
    <w:rsid w:val="00F63E5F"/>
    <w:rsid w:val="00F700AD"/>
    <w:rsid w:val="00F718C5"/>
    <w:rsid w:val="00F7363E"/>
    <w:rsid w:val="00F75EFC"/>
    <w:rsid w:val="00F805E9"/>
    <w:rsid w:val="00F81D48"/>
    <w:rsid w:val="00F83979"/>
    <w:rsid w:val="00F842BA"/>
    <w:rsid w:val="00F9098C"/>
    <w:rsid w:val="00F94CD1"/>
    <w:rsid w:val="00FA0DC5"/>
    <w:rsid w:val="00FA4F9E"/>
    <w:rsid w:val="00FA72CA"/>
    <w:rsid w:val="00FB1079"/>
    <w:rsid w:val="00FB247F"/>
    <w:rsid w:val="00FB4458"/>
    <w:rsid w:val="00FB483F"/>
    <w:rsid w:val="00FB6BB4"/>
    <w:rsid w:val="00FC0843"/>
    <w:rsid w:val="00FC24D6"/>
    <w:rsid w:val="00FC4F04"/>
    <w:rsid w:val="00FC5965"/>
    <w:rsid w:val="00FC5DCC"/>
    <w:rsid w:val="00FC6492"/>
    <w:rsid w:val="00FC7632"/>
    <w:rsid w:val="00FD04B1"/>
    <w:rsid w:val="00FD1932"/>
    <w:rsid w:val="00FD2380"/>
    <w:rsid w:val="00FD2397"/>
    <w:rsid w:val="00FD3387"/>
    <w:rsid w:val="00FD3DFD"/>
    <w:rsid w:val="00FD53D6"/>
    <w:rsid w:val="00FD560F"/>
    <w:rsid w:val="00FD7A19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75CF7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paragraph" w:styleId="KeinLeerraum">
    <w:name w:val="No Spacing"/>
    <w:uiPriority w:val="1"/>
    <w:qFormat/>
    <w:rsid w:val="00021202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isbank.de/ueberuns/presseinformation-norisbank-neue-app-generation-f&#252;r-mobiles-banking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twitter.com/norisban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82D1-143B-4A64-BA3A-2EAD54E0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78B092D1</Template>
  <TotalTime>0</TotalTime>
  <Pages>3</Pages>
  <Words>1083</Words>
  <Characters>6930</Characters>
  <Application>Microsoft Office Word</Application>
  <DocSecurity>0</DocSecurity>
  <Lines>119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Public</cp:keywords>
  <dc:description/>
  <cp:lastModifiedBy/>
  <cp:revision>1</cp:revision>
  <dcterms:created xsi:type="dcterms:W3CDTF">2018-02-27T13:26:00Z</dcterms:created>
  <dcterms:modified xsi:type="dcterms:W3CDTF">2018-03-06T16:51:00Z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da7022d6-025f-4ae1-9438-f1a91564e6da</vt:lpwstr>
  </property>
  <property fmtid="{D5CDD505-2E9C-101B-9397-08002B2CF9AE}" pid="3" name="db.comClassification">
    <vt:lpwstr>Public</vt:lpwstr>
  </property>
</Properties>
</file>